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308E44" w14:textId="77777777" w:rsidR="003439FE" w:rsidRPr="00770A48" w:rsidRDefault="00770A48" w:rsidP="00770A48">
      <w:pPr>
        <w:pStyle w:val="Nadpis2a"/>
        <w:ind w:left="0"/>
        <w:jc w:val="center"/>
        <w:rPr>
          <w:sz w:val="52"/>
          <w:szCs w:val="52"/>
        </w:rPr>
      </w:pPr>
      <w:bookmarkStart w:id="0" w:name="_Toc490139459"/>
      <w:bookmarkStart w:id="1" w:name="_Toc492154546"/>
      <w:bookmarkStart w:id="2" w:name="_Toc502914620"/>
      <w:r w:rsidRPr="00770A48">
        <w:rPr>
          <w:sz w:val="52"/>
          <w:szCs w:val="52"/>
        </w:rPr>
        <w:t>PRŮVODNÍ ZPRÁVA</w:t>
      </w:r>
      <w:bookmarkEnd w:id="0"/>
      <w:bookmarkEnd w:id="1"/>
      <w:bookmarkEnd w:id="2"/>
    </w:p>
    <w:p w14:paraId="39CE8D36" w14:textId="77777777" w:rsidR="003265A3" w:rsidRDefault="00354C43" w:rsidP="00524AD9">
      <w:pPr>
        <w:framePr w:w="9699" w:h="3841" w:hRule="exact" w:hSpace="181" w:wrap="notBeside" w:vAnchor="text" w:hAnchor="page" w:xAlign="center" w:y="259"/>
        <w:spacing w:after="200"/>
        <w:jc w:val="center"/>
        <w:rPr>
          <w:b/>
          <w:sz w:val="44"/>
        </w:rPr>
      </w:pPr>
      <w:r>
        <w:rPr>
          <w:b/>
          <w:sz w:val="44"/>
        </w:rPr>
        <w:t xml:space="preserve">Rekonstrukce měření na </w:t>
      </w:r>
      <w:r w:rsidR="007E0C07">
        <w:rPr>
          <w:b/>
          <w:sz w:val="44"/>
        </w:rPr>
        <w:t>v</w:t>
      </w:r>
      <w:r w:rsidR="00830FB3">
        <w:rPr>
          <w:b/>
          <w:sz w:val="44"/>
        </w:rPr>
        <w:t>odní</w:t>
      </w:r>
      <w:r w:rsidR="00372C4E">
        <w:rPr>
          <w:b/>
          <w:sz w:val="44"/>
        </w:rPr>
        <w:t>ch</w:t>
      </w:r>
      <w:r w:rsidR="00830FB3">
        <w:rPr>
          <w:b/>
          <w:sz w:val="44"/>
        </w:rPr>
        <w:t xml:space="preserve"> </w:t>
      </w:r>
      <w:r w:rsidR="002C0895">
        <w:rPr>
          <w:b/>
          <w:sz w:val="44"/>
        </w:rPr>
        <w:t>dílech Povodí Moravy</w:t>
      </w:r>
      <w:r w:rsidR="00372C4E">
        <w:rPr>
          <w:b/>
          <w:sz w:val="44"/>
        </w:rPr>
        <w:t xml:space="preserve">, s.p. </w:t>
      </w:r>
      <w:r w:rsidR="007E0C07">
        <w:rPr>
          <w:b/>
          <w:sz w:val="44"/>
        </w:rPr>
        <w:t xml:space="preserve"> – </w:t>
      </w:r>
    </w:p>
    <w:p w14:paraId="440C2789" w14:textId="77777777" w:rsidR="007E0C07" w:rsidRDefault="007E0C07" w:rsidP="00524AD9">
      <w:pPr>
        <w:framePr w:w="9699" w:h="3841" w:hRule="exact" w:hSpace="181" w:wrap="notBeside" w:vAnchor="text" w:hAnchor="page" w:xAlign="center" w:y="259"/>
        <w:spacing w:after="200"/>
        <w:jc w:val="center"/>
        <w:rPr>
          <w:b/>
          <w:i/>
          <w:sz w:val="44"/>
        </w:rPr>
      </w:pPr>
      <w:r>
        <w:rPr>
          <w:b/>
          <w:sz w:val="44"/>
        </w:rPr>
        <w:t xml:space="preserve">VODNÍ DÍLO </w:t>
      </w:r>
      <w:r w:rsidR="007232B0">
        <w:rPr>
          <w:b/>
          <w:sz w:val="44"/>
        </w:rPr>
        <w:t xml:space="preserve">NOVÉ MLÝNY </w:t>
      </w:r>
      <w:r w:rsidR="00936575">
        <w:rPr>
          <w:b/>
          <w:sz w:val="44"/>
        </w:rPr>
        <w:t>–</w:t>
      </w:r>
      <w:r w:rsidR="007232B0">
        <w:rPr>
          <w:b/>
          <w:sz w:val="44"/>
        </w:rPr>
        <w:t xml:space="preserve"> HORNÍ</w:t>
      </w:r>
      <w:r w:rsidR="00936575">
        <w:rPr>
          <w:b/>
          <w:sz w:val="44"/>
        </w:rPr>
        <w:t>, STŘEDNÍ A DOLNÍ</w:t>
      </w:r>
    </w:p>
    <w:p w14:paraId="21558139" w14:textId="77777777" w:rsidR="00524AD9" w:rsidRPr="00524AD9" w:rsidRDefault="00524AD9" w:rsidP="00524AD9">
      <w:pPr>
        <w:framePr w:w="9699" w:h="3841" w:hRule="exact" w:hSpace="181" w:wrap="notBeside" w:vAnchor="text" w:hAnchor="page" w:xAlign="center" w:y="259"/>
        <w:jc w:val="center"/>
        <w:rPr>
          <w:b/>
          <w:i/>
          <w:sz w:val="32"/>
          <w:szCs w:val="32"/>
        </w:rPr>
      </w:pPr>
    </w:p>
    <w:tbl>
      <w:tblPr>
        <w:tblW w:w="935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50"/>
        <w:gridCol w:w="852"/>
        <w:gridCol w:w="7254"/>
      </w:tblGrid>
      <w:tr w:rsidR="00766015" w14:paraId="11F73BD4" w14:textId="77777777" w:rsidTr="00E24365">
        <w:trPr>
          <w:trHeight w:val="477"/>
          <w:jc w:val="center"/>
        </w:trPr>
        <w:tc>
          <w:tcPr>
            <w:tcW w:w="2102" w:type="dxa"/>
            <w:gridSpan w:val="2"/>
            <w:tcMar>
              <w:left w:w="0" w:type="dxa"/>
              <w:right w:w="0" w:type="dxa"/>
            </w:tcMar>
            <w:vAlign w:val="bottom"/>
          </w:tcPr>
          <w:p w14:paraId="684B2200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ČÍSLO ZAKÁZKY:</w:t>
            </w:r>
          </w:p>
        </w:tc>
        <w:tc>
          <w:tcPr>
            <w:tcW w:w="7254" w:type="dxa"/>
            <w:tcMar>
              <w:left w:w="0" w:type="dxa"/>
              <w:right w:w="0" w:type="dxa"/>
            </w:tcMar>
            <w:vAlign w:val="bottom"/>
          </w:tcPr>
          <w:p w14:paraId="25643FFB" w14:textId="692385B2" w:rsidR="00766015" w:rsidRDefault="00DE2951" w:rsidP="003439FE">
            <w:pPr>
              <w:pStyle w:val="Normal11"/>
            </w:pPr>
            <w:r>
              <w:t>MZ245100030</w:t>
            </w:r>
          </w:p>
        </w:tc>
      </w:tr>
      <w:tr w:rsidR="00766015" w14:paraId="38266C01" w14:textId="77777777" w:rsidTr="00E24365">
        <w:trPr>
          <w:trHeight w:val="477"/>
          <w:jc w:val="center"/>
        </w:trPr>
        <w:tc>
          <w:tcPr>
            <w:tcW w:w="2102" w:type="dxa"/>
            <w:gridSpan w:val="2"/>
            <w:tcMar>
              <w:left w:w="0" w:type="dxa"/>
              <w:right w:w="0" w:type="dxa"/>
            </w:tcMar>
            <w:vAlign w:val="bottom"/>
          </w:tcPr>
          <w:p w14:paraId="54BEFDF8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ZPRACOVAL:</w:t>
            </w:r>
          </w:p>
        </w:tc>
        <w:tc>
          <w:tcPr>
            <w:tcW w:w="7254" w:type="dxa"/>
            <w:tcMar>
              <w:left w:w="0" w:type="dxa"/>
              <w:right w:w="0" w:type="dxa"/>
            </w:tcMar>
            <w:vAlign w:val="bottom"/>
          </w:tcPr>
          <w:p w14:paraId="3E21F7A6" w14:textId="77777777" w:rsidR="002C0895" w:rsidRDefault="00603802" w:rsidP="001C2ABB">
            <w:pPr>
              <w:pStyle w:val="Normal11"/>
            </w:pPr>
            <w:r>
              <w:t>Ing. Miloslav Misterka</w:t>
            </w:r>
          </w:p>
        </w:tc>
      </w:tr>
      <w:tr w:rsidR="00766015" w14:paraId="628F6143" w14:textId="77777777" w:rsidTr="00E24365">
        <w:trPr>
          <w:trHeight w:val="906"/>
          <w:jc w:val="center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</w:tcPr>
          <w:p w14:paraId="350A2DE4" w14:textId="77777777" w:rsidR="00766015" w:rsidRDefault="00766015" w:rsidP="008D4C9E"/>
        </w:tc>
      </w:tr>
      <w:tr w:rsidR="00766015" w14:paraId="1A67B1AD" w14:textId="77777777" w:rsidTr="00E24365">
        <w:trPr>
          <w:trHeight w:val="430"/>
          <w:jc w:val="center"/>
        </w:trPr>
        <w:tc>
          <w:tcPr>
            <w:tcW w:w="1250" w:type="dxa"/>
            <w:tcMar>
              <w:left w:w="0" w:type="dxa"/>
              <w:right w:w="0" w:type="dxa"/>
            </w:tcMar>
            <w:vAlign w:val="bottom"/>
          </w:tcPr>
          <w:p w14:paraId="31933496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STUPEŇ:</w:t>
            </w:r>
          </w:p>
        </w:tc>
        <w:tc>
          <w:tcPr>
            <w:tcW w:w="8106" w:type="dxa"/>
            <w:gridSpan w:val="2"/>
            <w:tcMar>
              <w:left w:w="0" w:type="dxa"/>
              <w:right w:w="0" w:type="dxa"/>
            </w:tcMar>
            <w:vAlign w:val="bottom"/>
          </w:tcPr>
          <w:p w14:paraId="775531E2" w14:textId="77777777" w:rsidR="00766015" w:rsidRDefault="00171E76" w:rsidP="0092520F">
            <w:pPr>
              <w:pStyle w:val="Normal11"/>
            </w:pPr>
            <w:r>
              <w:fldChar w:fldCharType="begin">
                <w:ffData>
                  <w:name w:val="Text8"/>
                  <w:enabled/>
                  <w:calcOnExit w:val="0"/>
                  <w:textInput>
                    <w:default w:val="DOKUMENTACE PRO PROVÁDĚNÍ STAVBY"/>
                  </w:textInput>
                </w:ffData>
              </w:fldChar>
            </w:r>
            <w:bookmarkStart w:id="3" w:name="Text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DOKUMENTACE PRO PROVÁDĚNÍ STAVBY</w:t>
            </w:r>
            <w:r>
              <w:fldChar w:fldCharType="end"/>
            </w:r>
            <w:bookmarkEnd w:id="3"/>
            <w:r w:rsidR="009E35EA">
              <w:t xml:space="preserve"> </w:t>
            </w:r>
          </w:p>
        </w:tc>
      </w:tr>
      <w:tr w:rsidR="00766015" w14:paraId="49A9255C" w14:textId="77777777" w:rsidTr="00E24365">
        <w:trPr>
          <w:trHeight w:val="474"/>
          <w:jc w:val="center"/>
        </w:trPr>
        <w:tc>
          <w:tcPr>
            <w:tcW w:w="1250" w:type="dxa"/>
            <w:tcMar>
              <w:left w:w="0" w:type="dxa"/>
              <w:right w:w="0" w:type="dxa"/>
            </w:tcMar>
            <w:vAlign w:val="bottom"/>
          </w:tcPr>
          <w:p w14:paraId="1717F605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DATUM:</w:t>
            </w:r>
          </w:p>
        </w:tc>
        <w:tc>
          <w:tcPr>
            <w:tcW w:w="8106" w:type="dxa"/>
            <w:gridSpan w:val="2"/>
            <w:tcMar>
              <w:left w:w="0" w:type="dxa"/>
              <w:right w:w="0" w:type="dxa"/>
            </w:tcMar>
            <w:vAlign w:val="bottom"/>
          </w:tcPr>
          <w:p w14:paraId="0D45CBD3" w14:textId="7CE541C9" w:rsidR="00766015" w:rsidRDefault="00DE2951" w:rsidP="001C2ABB">
            <w:pPr>
              <w:pStyle w:val="Normal11"/>
            </w:pPr>
            <w:r>
              <w:fldChar w:fldCharType="begin">
                <w:ffData>
                  <w:name w:val="Text9"/>
                  <w:enabled/>
                  <w:calcOnExit w:val="0"/>
                  <w:textInput>
                    <w:default w:val="15.10.2024"/>
                  </w:textInput>
                </w:ffData>
              </w:fldChar>
            </w:r>
            <w:bookmarkStart w:id="4" w:name="Text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15.10.2024</w:t>
            </w:r>
            <w:r>
              <w:fldChar w:fldCharType="end"/>
            </w:r>
            <w:bookmarkEnd w:id="4"/>
          </w:p>
        </w:tc>
      </w:tr>
      <w:tr w:rsidR="00766015" w14:paraId="008BF012" w14:textId="77777777" w:rsidTr="00E24365">
        <w:trPr>
          <w:trHeight w:val="470"/>
          <w:jc w:val="center"/>
        </w:trPr>
        <w:tc>
          <w:tcPr>
            <w:tcW w:w="1250" w:type="dxa"/>
            <w:tcMar>
              <w:left w:w="0" w:type="dxa"/>
              <w:right w:w="0" w:type="dxa"/>
            </w:tcMar>
            <w:vAlign w:val="bottom"/>
          </w:tcPr>
          <w:p w14:paraId="790B0DBD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VERZE:</w:t>
            </w:r>
          </w:p>
        </w:tc>
        <w:tc>
          <w:tcPr>
            <w:tcW w:w="8106" w:type="dxa"/>
            <w:gridSpan w:val="2"/>
            <w:tcMar>
              <w:left w:w="0" w:type="dxa"/>
              <w:right w:w="0" w:type="dxa"/>
            </w:tcMar>
            <w:vAlign w:val="bottom"/>
          </w:tcPr>
          <w:p w14:paraId="381B0B44" w14:textId="77777777" w:rsidR="00766015" w:rsidRDefault="004376C8" w:rsidP="001C2ABB">
            <w:pPr>
              <w:pStyle w:val="Normal11"/>
            </w:pPr>
            <w:r>
              <w:fldChar w:fldCharType="begin">
                <w:ffData>
                  <w:name w:val="Text10"/>
                  <w:enabled/>
                  <w:calcOnExit w:val="0"/>
                  <w:textInput>
                    <w:default w:val="A"/>
                  </w:textInput>
                </w:ffData>
              </w:fldChar>
            </w:r>
            <w:bookmarkStart w:id="5" w:name="Text1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A</w:t>
            </w:r>
            <w:r>
              <w:fldChar w:fldCharType="end"/>
            </w:r>
            <w:bookmarkEnd w:id="5"/>
          </w:p>
        </w:tc>
      </w:tr>
    </w:tbl>
    <w:p w14:paraId="13859724" w14:textId="77777777" w:rsidR="006F7B8B" w:rsidRPr="007A066F" w:rsidRDefault="006F7B8B" w:rsidP="007A066F">
      <w:pPr>
        <w:rPr>
          <w:b/>
          <w:bCs/>
          <w:color w:val="232D80"/>
        </w:rPr>
        <w:sectPr w:rsidR="006F7B8B" w:rsidRPr="007A066F" w:rsidSect="00911FDE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2875" w:right="907" w:bottom="1797" w:left="907" w:header="907" w:footer="737" w:gutter="0"/>
          <w:cols w:space="708"/>
          <w:titlePg/>
          <w:docGrid w:linePitch="360"/>
        </w:sectPr>
      </w:pPr>
    </w:p>
    <w:p w14:paraId="07040731" w14:textId="77777777" w:rsidR="00266249" w:rsidRDefault="0071725E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7A066F">
        <w:rPr>
          <w:noProof/>
          <w:sz w:val="24"/>
        </w:rPr>
        <w:lastRenderedPageBreak/>
        <w:fldChar w:fldCharType="begin"/>
      </w:r>
      <w:r w:rsidR="002C7485" w:rsidRPr="007A066F">
        <w:rPr>
          <w:sz w:val="24"/>
        </w:rPr>
        <w:instrText xml:space="preserve"> TOC  \* MERGEFORMAT </w:instrText>
      </w:r>
      <w:r w:rsidRPr="007A066F">
        <w:rPr>
          <w:noProof/>
          <w:sz w:val="24"/>
        </w:rPr>
        <w:fldChar w:fldCharType="separate"/>
      </w:r>
      <w:r w:rsidR="00266249">
        <w:rPr>
          <w:noProof/>
        </w:rPr>
        <w:t>PRŮVODNÍ ZPRÁVA</w:t>
      </w:r>
      <w:r w:rsidR="00266249">
        <w:rPr>
          <w:noProof/>
        </w:rPr>
        <w:tab/>
      </w:r>
      <w:r w:rsidR="00266249">
        <w:rPr>
          <w:noProof/>
        </w:rPr>
        <w:fldChar w:fldCharType="begin"/>
      </w:r>
      <w:r w:rsidR="00266249">
        <w:rPr>
          <w:noProof/>
        </w:rPr>
        <w:instrText xml:space="preserve"> PAGEREF _Toc502914620 \h </w:instrText>
      </w:r>
      <w:r w:rsidR="00266249">
        <w:rPr>
          <w:noProof/>
        </w:rPr>
      </w:r>
      <w:r w:rsidR="00266249">
        <w:rPr>
          <w:noProof/>
        </w:rPr>
        <w:fldChar w:fldCharType="separate"/>
      </w:r>
      <w:r w:rsidR="00266249">
        <w:rPr>
          <w:noProof/>
        </w:rPr>
        <w:t>1</w:t>
      </w:r>
      <w:r w:rsidR="00266249">
        <w:rPr>
          <w:noProof/>
        </w:rPr>
        <w:fldChar w:fldCharType="end"/>
      </w:r>
    </w:p>
    <w:p w14:paraId="409489E0" w14:textId="77777777" w:rsidR="00266249" w:rsidRDefault="00266249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1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identifikační údaje</w:t>
      </w:r>
      <w:r>
        <w:tab/>
      </w:r>
      <w:r>
        <w:fldChar w:fldCharType="begin"/>
      </w:r>
      <w:r>
        <w:instrText xml:space="preserve"> PAGEREF _Toc502914621 \h </w:instrText>
      </w:r>
      <w:r>
        <w:fldChar w:fldCharType="separate"/>
      </w:r>
      <w:r>
        <w:t>3</w:t>
      </w:r>
      <w:r>
        <w:fldChar w:fldCharType="end"/>
      </w:r>
    </w:p>
    <w:p w14:paraId="1D7A38DF" w14:textId="77777777" w:rsidR="00266249" w:rsidRDefault="00266249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2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seznam vstupních podkladů</w:t>
      </w:r>
      <w:r>
        <w:tab/>
      </w:r>
      <w:r>
        <w:fldChar w:fldCharType="begin"/>
      </w:r>
      <w:r>
        <w:instrText xml:space="preserve"> PAGEREF _Toc502914622 \h </w:instrText>
      </w:r>
      <w:r>
        <w:fldChar w:fldCharType="separate"/>
      </w:r>
      <w:r>
        <w:t>5</w:t>
      </w:r>
      <w:r>
        <w:fldChar w:fldCharType="end"/>
      </w:r>
    </w:p>
    <w:p w14:paraId="74E480C0" w14:textId="77777777" w:rsidR="00266249" w:rsidRDefault="00266249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3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Údaje o území</w:t>
      </w:r>
      <w:r>
        <w:tab/>
      </w:r>
      <w:r>
        <w:fldChar w:fldCharType="begin"/>
      </w:r>
      <w:r>
        <w:instrText xml:space="preserve"> PAGEREF _Toc502914623 \h </w:instrText>
      </w:r>
      <w:r>
        <w:fldChar w:fldCharType="separate"/>
      </w:r>
      <w:r>
        <w:t>5</w:t>
      </w:r>
      <w:r>
        <w:fldChar w:fldCharType="end"/>
      </w:r>
    </w:p>
    <w:p w14:paraId="7D2C395C" w14:textId="77777777" w:rsidR="00266249" w:rsidRDefault="0026624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a)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Rozsah řešeného území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_Toc502914624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4A1891E" w14:textId="77777777" w:rsidR="00266249" w:rsidRDefault="0026624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b)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Dosavadní využití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_Toc502914625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6415FFC4" w14:textId="77777777" w:rsidR="00266249" w:rsidRDefault="0026624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c)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Chráněné území, památková rezervace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_Toc502914626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3B01E110" w14:textId="77777777" w:rsidR="00266249" w:rsidRDefault="0026624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d)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Odtokové poměry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_Toc502914627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5223FB01" w14:textId="77777777" w:rsidR="00266249" w:rsidRDefault="0026624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e)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Údaje o souladu s územně plánovací dokumentací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_Toc502914628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4961272F" w14:textId="77777777" w:rsidR="00266249" w:rsidRDefault="0026624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f)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Údaje o dodržení obecných požadavků na využití území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_Toc502914629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2F291D67" w14:textId="77777777" w:rsidR="00266249" w:rsidRDefault="0026624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g)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Údaje o splnění požadavků dotčených orgánů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_Toc502914630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5759BE66" w14:textId="77777777" w:rsidR="00266249" w:rsidRDefault="0026624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h)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Seznam výjimek a úlevových řešení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_Toc502914631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28EA41EC" w14:textId="77777777" w:rsidR="00266249" w:rsidRDefault="0026624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i)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Seznam souvisejících a podmiňujících investic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_Toc502914632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3DEFBFAB" w14:textId="77777777" w:rsidR="00266249" w:rsidRDefault="0026624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j)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Seznam pozemků a staveb dotčených stavbou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_Toc502914633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3198E128" w14:textId="77777777" w:rsidR="00266249" w:rsidRDefault="00266249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4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Údaje o stavbě</w:t>
      </w:r>
      <w:r>
        <w:tab/>
      </w:r>
      <w:r>
        <w:fldChar w:fldCharType="begin"/>
      </w:r>
      <w:r>
        <w:instrText xml:space="preserve"> PAGEREF _Toc502914634 \h </w:instrText>
      </w:r>
      <w:r>
        <w:fldChar w:fldCharType="separate"/>
      </w:r>
      <w:r>
        <w:t>8</w:t>
      </w:r>
      <w:r>
        <w:fldChar w:fldCharType="end"/>
      </w:r>
    </w:p>
    <w:p w14:paraId="510293CC" w14:textId="77777777" w:rsidR="00266249" w:rsidRDefault="0026624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a)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Nová stavba nebo změna dokončené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_Toc502914635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6AECD1E6" w14:textId="77777777" w:rsidR="00266249" w:rsidRDefault="0026624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b)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Účel užívání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_Toc502914636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1A3D47C3" w14:textId="77777777" w:rsidR="00266249" w:rsidRDefault="0026624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c)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Trvalá nebo dočasná stavba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_Toc502914637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3BF6CA33" w14:textId="77777777" w:rsidR="00266249" w:rsidRDefault="0026624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d)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Údaje o ochraně stavby podle jiných právních předpisů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_Toc502914638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05B7CF83" w14:textId="77777777" w:rsidR="00266249" w:rsidRDefault="0026624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e)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Údaje o dodržení technických požadavků na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_Toc502914639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77A084EA" w14:textId="77777777" w:rsidR="00266249" w:rsidRDefault="0026624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f)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Údaje o dodržení technických požadavků na stavby a obecných technických požadavků zabezpečujících bezbariérové užívání staveb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_Toc502914640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64180B47" w14:textId="77777777" w:rsidR="00266249" w:rsidRDefault="0026624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g)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Údaje o splnění požadavků dotčených orgánů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_Toc502914641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09758FD1" w14:textId="77777777" w:rsidR="00266249" w:rsidRDefault="0026624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h)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Seznam výjimek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_Toc502914642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7E1B036A" w14:textId="77777777" w:rsidR="00266249" w:rsidRDefault="0026624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i)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Navrhované kapacity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_Toc502914643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6D5EE614" w14:textId="77777777" w:rsidR="00266249" w:rsidRDefault="0026624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j)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Základní bilance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_Toc502914644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6CAD6EBF" w14:textId="77777777" w:rsidR="00266249" w:rsidRDefault="0026624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k)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Základní předpoklady výstavby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_Toc502914645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547E7B5D" w14:textId="77777777" w:rsidR="00266249" w:rsidRDefault="0026624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l)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Orientační náklady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_Toc502914646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134F80DF" w14:textId="77777777" w:rsidR="00266249" w:rsidRDefault="00266249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5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Členění stavby na objekty a technologická zařízení</w:t>
      </w:r>
      <w:r>
        <w:tab/>
      </w:r>
      <w:r>
        <w:fldChar w:fldCharType="begin"/>
      </w:r>
      <w:r>
        <w:instrText xml:space="preserve"> PAGEREF _Toc502914647 \h </w:instrText>
      </w:r>
      <w:r>
        <w:fldChar w:fldCharType="separate"/>
      </w:r>
      <w:r>
        <w:t>9</w:t>
      </w:r>
      <w:r>
        <w:fldChar w:fldCharType="end"/>
      </w:r>
    </w:p>
    <w:p w14:paraId="6C0F9592" w14:textId="77777777" w:rsidR="00784773" w:rsidRDefault="0071725E" w:rsidP="007A066F">
      <w:pPr>
        <w:pStyle w:val="N1"/>
        <w:numPr>
          <w:ilvl w:val="0"/>
          <w:numId w:val="0"/>
        </w:numPr>
        <w:spacing w:line="288" w:lineRule="auto"/>
        <w:ind w:left="432"/>
      </w:pPr>
      <w:r w:rsidRPr="007A066F">
        <w:rPr>
          <w:b w:val="0"/>
          <w:sz w:val="24"/>
        </w:rPr>
        <w:fldChar w:fldCharType="end"/>
      </w:r>
    </w:p>
    <w:p w14:paraId="2CE9E279" w14:textId="77777777" w:rsidR="003D22C9" w:rsidRDefault="001443F9" w:rsidP="003D22C9">
      <w:pPr>
        <w:pStyle w:val="N1"/>
      </w:pPr>
      <w:r>
        <w:br w:type="page"/>
      </w:r>
      <w:bookmarkStart w:id="6" w:name="_Toc502914621"/>
      <w:bookmarkStart w:id="7" w:name="_Toc431976332"/>
      <w:bookmarkStart w:id="8" w:name="_Toc440894808"/>
      <w:bookmarkStart w:id="9" w:name="_Toc448153992"/>
      <w:bookmarkStart w:id="10" w:name="_Toc355001688"/>
      <w:bookmarkStart w:id="11" w:name="_Toc431913715"/>
      <w:bookmarkStart w:id="12" w:name="_Toc394932572"/>
      <w:r w:rsidR="001E3B05">
        <w:lastRenderedPageBreak/>
        <w:t>identifikační údaje</w:t>
      </w:r>
      <w:bookmarkEnd w:id="6"/>
    </w:p>
    <w:bookmarkEnd w:id="7"/>
    <w:bookmarkEnd w:id="8"/>
    <w:bookmarkEnd w:id="9"/>
    <w:p w14:paraId="23A20D1B" w14:textId="77777777" w:rsidR="003D22C9" w:rsidRPr="002B0419" w:rsidRDefault="001E3B05" w:rsidP="003D22C9">
      <w:pPr>
        <w:keepNext/>
        <w:widowControl w:val="0"/>
        <w:numPr>
          <w:ilvl w:val="1"/>
          <w:numId w:val="19"/>
        </w:numPr>
        <w:pBdr>
          <w:bottom w:val="single" w:sz="4" w:space="1" w:color="808080"/>
        </w:pBdr>
        <w:spacing w:before="240"/>
        <w:outlineLvl w:val="1"/>
        <w:rPr>
          <w:rFonts w:ascii="Arial Narrow" w:hAnsi="Arial Narrow"/>
          <w:b/>
          <w:bCs/>
          <w:iCs/>
          <w:szCs w:val="32"/>
        </w:rPr>
      </w:pPr>
      <w:r>
        <w:rPr>
          <w:rFonts w:ascii="Arial Narrow" w:hAnsi="Arial Narrow"/>
          <w:b/>
          <w:bCs/>
          <w:iCs/>
          <w:szCs w:val="32"/>
        </w:rPr>
        <w:t>Údaje o stavbě</w:t>
      </w:r>
    </w:p>
    <w:tbl>
      <w:tblPr>
        <w:tblW w:w="9281" w:type="dxa"/>
        <w:tblInd w:w="534" w:type="dxa"/>
        <w:tblBorders>
          <w:insideH w:val="dashed" w:sz="4" w:space="0" w:color="808080"/>
        </w:tblBorders>
        <w:tblLook w:val="04A0" w:firstRow="1" w:lastRow="0" w:firstColumn="1" w:lastColumn="0" w:noHBand="0" w:noVBand="1"/>
      </w:tblPr>
      <w:tblGrid>
        <w:gridCol w:w="2943"/>
        <w:gridCol w:w="6338"/>
      </w:tblGrid>
      <w:tr w:rsidR="003D22C9" w:rsidRPr="002B0419" w14:paraId="31EEB111" w14:textId="77777777" w:rsidTr="001E3B05">
        <w:tc>
          <w:tcPr>
            <w:tcW w:w="2943" w:type="dxa"/>
            <w:shd w:val="clear" w:color="auto" w:fill="auto"/>
          </w:tcPr>
          <w:p w14:paraId="1ADD93C9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stavba</w:t>
            </w:r>
          </w:p>
        </w:tc>
        <w:tc>
          <w:tcPr>
            <w:tcW w:w="6338" w:type="dxa"/>
          </w:tcPr>
          <w:p w14:paraId="417B4ABB" w14:textId="77777777" w:rsidR="003D22C9" w:rsidRPr="002B0419" w:rsidRDefault="001E3B05" w:rsidP="00E30C56">
            <w:pPr>
              <w:widowControl w:val="0"/>
              <w:spacing w:line="280" w:lineRule="atLeast"/>
              <w:ind w:right="-592" w:firstLine="567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 xml:space="preserve">VD </w:t>
            </w:r>
            <w:r w:rsidR="007232B0">
              <w:rPr>
                <w:rFonts w:ascii="Arial Narrow" w:hAnsi="Arial Narrow" w:cs="Times New Roman"/>
                <w:b/>
              </w:rPr>
              <w:t xml:space="preserve">NOVÉ MLÝNY </w:t>
            </w:r>
            <w:r w:rsidR="00936575">
              <w:rPr>
                <w:rFonts w:ascii="Arial Narrow" w:hAnsi="Arial Narrow" w:cs="Times New Roman"/>
                <w:b/>
              </w:rPr>
              <w:t>–</w:t>
            </w:r>
            <w:r w:rsidR="007232B0">
              <w:rPr>
                <w:rFonts w:ascii="Arial Narrow" w:hAnsi="Arial Narrow" w:cs="Times New Roman"/>
                <w:b/>
              </w:rPr>
              <w:t xml:space="preserve"> HORNÍ</w:t>
            </w:r>
            <w:r w:rsidR="00936575">
              <w:rPr>
                <w:rFonts w:ascii="Arial Narrow" w:hAnsi="Arial Narrow" w:cs="Times New Roman"/>
                <w:b/>
              </w:rPr>
              <w:t>, STŘEDNÍ A DOLNÍ</w:t>
            </w:r>
          </w:p>
        </w:tc>
      </w:tr>
      <w:tr w:rsidR="003D22C9" w:rsidRPr="002B0419" w14:paraId="75F1D73F" w14:textId="77777777" w:rsidTr="003D22C9">
        <w:tc>
          <w:tcPr>
            <w:tcW w:w="2943" w:type="dxa"/>
            <w:shd w:val="clear" w:color="auto" w:fill="auto"/>
          </w:tcPr>
          <w:p w14:paraId="2D0B9771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místo stavby</w:t>
            </w:r>
          </w:p>
        </w:tc>
        <w:tc>
          <w:tcPr>
            <w:tcW w:w="6338" w:type="dxa"/>
          </w:tcPr>
          <w:p w14:paraId="30BDA1B8" w14:textId="77777777" w:rsidR="003D22C9" w:rsidRPr="001E3B05" w:rsidRDefault="004E669B" w:rsidP="007232B0">
            <w:pPr>
              <w:widowControl w:val="0"/>
              <w:spacing w:line="280" w:lineRule="atLeast"/>
              <w:ind w:firstLine="567"/>
              <w:rPr>
                <w:rFonts w:asciiTheme="minorHAnsi" w:hAnsiTheme="minorHAnsi" w:cs="Times New Roman"/>
              </w:rPr>
            </w:pPr>
            <w:r>
              <w:rPr>
                <w:rFonts w:ascii="Arial Narrow" w:hAnsi="Arial Narrow" w:cs="Times New Roman"/>
              </w:rPr>
              <w:t>Vodní dílo</w:t>
            </w:r>
            <w:r w:rsidR="001E3B05" w:rsidRPr="001E3B05">
              <w:rPr>
                <w:rFonts w:ascii="Arial Narrow" w:hAnsi="Arial Narrow" w:cs="Times New Roman"/>
              </w:rPr>
              <w:t xml:space="preserve"> </w:t>
            </w:r>
            <w:r w:rsidR="007232B0">
              <w:rPr>
                <w:rFonts w:ascii="Arial Narrow" w:hAnsi="Arial Narrow" w:cs="Times New Roman"/>
              </w:rPr>
              <w:t xml:space="preserve">Nové Mlýny </w:t>
            </w:r>
            <w:r w:rsidR="00936575">
              <w:rPr>
                <w:rFonts w:ascii="Arial Narrow" w:hAnsi="Arial Narrow" w:cs="Times New Roman"/>
              </w:rPr>
              <w:t>–</w:t>
            </w:r>
            <w:r w:rsidR="007232B0">
              <w:rPr>
                <w:rFonts w:ascii="Arial Narrow" w:hAnsi="Arial Narrow" w:cs="Times New Roman"/>
              </w:rPr>
              <w:t xml:space="preserve"> horní</w:t>
            </w:r>
            <w:r w:rsidR="00936575">
              <w:rPr>
                <w:rFonts w:ascii="Arial Narrow" w:hAnsi="Arial Narrow" w:cs="Times New Roman"/>
              </w:rPr>
              <w:t>, střední a dolní</w:t>
            </w:r>
            <w:r w:rsidR="001E3B05" w:rsidRPr="001E3B05">
              <w:rPr>
                <w:rFonts w:ascii="Arial Narrow" w:hAnsi="Arial Narrow" w:cs="Times New Roman"/>
              </w:rPr>
              <w:t xml:space="preserve"> na </w:t>
            </w:r>
            <w:r w:rsidR="007232B0">
              <w:rPr>
                <w:rFonts w:ascii="Arial Narrow" w:hAnsi="Arial Narrow" w:cs="Times New Roman"/>
              </w:rPr>
              <w:t>Dyji</w:t>
            </w:r>
          </w:p>
        </w:tc>
      </w:tr>
      <w:tr w:rsidR="003D22C9" w:rsidRPr="002B0419" w14:paraId="465F7223" w14:textId="77777777" w:rsidTr="003D22C9">
        <w:tc>
          <w:tcPr>
            <w:tcW w:w="2943" w:type="dxa"/>
            <w:shd w:val="clear" w:color="auto" w:fill="auto"/>
          </w:tcPr>
          <w:p w14:paraId="59DB900F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charakter stavby</w:t>
            </w:r>
          </w:p>
        </w:tc>
        <w:tc>
          <w:tcPr>
            <w:tcW w:w="6338" w:type="dxa"/>
          </w:tcPr>
          <w:p w14:paraId="5732792C" w14:textId="77777777" w:rsidR="003D22C9" w:rsidRPr="002B0419" w:rsidRDefault="001E3B05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  <w:b/>
              </w:rPr>
              <w:t>Rekonstrukce měření na vodním díle</w:t>
            </w:r>
          </w:p>
        </w:tc>
      </w:tr>
      <w:tr w:rsidR="003D22C9" w:rsidRPr="002B0419" w14:paraId="3DEC9138" w14:textId="77777777" w:rsidTr="003D22C9">
        <w:tc>
          <w:tcPr>
            <w:tcW w:w="2943" w:type="dxa"/>
            <w:shd w:val="clear" w:color="auto" w:fill="auto"/>
          </w:tcPr>
          <w:p w14:paraId="56AA8ACB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dotčené pozemky</w:t>
            </w:r>
            <w:r w:rsidR="00936575">
              <w:rPr>
                <w:rFonts w:ascii="Arial Narrow" w:hAnsi="Arial Narrow" w:cs="Times New Roman"/>
                <w:i/>
                <w:sz w:val="20"/>
              </w:rPr>
              <w:t xml:space="preserve"> horní</w:t>
            </w:r>
          </w:p>
        </w:tc>
        <w:tc>
          <w:tcPr>
            <w:tcW w:w="6338" w:type="dxa"/>
          </w:tcPr>
          <w:p w14:paraId="679B8508" w14:textId="77777777" w:rsidR="006F4C04" w:rsidRPr="006F4C04" w:rsidRDefault="006F4C04" w:rsidP="006F4C04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 w:rsidRPr="006F4C04">
              <w:rPr>
                <w:rFonts w:ascii="Arial Narrow" w:hAnsi="Arial Narrow" w:cs="Times New Roman"/>
              </w:rPr>
              <w:t>5313</w:t>
            </w:r>
            <w:r>
              <w:rPr>
                <w:rFonts w:ascii="Arial Narrow" w:hAnsi="Arial Narrow" w:cs="Times New Roman"/>
              </w:rPr>
              <w:t xml:space="preserve"> k.ú. Hevlín</w:t>
            </w:r>
          </w:p>
          <w:p w14:paraId="544B6457" w14:textId="77777777" w:rsidR="006F4C04" w:rsidRPr="006F4C04" w:rsidRDefault="006F4C04" w:rsidP="006F4C04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 w:rsidRPr="006F4C04">
              <w:rPr>
                <w:rFonts w:ascii="Arial Narrow" w:hAnsi="Arial Narrow" w:cs="Times New Roman"/>
              </w:rPr>
              <w:t>387</w:t>
            </w:r>
            <w:r>
              <w:rPr>
                <w:rFonts w:ascii="Arial Narrow" w:hAnsi="Arial Narrow" w:cs="Times New Roman"/>
              </w:rPr>
              <w:t xml:space="preserve">, </w:t>
            </w:r>
            <w:r w:rsidRPr="006F4C04">
              <w:rPr>
                <w:rFonts w:ascii="Arial Narrow" w:hAnsi="Arial Narrow" w:cs="Times New Roman"/>
              </w:rPr>
              <w:t>3116/11</w:t>
            </w:r>
            <w:r>
              <w:rPr>
                <w:rFonts w:ascii="Arial Narrow" w:hAnsi="Arial Narrow" w:cs="Times New Roman"/>
              </w:rPr>
              <w:t xml:space="preserve"> k.ú. Mušov</w:t>
            </w:r>
          </w:p>
          <w:p w14:paraId="6B552EAD" w14:textId="77777777" w:rsidR="003D22C9" w:rsidRPr="002B0419" w:rsidRDefault="006F4C04" w:rsidP="006F4C04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 w:rsidRPr="006F4C04">
              <w:rPr>
                <w:rFonts w:ascii="Arial Narrow" w:hAnsi="Arial Narrow" w:cs="Times New Roman"/>
              </w:rPr>
              <w:t>10049</w:t>
            </w:r>
            <w:r>
              <w:rPr>
                <w:rFonts w:ascii="Arial Narrow" w:hAnsi="Arial Narrow" w:cs="Times New Roman"/>
              </w:rPr>
              <w:t xml:space="preserve"> k.ú. Hrušovany nad Jevišovkou</w:t>
            </w:r>
          </w:p>
        </w:tc>
      </w:tr>
      <w:tr w:rsidR="00936575" w:rsidRPr="002B0419" w14:paraId="5E03BDB1" w14:textId="77777777" w:rsidTr="003D22C9">
        <w:tc>
          <w:tcPr>
            <w:tcW w:w="2943" w:type="dxa"/>
            <w:shd w:val="clear" w:color="auto" w:fill="auto"/>
          </w:tcPr>
          <w:p w14:paraId="378BDA40" w14:textId="77777777" w:rsidR="00936575" w:rsidRPr="002B0419" w:rsidRDefault="00936575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936575">
              <w:rPr>
                <w:rFonts w:ascii="Arial Narrow" w:hAnsi="Arial Narrow" w:cs="Times New Roman"/>
                <w:i/>
                <w:sz w:val="20"/>
              </w:rPr>
              <w:t xml:space="preserve">dotčené pozemky </w:t>
            </w:r>
            <w:r>
              <w:rPr>
                <w:rFonts w:ascii="Arial Narrow" w:hAnsi="Arial Narrow" w:cs="Times New Roman"/>
                <w:i/>
                <w:sz w:val="20"/>
              </w:rPr>
              <w:t>střední</w:t>
            </w:r>
          </w:p>
        </w:tc>
        <w:tc>
          <w:tcPr>
            <w:tcW w:w="6338" w:type="dxa"/>
          </w:tcPr>
          <w:p w14:paraId="0B4098FA" w14:textId="77777777" w:rsidR="000C3136" w:rsidRPr="000C3136" w:rsidRDefault="000C3136" w:rsidP="007D3CE2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 w:rsidRPr="000C3136">
              <w:rPr>
                <w:rFonts w:ascii="Arial Narrow" w:hAnsi="Arial Narrow" w:cs="Times New Roman"/>
              </w:rPr>
              <w:t>468</w:t>
            </w:r>
            <w:r w:rsidR="007D3CE2">
              <w:rPr>
                <w:rFonts w:ascii="Arial Narrow" w:hAnsi="Arial Narrow" w:cs="Times New Roman"/>
              </w:rPr>
              <w:t xml:space="preserve"> k.ú. Přibice, </w:t>
            </w:r>
            <w:r w:rsidRPr="000C3136">
              <w:rPr>
                <w:rFonts w:ascii="Arial Narrow" w:hAnsi="Arial Narrow" w:cs="Times New Roman"/>
              </w:rPr>
              <w:t>536/10</w:t>
            </w:r>
            <w:r w:rsidR="007D3CE2">
              <w:rPr>
                <w:rFonts w:ascii="Arial Narrow" w:hAnsi="Arial Narrow" w:cs="Times New Roman"/>
              </w:rPr>
              <w:t xml:space="preserve"> k.ú. Židlochovice</w:t>
            </w:r>
          </w:p>
          <w:p w14:paraId="48396C7C" w14:textId="77777777" w:rsidR="00936575" w:rsidRPr="006F4C04" w:rsidRDefault="000C3136" w:rsidP="000C3136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 w:rsidRPr="000C3136">
              <w:rPr>
                <w:rFonts w:ascii="Arial Narrow" w:hAnsi="Arial Narrow" w:cs="Times New Roman"/>
              </w:rPr>
              <w:t>1487/150</w:t>
            </w:r>
            <w:r w:rsidR="007D3CE2">
              <w:rPr>
                <w:rFonts w:ascii="Arial Narrow" w:hAnsi="Arial Narrow" w:cs="Times New Roman"/>
              </w:rPr>
              <w:t xml:space="preserve"> k.ú. Moravské Bránice, 1736/2 k.ú. Dolní Věstonice</w:t>
            </w:r>
          </w:p>
        </w:tc>
      </w:tr>
      <w:tr w:rsidR="000C3136" w:rsidRPr="002B0419" w14:paraId="16DAAA99" w14:textId="77777777" w:rsidTr="003D22C9">
        <w:tc>
          <w:tcPr>
            <w:tcW w:w="2943" w:type="dxa"/>
            <w:shd w:val="clear" w:color="auto" w:fill="auto"/>
          </w:tcPr>
          <w:p w14:paraId="509117AD" w14:textId="77777777" w:rsidR="000C3136" w:rsidRPr="00936575" w:rsidRDefault="000C3136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0C3136">
              <w:rPr>
                <w:rFonts w:ascii="Arial Narrow" w:hAnsi="Arial Narrow" w:cs="Times New Roman"/>
                <w:i/>
                <w:sz w:val="20"/>
              </w:rPr>
              <w:t xml:space="preserve">dotčené pozemky </w:t>
            </w:r>
            <w:r>
              <w:rPr>
                <w:rFonts w:ascii="Arial Narrow" w:hAnsi="Arial Narrow" w:cs="Times New Roman"/>
                <w:i/>
                <w:sz w:val="20"/>
              </w:rPr>
              <w:t>dolní</w:t>
            </w:r>
          </w:p>
        </w:tc>
        <w:tc>
          <w:tcPr>
            <w:tcW w:w="6338" w:type="dxa"/>
          </w:tcPr>
          <w:p w14:paraId="694622A9" w14:textId="77777777" w:rsidR="000C3136" w:rsidRPr="000C3136" w:rsidRDefault="000C3136" w:rsidP="007D3CE2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 w:rsidRPr="000C3136">
              <w:rPr>
                <w:rFonts w:ascii="Arial Narrow" w:hAnsi="Arial Narrow" w:cs="Times New Roman"/>
              </w:rPr>
              <w:t>555/32</w:t>
            </w:r>
            <w:r w:rsidR="007D3CE2">
              <w:rPr>
                <w:rFonts w:ascii="Arial Narrow" w:hAnsi="Arial Narrow" w:cs="Times New Roman"/>
              </w:rPr>
              <w:t xml:space="preserve">, </w:t>
            </w:r>
            <w:r w:rsidRPr="000C3136">
              <w:rPr>
                <w:rFonts w:ascii="Arial Narrow" w:hAnsi="Arial Narrow" w:cs="Times New Roman"/>
              </w:rPr>
              <w:t>555/177</w:t>
            </w:r>
            <w:r w:rsidR="007D3CE2">
              <w:rPr>
                <w:rFonts w:ascii="Arial Narrow" w:hAnsi="Arial Narrow" w:cs="Times New Roman"/>
              </w:rPr>
              <w:t xml:space="preserve">, </w:t>
            </w:r>
            <w:r w:rsidRPr="000C3136">
              <w:rPr>
                <w:rFonts w:ascii="Arial Narrow" w:hAnsi="Arial Narrow" w:cs="Times New Roman"/>
              </w:rPr>
              <w:t>555/186</w:t>
            </w:r>
            <w:r w:rsidR="007D3CE2">
              <w:rPr>
                <w:rFonts w:ascii="Arial Narrow" w:hAnsi="Arial Narrow" w:cs="Times New Roman"/>
              </w:rPr>
              <w:t xml:space="preserve"> kú. Milovice u Mikulova</w:t>
            </w:r>
          </w:p>
          <w:p w14:paraId="42AC8CEE" w14:textId="77777777" w:rsidR="000C3136" w:rsidRPr="000C3136" w:rsidRDefault="000C3136" w:rsidP="000C3136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 w:rsidRPr="000C3136">
              <w:rPr>
                <w:rFonts w:ascii="Arial Narrow" w:hAnsi="Arial Narrow" w:cs="Times New Roman"/>
              </w:rPr>
              <w:t>58/27</w:t>
            </w:r>
            <w:r w:rsidR="009A182F">
              <w:rPr>
                <w:rFonts w:ascii="Arial Narrow" w:hAnsi="Arial Narrow" w:cs="Times New Roman"/>
              </w:rPr>
              <w:t xml:space="preserve"> k.ú. Nové Mlýny</w:t>
            </w:r>
          </w:p>
          <w:p w14:paraId="70A750A3" w14:textId="77777777" w:rsidR="000C3136" w:rsidRPr="000C3136" w:rsidRDefault="000C3136" w:rsidP="000C3136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 w:rsidRPr="000C3136">
              <w:rPr>
                <w:rFonts w:ascii="Arial Narrow" w:hAnsi="Arial Narrow" w:cs="Times New Roman"/>
              </w:rPr>
              <w:t>640/4</w:t>
            </w:r>
            <w:r w:rsidR="009A182F">
              <w:rPr>
                <w:rFonts w:ascii="Arial Narrow" w:hAnsi="Arial Narrow" w:cs="Times New Roman"/>
              </w:rPr>
              <w:t xml:space="preserve"> k.ú. Dolní Věstonice (</w:t>
            </w:r>
            <w:r w:rsidR="001341D5">
              <w:rPr>
                <w:rFonts w:ascii="Arial Narrow" w:hAnsi="Arial Narrow" w:cs="Times New Roman"/>
              </w:rPr>
              <w:t>budova provozu)</w:t>
            </w:r>
          </w:p>
          <w:p w14:paraId="5DCD76AC" w14:textId="77777777" w:rsidR="000C3136" w:rsidRPr="000C3136" w:rsidRDefault="000C3136" w:rsidP="000C3136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 w:rsidRPr="000C3136">
              <w:rPr>
                <w:rFonts w:ascii="Arial Narrow" w:hAnsi="Arial Narrow" w:cs="Times New Roman"/>
              </w:rPr>
              <w:t>640/2</w:t>
            </w:r>
            <w:r w:rsidR="009A182F">
              <w:rPr>
                <w:rFonts w:ascii="Arial Narrow" w:hAnsi="Arial Narrow" w:cs="Times New Roman"/>
              </w:rPr>
              <w:t xml:space="preserve"> k.ú. Dolní Věstonice</w:t>
            </w:r>
            <w:r w:rsidR="001341D5">
              <w:rPr>
                <w:rFonts w:ascii="Arial Narrow" w:hAnsi="Arial Narrow" w:cs="Times New Roman"/>
              </w:rPr>
              <w:t xml:space="preserve"> (budova provozu)</w:t>
            </w:r>
          </w:p>
          <w:p w14:paraId="2E4E8F42" w14:textId="77777777" w:rsidR="000C3136" w:rsidRPr="000C3136" w:rsidRDefault="000C3136" w:rsidP="000C3136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 w:rsidRPr="000C3136">
              <w:rPr>
                <w:rFonts w:ascii="Arial Narrow" w:hAnsi="Arial Narrow" w:cs="Times New Roman"/>
              </w:rPr>
              <w:t>1348/3</w:t>
            </w:r>
            <w:r w:rsidR="009A182F">
              <w:rPr>
                <w:rFonts w:ascii="Arial Narrow" w:hAnsi="Arial Narrow" w:cs="Times New Roman"/>
              </w:rPr>
              <w:t xml:space="preserve"> k.ú. Ladná</w:t>
            </w:r>
          </w:p>
        </w:tc>
      </w:tr>
      <w:tr w:rsidR="003D22C9" w:rsidRPr="002B0419" w14:paraId="191AF6DB" w14:textId="77777777" w:rsidTr="003D22C9">
        <w:tc>
          <w:tcPr>
            <w:tcW w:w="2943" w:type="dxa"/>
            <w:shd w:val="clear" w:color="auto" w:fill="auto"/>
          </w:tcPr>
          <w:p w14:paraId="5DCF7E55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stupeň dokumentace</w:t>
            </w:r>
          </w:p>
        </w:tc>
        <w:tc>
          <w:tcPr>
            <w:tcW w:w="6338" w:type="dxa"/>
          </w:tcPr>
          <w:p w14:paraId="7C2E590B" w14:textId="77777777" w:rsidR="003D22C9" w:rsidRPr="002B0419" w:rsidRDefault="001E3B05" w:rsidP="001E3B05">
            <w:pPr>
              <w:widowControl w:val="0"/>
              <w:spacing w:line="280" w:lineRule="atLeast"/>
              <w:ind w:left="523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 xml:space="preserve">Dokumentace pro provádění stavby doplněná o náležitosti vyhlášky č. 169/2016 Sb. </w:t>
            </w:r>
            <w:r w:rsidRPr="001E3B05">
              <w:rPr>
                <w:rFonts w:ascii="Arial Narrow" w:hAnsi="Arial Narrow" w:cs="Times New Roman"/>
              </w:rPr>
              <w:t>o stanovení rozsahu dokumentace veřejné zakázky</w:t>
            </w:r>
          </w:p>
        </w:tc>
      </w:tr>
      <w:tr w:rsidR="003D22C9" w:rsidRPr="002B0419" w14:paraId="05F939BB" w14:textId="77777777" w:rsidTr="003D22C9">
        <w:tc>
          <w:tcPr>
            <w:tcW w:w="2943" w:type="dxa"/>
            <w:shd w:val="clear" w:color="auto" w:fill="auto"/>
          </w:tcPr>
          <w:p w14:paraId="3A7CECC7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datum vydání</w:t>
            </w:r>
          </w:p>
        </w:tc>
        <w:tc>
          <w:tcPr>
            <w:tcW w:w="6338" w:type="dxa"/>
          </w:tcPr>
          <w:p w14:paraId="65945121" w14:textId="18990D65" w:rsidR="003D22C9" w:rsidRPr="002B0419" w:rsidRDefault="00D6750C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10</w:t>
            </w:r>
            <w:r w:rsidR="003D22C9" w:rsidRPr="002B0419">
              <w:rPr>
                <w:rFonts w:ascii="Arial Narrow" w:hAnsi="Arial Narrow" w:cs="Times New Roman"/>
              </w:rPr>
              <w:t xml:space="preserve"> / 20</w:t>
            </w:r>
            <w:r>
              <w:rPr>
                <w:rFonts w:ascii="Arial Narrow" w:hAnsi="Arial Narrow" w:cs="Times New Roman"/>
              </w:rPr>
              <w:t>24</w:t>
            </w:r>
          </w:p>
        </w:tc>
      </w:tr>
      <w:tr w:rsidR="003D22C9" w:rsidRPr="002B0419" w14:paraId="16C0BA2D" w14:textId="77777777" w:rsidTr="003D22C9">
        <w:tc>
          <w:tcPr>
            <w:tcW w:w="2943" w:type="dxa"/>
            <w:shd w:val="clear" w:color="auto" w:fill="auto"/>
          </w:tcPr>
          <w:p w14:paraId="45286D23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číslo zakázky</w:t>
            </w:r>
          </w:p>
        </w:tc>
        <w:tc>
          <w:tcPr>
            <w:tcW w:w="6338" w:type="dxa"/>
          </w:tcPr>
          <w:p w14:paraId="3AEFA604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17</w:t>
            </w:r>
            <w:r w:rsidRPr="002B0419">
              <w:rPr>
                <w:rFonts w:ascii="Arial Narrow" w:hAnsi="Arial Narrow" w:cs="Times New Roman"/>
              </w:rPr>
              <w:t>-0</w:t>
            </w:r>
            <w:r>
              <w:rPr>
                <w:rFonts w:ascii="Arial Narrow" w:hAnsi="Arial Narrow" w:cs="Times New Roman"/>
              </w:rPr>
              <w:t>20</w:t>
            </w:r>
          </w:p>
        </w:tc>
      </w:tr>
    </w:tbl>
    <w:p w14:paraId="7AB31833" w14:textId="77777777" w:rsidR="003D22C9" w:rsidRPr="002B0419" w:rsidRDefault="003D22C9" w:rsidP="003D22C9">
      <w:pPr>
        <w:keepNext/>
        <w:widowControl w:val="0"/>
        <w:numPr>
          <w:ilvl w:val="1"/>
          <w:numId w:val="19"/>
        </w:numPr>
        <w:pBdr>
          <w:bottom w:val="single" w:sz="4" w:space="1" w:color="808080"/>
        </w:pBdr>
        <w:spacing w:before="240"/>
        <w:outlineLvl w:val="1"/>
        <w:rPr>
          <w:rFonts w:ascii="Arial Narrow" w:hAnsi="Arial Narrow"/>
          <w:b/>
          <w:bCs/>
          <w:iCs/>
          <w:szCs w:val="32"/>
        </w:rPr>
      </w:pPr>
      <w:bookmarkStart w:id="13" w:name="_Toc441153055"/>
      <w:bookmarkStart w:id="14" w:name="_Toc448153993"/>
      <w:bookmarkStart w:id="15" w:name="_Toc484424095"/>
      <w:bookmarkStart w:id="16" w:name="_Toc431976334"/>
      <w:bookmarkStart w:id="17" w:name="_Toc440894810"/>
      <w:r w:rsidRPr="002B0419">
        <w:rPr>
          <w:rFonts w:ascii="Arial Narrow" w:hAnsi="Arial Narrow"/>
          <w:b/>
          <w:bCs/>
          <w:iCs/>
          <w:szCs w:val="32"/>
        </w:rPr>
        <w:t>Základní údaje o stavebníkovi</w:t>
      </w:r>
      <w:bookmarkEnd w:id="13"/>
      <w:bookmarkEnd w:id="14"/>
      <w:bookmarkEnd w:id="15"/>
    </w:p>
    <w:p w14:paraId="43B46426" w14:textId="77777777" w:rsidR="003D22C9" w:rsidRPr="002B0419" w:rsidRDefault="003D22C9" w:rsidP="003D22C9">
      <w:pPr>
        <w:widowControl w:val="0"/>
        <w:spacing w:before="120" w:line="280" w:lineRule="atLeast"/>
        <w:ind w:firstLine="567"/>
        <w:rPr>
          <w:rFonts w:ascii="Arial Narrow" w:hAnsi="Arial Narrow" w:cs="Times New Roman"/>
          <w:szCs w:val="20"/>
        </w:rPr>
      </w:pPr>
    </w:p>
    <w:tbl>
      <w:tblPr>
        <w:tblW w:w="9247" w:type="dxa"/>
        <w:tblInd w:w="534" w:type="dxa"/>
        <w:tblBorders>
          <w:insideH w:val="dashed" w:sz="4" w:space="0" w:color="808080"/>
        </w:tblBorders>
        <w:tblLook w:val="04A0" w:firstRow="1" w:lastRow="0" w:firstColumn="1" w:lastColumn="0" w:noHBand="0" w:noVBand="1"/>
      </w:tblPr>
      <w:tblGrid>
        <w:gridCol w:w="2943"/>
        <w:gridCol w:w="6304"/>
      </w:tblGrid>
      <w:tr w:rsidR="003D22C9" w:rsidRPr="002B0419" w14:paraId="6655FB41" w14:textId="77777777" w:rsidTr="003D22C9">
        <w:tc>
          <w:tcPr>
            <w:tcW w:w="2943" w:type="dxa"/>
            <w:shd w:val="clear" w:color="auto" w:fill="auto"/>
          </w:tcPr>
          <w:p w14:paraId="7A72D6F3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jméno / název firmy</w:t>
            </w:r>
          </w:p>
        </w:tc>
        <w:tc>
          <w:tcPr>
            <w:tcW w:w="6304" w:type="dxa"/>
          </w:tcPr>
          <w:p w14:paraId="22AD1D9E" w14:textId="77777777" w:rsidR="003D22C9" w:rsidRPr="00095A4D" w:rsidRDefault="00095A4D" w:rsidP="00095A4D">
            <w:pPr>
              <w:widowControl w:val="0"/>
              <w:spacing w:line="280" w:lineRule="atLeast"/>
              <w:ind w:left="523"/>
              <w:rPr>
                <w:rFonts w:ascii="Arial Narrow" w:hAnsi="Arial Narrow" w:cs="Times New Roman"/>
              </w:rPr>
            </w:pPr>
            <w:r w:rsidRPr="00095A4D">
              <w:rPr>
                <w:rFonts w:ascii="Arial Narrow" w:hAnsi="Arial Narrow" w:cs="Times New Roman"/>
              </w:rPr>
              <w:t>Povodí Moravy, s.p., Dřevařská 11, 602 00 Brno</w:t>
            </w:r>
          </w:p>
        </w:tc>
      </w:tr>
      <w:tr w:rsidR="003D22C9" w:rsidRPr="002B0419" w14:paraId="355A7C05" w14:textId="77777777" w:rsidTr="003D22C9">
        <w:tc>
          <w:tcPr>
            <w:tcW w:w="2943" w:type="dxa"/>
            <w:tcBorders>
              <w:top w:val="dashed" w:sz="4" w:space="0" w:color="808080"/>
              <w:bottom w:val="dashed" w:sz="4" w:space="0" w:color="808080"/>
            </w:tcBorders>
            <w:shd w:val="clear" w:color="auto" w:fill="auto"/>
          </w:tcPr>
          <w:p w14:paraId="0B94EA0C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adresa / sídlo firmy</w:t>
            </w:r>
          </w:p>
        </w:tc>
        <w:tc>
          <w:tcPr>
            <w:tcW w:w="6304" w:type="dxa"/>
            <w:tcBorders>
              <w:top w:val="dashed" w:sz="4" w:space="0" w:color="808080"/>
              <w:bottom w:val="dashed" w:sz="4" w:space="0" w:color="808080"/>
            </w:tcBorders>
          </w:tcPr>
          <w:p w14:paraId="6AE38461" w14:textId="77777777" w:rsidR="003D22C9" w:rsidRPr="001D2E44" w:rsidRDefault="00095A4D" w:rsidP="00095A4D">
            <w:pPr>
              <w:widowControl w:val="0"/>
              <w:spacing w:line="280" w:lineRule="atLeast"/>
              <w:ind w:left="523"/>
              <w:rPr>
                <w:rFonts w:ascii="Arial Narrow" w:hAnsi="Arial Narrow" w:cs="Times New Roman"/>
              </w:rPr>
            </w:pPr>
            <w:r w:rsidRPr="00095A4D">
              <w:rPr>
                <w:rFonts w:ascii="Arial Narrow" w:hAnsi="Arial Narrow" w:cs="Times New Roman"/>
              </w:rPr>
              <w:t>Dřevařská 11, 602 00 Brno</w:t>
            </w:r>
          </w:p>
        </w:tc>
      </w:tr>
      <w:tr w:rsidR="003D22C9" w:rsidRPr="002B0419" w14:paraId="046B031C" w14:textId="77777777" w:rsidTr="003D22C9">
        <w:tc>
          <w:tcPr>
            <w:tcW w:w="2943" w:type="dxa"/>
            <w:tcBorders>
              <w:top w:val="dashed" w:sz="4" w:space="0" w:color="808080"/>
              <w:bottom w:val="nil"/>
            </w:tcBorders>
            <w:shd w:val="clear" w:color="auto" w:fill="auto"/>
          </w:tcPr>
          <w:p w14:paraId="6B548C2D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obchodní údaje</w:t>
            </w:r>
          </w:p>
        </w:tc>
        <w:tc>
          <w:tcPr>
            <w:tcW w:w="6304" w:type="dxa"/>
            <w:tcBorders>
              <w:top w:val="dashed" w:sz="4" w:space="0" w:color="808080"/>
              <w:bottom w:val="nil"/>
            </w:tcBorders>
          </w:tcPr>
          <w:p w14:paraId="25929BAD" w14:textId="77777777" w:rsidR="003D22C9" w:rsidRPr="001D2E44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 w:rsidRPr="001D2E44">
              <w:rPr>
                <w:rFonts w:ascii="Arial Narrow" w:hAnsi="Arial Narrow" w:cs="Times New Roman"/>
              </w:rPr>
              <w:t>IČ</w:t>
            </w:r>
            <w:r w:rsidR="00095A4D">
              <w:rPr>
                <w:rFonts w:ascii="Arial Narrow" w:hAnsi="Arial Narrow" w:cs="Times New Roman"/>
              </w:rPr>
              <w:t>: 70890013</w:t>
            </w:r>
          </w:p>
        </w:tc>
      </w:tr>
      <w:tr w:rsidR="003D22C9" w:rsidRPr="002B0419" w14:paraId="035875C1" w14:textId="77777777" w:rsidTr="003D22C9">
        <w:tc>
          <w:tcPr>
            <w:tcW w:w="2943" w:type="dxa"/>
            <w:tcBorders>
              <w:top w:val="nil"/>
              <w:bottom w:val="nil"/>
            </w:tcBorders>
            <w:shd w:val="clear" w:color="auto" w:fill="auto"/>
          </w:tcPr>
          <w:p w14:paraId="1862F2AF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</w:p>
        </w:tc>
        <w:tc>
          <w:tcPr>
            <w:tcW w:w="6304" w:type="dxa"/>
            <w:tcBorders>
              <w:top w:val="nil"/>
              <w:bottom w:val="nil"/>
            </w:tcBorders>
          </w:tcPr>
          <w:p w14:paraId="2704EF2E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</w:p>
        </w:tc>
      </w:tr>
    </w:tbl>
    <w:p w14:paraId="73AA2FDF" w14:textId="77777777" w:rsidR="003D22C9" w:rsidRPr="002B0419" w:rsidRDefault="003D22C9" w:rsidP="003D22C9">
      <w:pPr>
        <w:keepNext/>
        <w:widowControl w:val="0"/>
        <w:numPr>
          <w:ilvl w:val="1"/>
          <w:numId w:val="19"/>
        </w:numPr>
        <w:pBdr>
          <w:bottom w:val="single" w:sz="4" w:space="1" w:color="808080"/>
        </w:pBdr>
        <w:spacing w:before="240"/>
        <w:outlineLvl w:val="1"/>
        <w:rPr>
          <w:rFonts w:ascii="Arial Narrow" w:hAnsi="Arial Narrow"/>
          <w:b/>
          <w:bCs/>
          <w:iCs/>
          <w:szCs w:val="32"/>
        </w:rPr>
      </w:pPr>
      <w:bookmarkStart w:id="18" w:name="_Toc448153994"/>
      <w:bookmarkStart w:id="19" w:name="_Toc484424096"/>
      <w:r w:rsidRPr="002B0419">
        <w:rPr>
          <w:rFonts w:ascii="Arial Narrow" w:hAnsi="Arial Narrow"/>
          <w:b/>
          <w:bCs/>
          <w:iCs/>
          <w:szCs w:val="32"/>
        </w:rPr>
        <w:t>Údaje a doklady o zpracovateli dokumentace</w:t>
      </w:r>
      <w:bookmarkEnd w:id="16"/>
      <w:bookmarkEnd w:id="17"/>
      <w:bookmarkEnd w:id="18"/>
      <w:bookmarkEnd w:id="19"/>
      <w:r w:rsidRPr="002B0419">
        <w:rPr>
          <w:rFonts w:ascii="Arial Narrow" w:hAnsi="Arial Narrow"/>
          <w:b/>
          <w:bCs/>
          <w:iCs/>
          <w:szCs w:val="32"/>
        </w:rPr>
        <w:t xml:space="preserve"> </w:t>
      </w:r>
    </w:p>
    <w:p w14:paraId="62FB7825" w14:textId="77777777" w:rsidR="003D22C9" w:rsidRPr="002B0419" w:rsidRDefault="003D22C9" w:rsidP="003D22C9">
      <w:pPr>
        <w:keepNext/>
        <w:widowControl w:val="0"/>
        <w:numPr>
          <w:ilvl w:val="2"/>
          <w:numId w:val="19"/>
        </w:numPr>
        <w:spacing w:before="240"/>
        <w:ind w:left="0" w:firstLine="0"/>
        <w:outlineLvl w:val="2"/>
        <w:rPr>
          <w:rFonts w:ascii="Arial Narrow" w:hAnsi="Arial Narrow"/>
          <w:b/>
          <w:bCs/>
          <w:szCs w:val="26"/>
        </w:rPr>
      </w:pPr>
      <w:bookmarkStart w:id="20" w:name="_Toc48103289"/>
      <w:bookmarkStart w:id="21" w:name="_Toc191811563"/>
      <w:bookmarkStart w:id="22" w:name="_Toc250701967"/>
      <w:bookmarkStart w:id="23" w:name="_Toc258785929"/>
      <w:bookmarkStart w:id="24" w:name="_Toc351112848"/>
      <w:bookmarkStart w:id="25" w:name="_Toc431976335"/>
      <w:bookmarkStart w:id="26" w:name="_Toc440894811"/>
      <w:bookmarkStart w:id="27" w:name="_Toc448153995"/>
      <w:bookmarkStart w:id="28" w:name="_Toc480413991"/>
      <w:bookmarkStart w:id="29" w:name="_Toc484424097"/>
      <w:r w:rsidRPr="002B0419">
        <w:rPr>
          <w:rFonts w:ascii="Arial Narrow" w:hAnsi="Arial Narrow"/>
          <w:b/>
          <w:bCs/>
          <w:szCs w:val="26"/>
        </w:rPr>
        <w:t>Údaje a doklady obchodní</w:t>
      </w:r>
      <w:bookmarkEnd w:id="20"/>
      <w:bookmarkEnd w:id="21"/>
      <w:bookmarkEnd w:id="22"/>
      <w:bookmarkEnd w:id="23"/>
      <w:r w:rsidRPr="002B0419">
        <w:rPr>
          <w:rFonts w:ascii="Arial Narrow" w:hAnsi="Arial Narrow"/>
          <w:b/>
          <w:bCs/>
          <w:szCs w:val="26"/>
        </w:rPr>
        <w:t xml:space="preserve"> generálního projektanta</w:t>
      </w:r>
      <w:bookmarkEnd w:id="24"/>
      <w:bookmarkEnd w:id="25"/>
      <w:bookmarkEnd w:id="26"/>
      <w:bookmarkEnd w:id="27"/>
      <w:bookmarkEnd w:id="28"/>
      <w:bookmarkEnd w:id="29"/>
    </w:p>
    <w:p w14:paraId="643D0047" w14:textId="77777777" w:rsidR="003D22C9" w:rsidRPr="002B0419" w:rsidRDefault="003D22C9" w:rsidP="003D22C9">
      <w:pPr>
        <w:widowControl w:val="0"/>
        <w:spacing w:before="120" w:line="280" w:lineRule="atLeast"/>
        <w:ind w:firstLine="1276"/>
        <w:jc w:val="center"/>
        <w:rPr>
          <w:rFonts w:ascii="Arial Narrow" w:hAnsi="Arial Narrow" w:cs="Times New Roman"/>
          <w:szCs w:val="20"/>
        </w:rPr>
      </w:pPr>
    </w:p>
    <w:tbl>
      <w:tblPr>
        <w:tblW w:w="9247" w:type="dxa"/>
        <w:tblInd w:w="534" w:type="dxa"/>
        <w:tblBorders>
          <w:insideH w:val="dashed" w:sz="4" w:space="0" w:color="808080"/>
        </w:tblBorders>
        <w:tblLook w:val="04A0" w:firstRow="1" w:lastRow="0" w:firstColumn="1" w:lastColumn="0" w:noHBand="0" w:noVBand="1"/>
      </w:tblPr>
      <w:tblGrid>
        <w:gridCol w:w="2943"/>
        <w:gridCol w:w="6304"/>
      </w:tblGrid>
      <w:tr w:rsidR="003D22C9" w:rsidRPr="002B0419" w14:paraId="1782F61F" w14:textId="77777777" w:rsidTr="003D22C9">
        <w:tc>
          <w:tcPr>
            <w:tcW w:w="2943" w:type="dxa"/>
            <w:shd w:val="clear" w:color="auto" w:fill="auto"/>
          </w:tcPr>
          <w:p w14:paraId="13407FA8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jméno / název firmy</w:t>
            </w:r>
          </w:p>
        </w:tc>
        <w:tc>
          <w:tcPr>
            <w:tcW w:w="6304" w:type="dxa"/>
          </w:tcPr>
          <w:p w14:paraId="2C6E1E08" w14:textId="77777777" w:rsidR="003D22C9" w:rsidRPr="002B0419" w:rsidRDefault="00095A4D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COLSYS, s.r.o.</w:t>
            </w:r>
            <w:r w:rsidR="003D22C9" w:rsidRPr="002F6C36">
              <w:rPr>
                <w:rFonts w:ascii="Arial Narrow" w:hAnsi="Arial Narrow" w:cs="Times New Roman"/>
                <w:b/>
              </w:rPr>
              <w:t xml:space="preserve"> </w:t>
            </w:r>
          </w:p>
        </w:tc>
      </w:tr>
      <w:tr w:rsidR="003D22C9" w:rsidRPr="002B0419" w14:paraId="35384A75" w14:textId="77777777" w:rsidTr="003D22C9">
        <w:tc>
          <w:tcPr>
            <w:tcW w:w="2943" w:type="dxa"/>
            <w:tcBorders>
              <w:bottom w:val="dashed" w:sz="4" w:space="0" w:color="808080"/>
            </w:tcBorders>
            <w:shd w:val="clear" w:color="auto" w:fill="auto"/>
          </w:tcPr>
          <w:p w14:paraId="1628B53E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adresa / sídlo firmy</w:t>
            </w:r>
          </w:p>
        </w:tc>
        <w:tc>
          <w:tcPr>
            <w:tcW w:w="6304" w:type="dxa"/>
            <w:tcBorders>
              <w:bottom w:val="dashed" w:sz="4" w:space="0" w:color="808080"/>
            </w:tcBorders>
          </w:tcPr>
          <w:p w14:paraId="32BDC4EB" w14:textId="77777777" w:rsidR="003D22C9" w:rsidRPr="002F6C36" w:rsidRDefault="00095A4D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Buštěhradská 109, 272 030 Kladno</w:t>
            </w:r>
          </w:p>
        </w:tc>
      </w:tr>
      <w:tr w:rsidR="003D22C9" w:rsidRPr="002B0419" w14:paraId="50B8B3D9" w14:textId="77777777" w:rsidTr="003D22C9">
        <w:tc>
          <w:tcPr>
            <w:tcW w:w="2943" w:type="dxa"/>
            <w:tcBorders>
              <w:top w:val="dashed" w:sz="4" w:space="0" w:color="808080"/>
              <w:bottom w:val="dashed" w:sz="4" w:space="0" w:color="808080"/>
            </w:tcBorders>
            <w:shd w:val="clear" w:color="auto" w:fill="auto"/>
          </w:tcPr>
          <w:p w14:paraId="4B8D313C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obchodní údaje</w:t>
            </w:r>
          </w:p>
        </w:tc>
        <w:tc>
          <w:tcPr>
            <w:tcW w:w="6304" w:type="dxa"/>
            <w:tcBorders>
              <w:top w:val="dashed" w:sz="4" w:space="0" w:color="808080"/>
              <w:bottom w:val="dashed" w:sz="4" w:space="0" w:color="808080"/>
            </w:tcBorders>
          </w:tcPr>
          <w:p w14:paraId="02A6B69F" w14:textId="77777777" w:rsidR="003D22C9" w:rsidRPr="002F6C36" w:rsidRDefault="00095A4D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IČ</w:t>
            </w:r>
            <w:r w:rsidR="003D22C9" w:rsidRPr="002F6C36">
              <w:rPr>
                <w:rFonts w:ascii="Arial Narrow" w:hAnsi="Arial Narrow" w:cs="Times New Roman"/>
              </w:rPr>
              <w:t xml:space="preserve">: </w:t>
            </w:r>
            <w:r>
              <w:rPr>
                <w:rFonts w:ascii="Arial Narrow" w:hAnsi="Arial Narrow" w:cs="Times New Roman"/>
              </w:rPr>
              <w:t>14799634</w:t>
            </w:r>
            <w:r w:rsidR="003D22C9" w:rsidRPr="002F6C36">
              <w:rPr>
                <w:rFonts w:ascii="Arial Narrow" w:hAnsi="Arial Narrow" w:cs="Times New Roman"/>
              </w:rPr>
              <w:t>,</w:t>
            </w:r>
          </w:p>
        </w:tc>
      </w:tr>
      <w:tr w:rsidR="003D22C9" w:rsidRPr="002B0419" w14:paraId="3EBAADA1" w14:textId="77777777" w:rsidTr="003D22C9">
        <w:tc>
          <w:tcPr>
            <w:tcW w:w="2943" w:type="dxa"/>
            <w:tcBorders>
              <w:top w:val="dashed" w:sz="4" w:space="0" w:color="808080"/>
              <w:bottom w:val="nil"/>
            </w:tcBorders>
            <w:shd w:val="clear" w:color="auto" w:fill="auto"/>
          </w:tcPr>
          <w:p w14:paraId="58D86D9D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</w:rPr>
              <w:t>k</w:t>
            </w:r>
            <w:r w:rsidRPr="002B0419">
              <w:rPr>
                <w:rFonts w:ascii="Arial Narrow" w:hAnsi="Arial Narrow" w:cs="Times New Roman"/>
                <w:i/>
                <w:sz w:val="20"/>
              </w:rPr>
              <w:t>ontaktní údaje</w:t>
            </w:r>
            <w:r w:rsidRPr="002B0419">
              <w:rPr>
                <w:rFonts w:ascii="Arial Narrow" w:hAnsi="Arial Narrow" w:cs="Times New Roman"/>
                <w:i/>
              </w:rPr>
              <w:t xml:space="preserve"> </w:t>
            </w:r>
            <w:r w:rsidRPr="002B0419">
              <w:rPr>
                <w:rFonts w:ascii="Arial Narrow" w:hAnsi="Arial Narrow" w:cs="Times New Roman"/>
                <w:i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>/ telefon</w:t>
            </w:r>
          </w:p>
        </w:tc>
        <w:tc>
          <w:tcPr>
            <w:tcW w:w="6304" w:type="dxa"/>
            <w:tcBorders>
              <w:top w:val="dashed" w:sz="4" w:space="0" w:color="808080"/>
              <w:bottom w:val="nil"/>
            </w:tcBorders>
          </w:tcPr>
          <w:p w14:paraId="01F21274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 w:rsidRPr="001E3259">
              <w:rPr>
                <w:rFonts w:ascii="Arial Narrow" w:hAnsi="Arial Narrow" w:cs="Times New Roman"/>
              </w:rPr>
              <w:t>+420</w:t>
            </w:r>
            <w:r w:rsidR="00095A4D">
              <w:rPr>
                <w:rFonts w:ascii="Arial Narrow" w:hAnsi="Arial Narrow" w:cs="Times New Roman"/>
              </w:rPr>
              <w:t> 312 278 111</w:t>
            </w:r>
          </w:p>
        </w:tc>
      </w:tr>
      <w:tr w:rsidR="003D22C9" w:rsidRPr="002B0419" w14:paraId="3FF0D7E7" w14:textId="77777777" w:rsidTr="003D22C9">
        <w:tc>
          <w:tcPr>
            <w:tcW w:w="2943" w:type="dxa"/>
            <w:tcBorders>
              <w:top w:val="nil"/>
              <w:bottom w:val="nil"/>
            </w:tcBorders>
            <w:shd w:val="clear" w:color="auto" w:fill="auto"/>
          </w:tcPr>
          <w:p w14:paraId="1AA3C9E4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  <w:t>/ mail</w:t>
            </w:r>
          </w:p>
        </w:tc>
        <w:tc>
          <w:tcPr>
            <w:tcW w:w="6304" w:type="dxa"/>
            <w:tcBorders>
              <w:top w:val="nil"/>
              <w:bottom w:val="nil"/>
            </w:tcBorders>
          </w:tcPr>
          <w:p w14:paraId="1884F67D" w14:textId="77777777" w:rsidR="00FC61D3" w:rsidRPr="00FC61D3" w:rsidRDefault="004E669B" w:rsidP="00FC61D3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color w:val="0000FF"/>
                <w:szCs w:val="20"/>
                <w:u w:val="single"/>
              </w:rPr>
            </w:pPr>
            <w:hyperlink r:id="rId12" w:history="1">
              <w:r w:rsidRPr="004D35FE">
                <w:rPr>
                  <w:rStyle w:val="Hypertextovodkaz"/>
                  <w:rFonts w:ascii="Arial Narrow" w:hAnsi="Arial Narrow" w:cs="Times New Roman"/>
                </w:rPr>
                <w:t>kladno@colsys.cz</w:t>
              </w:r>
            </w:hyperlink>
          </w:p>
        </w:tc>
      </w:tr>
      <w:tr w:rsidR="003D22C9" w:rsidRPr="002B0419" w14:paraId="1DDDA1D8" w14:textId="77777777" w:rsidTr="003D22C9">
        <w:tc>
          <w:tcPr>
            <w:tcW w:w="2943" w:type="dxa"/>
            <w:tcBorders>
              <w:top w:val="nil"/>
              <w:bottom w:val="nil"/>
            </w:tcBorders>
            <w:shd w:val="clear" w:color="auto" w:fill="auto"/>
          </w:tcPr>
          <w:p w14:paraId="15977F21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jc w:val="right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/ internet</w:t>
            </w:r>
          </w:p>
        </w:tc>
        <w:tc>
          <w:tcPr>
            <w:tcW w:w="6304" w:type="dxa"/>
            <w:tcBorders>
              <w:top w:val="nil"/>
              <w:bottom w:val="nil"/>
            </w:tcBorders>
          </w:tcPr>
          <w:p w14:paraId="6FF4D007" w14:textId="77777777" w:rsidR="003D22C9" w:rsidRPr="002B0419" w:rsidRDefault="007E0C07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hyperlink r:id="rId13" w:history="1">
              <w:r w:rsidRPr="004D35FE">
                <w:rPr>
                  <w:rStyle w:val="Hypertextovodkaz"/>
                  <w:rFonts w:ascii="Arial Narrow" w:hAnsi="Arial Narrow" w:cs="Times New Roman"/>
                </w:rPr>
                <w:t>www.colsys.cz</w:t>
              </w:r>
            </w:hyperlink>
          </w:p>
        </w:tc>
      </w:tr>
    </w:tbl>
    <w:p w14:paraId="5A969457" w14:textId="77777777" w:rsidR="003D22C9" w:rsidRPr="002B0419" w:rsidRDefault="003D22C9" w:rsidP="003D22C9">
      <w:pPr>
        <w:keepNext/>
        <w:widowControl w:val="0"/>
        <w:numPr>
          <w:ilvl w:val="2"/>
          <w:numId w:val="19"/>
        </w:numPr>
        <w:spacing w:before="240"/>
        <w:ind w:left="0" w:firstLine="0"/>
        <w:outlineLvl w:val="2"/>
        <w:rPr>
          <w:rFonts w:ascii="Arial Narrow" w:hAnsi="Arial Narrow"/>
          <w:b/>
          <w:bCs/>
          <w:szCs w:val="26"/>
        </w:rPr>
      </w:pPr>
      <w:bookmarkStart w:id="30" w:name="_Toc431976336"/>
      <w:bookmarkStart w:id="31" w:name="_Toc440894812"/>
      <w:bookmarkStart w:id="32" w:name="_Toc448153996"/>
      <w:bookmarkStart w:id="33" w:name="_Toc480413992"/>
      <w:bookmarkStart w:id="34" w:name="_Toc484424098"/>
      <w:r>
        <w:rPr>
          <w:rFonts w:ascii="Arial Narrow" w:hAnsi="Arial Narrow"/>
          <w:b/>
          <w:bCs/>
          <w:szCs w:val="26"/>
        </w:rPr>
        <w:lastRenderedPageBreak/>
        <w:t>Zpracovatel části</w:t>
      </w:r>
      <w:r w:rsidRPr="002B0419">
        <w:rPr>
          <w:rFonts w:ascii="Arial Narrow" w:hAnsi="Arial Narrow"/>
          <w:b/>
          <w:bCs/>
          <w:szCs w:val="26"/>
        </w:rPr>
        <w:t xml:space="preserve"> PD</w:t>
      </w:r>
      <w:bookmarkEnd w:id="30"/>
      <w:bookmarkEnd w:id="31"/>
      <w:bookmarkEnd w:id="32"/>
      <w:bookmarkEnd w:id="33"/>
      <w:bookmarkEnd w:id="34"/>
    </w:p>
    <w:tbl>
      <w:tblPr>
        <w:tblW w:w="9247" w:type="dxa"/>
        <w:tblInd w:w="534" w:type="dxa"/>
        <w:tblBorders>
          <w:bottom w:val="dashed" w:sz="4" w:space="0" w:color="808080"/>
          <w:insideH w:val="dashed" w:sz="4" w:space="0" w:color="808080"/>
        </w:tblBorders>
        <w:tblLook w:val="04A0" w:firstRow="1" w:lastRow="0" w:firstColumn="1" w:lastColumn="0" w:noHBand="0" w:noVBand="1"/>
      </w:tblPr>
      <w:tblGrid>
        <w:gridCol w:w="2943"/>
        <w:gridCol w:w="6304"/>
      </w:tblGrid>
      <w:tr w:rsidR="003D22C9" w:rsidRPr="002B0419" w14:paraId="51B7A4ED" w14:textId="77777777" w:rsidTr="003D22C9">
        <w:tc>
          <w:tcPr>
            <w:tcW w:w="2943" w:type="dxa"/>
            <w:shd w:val="clear" w:color="auto" w:fill="auto"/>
          </w:tcPr>
          <w:p w14:paraId="5DC5A246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 xml:space="preserve">část dokumentace </w:t>
            </w:r>
          </w:p>
        </w:tc>
        <w:tc>
          <w:tcPr>
            <w:tcW w:w="6304" w:type="dxa"/>
          </w:tcPr>
          <w:p w14:paraId="01EF3B03" w14:textId="77777777" w:rsidR="003D22C9" w:rsidRPr="002B0419" w:rsidRDefault="007E0C07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Průvodní zpráva</w:t>
            </w:r>
          </w:p>
        </w:tc>
      </w:tr>
      <w:tr w:rsidR="003D22C9" w:rsidRPr="002B0419" w14:paraId="15AE214D" w14:textId="77777777" w:rsidTr="003D22C9">
        <w:tc>
          <w:tcPr>
            <w:tcW w:w="2943" w:type="dxa"/>
            <w:shd w:val="clear" w:color="auto" w:fill="auto"/>
          </w:tcPr>
          <w:p w14:paraId="0D3EF2D7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jméno a příjmení</w:t>
            </w:r>
          </w:p>
        </w:tc>
        <w:tc>
          <w:tcPr>
            <w:tcW w:w="6304" w:type="dxa"/>
          </w:tcPr>
          <w:p w14:paraId="42F6EB50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b/>
              </w:rPr>
            </w:pPr>
            <w:r w:rsidRPr="002B0419">
              <w:rPr>
                <w:rFonts w:ascii="Arial Narrow" w:hAnsi="Arial Narrow" w:cs="Times New Roman"/>
                <w:b/>
              </w:rPr>
              <w:t xml:space="preserve">Ing. </w:t>
            </w:r>
            <w:r>
              <w:rPr>
                <w:rFonts w:ascii="Arial Narrow" w:hAnsi="Arial Narrow" w:cs="Times New Roman"/>
                <w:b/>
              </w:rPr>
              <w:t>Miloslav Misterka</w:t>
            </w:r>
          </w:p>
        </w:tc>
      </w:tr>
      <w:tr w:rsidR="003D22C9" w:rsidRPr="002B0419" w14:paraId="131B995B" w14:textId="77777777" w:rsidTr="003D22C9">
        <w:tc>
          <w:tcPr>
            <w:tcW w:w="2943" w:type="dxa"/>
            <w:shd w:val="clear" w:color="auto" w:fill="auto"/>
          </w:tcPr>
          <w:p w14:paraId="54403427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adresa / sídlo firmy</w:t>
            </w:r>
          </w:p>
        </w:tc>
        <w:tc>
          <w:tcPr>
            <w:tcW w:w="6304" w:type="dxa"/>
          </w:tcPr>
          <w:p w14:paraId="3E1DAA50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Havířovská 427, Praha 9</w:t>
            </w:r>
          </w:p>
        </w:tc>
      </w:tr>
      <w:tr w:rsidR="003D22C9" w:rsidRPr="002B0419" w14:paraId="335A9154" w14:textId="77777777" w:rsidTr="003D22C9">
        <w:tc>
          <w:tcPr>
            <w:tcW w:w="2943" w:type="dxa"/>
            <w:shd w:val="clear" w:color="auto" w:fill="auto"/>
          </w:tcPr>
          <w:p w14:paraId="24D6E6D1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</w:rPr>
              <w:t>k</w:t>
            </w:r>
            <w:r w:rsidRPr="002B0419">
              <w:rPr>
                <w:rFonts w:ascii="Arial Narrow" w:hAnsi="Arial Narrow" w:cs="Times New Roman"/>
                <w:i/>
                <w:sz w:val="20"/>
              </w:rPr>
              <w:t xml:space="preserve">ontaktní údaje   </w:t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  <w:t>/ telefon</w:t>
            </w:r>
          </w:p>
        </w:tc>
        <w:tc>
          <w:tcPr>
            <w:tcW w:w="6304" w:type="dxa"/>
          </w:tcPr>
          <w:p w14:paraId="6361A096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603 855 275</w:t>
            </w:r>
          </w:p>
        </w:tc>
      </w:tr>
      <w:tr w:rsidR="003D22C9" w:rsidRPr="002B0419" w14:paraId="5C4027BB" w14:textId="77777777" w:rsidTr="003D22C9">
        <w:tc>
          <w:tcPr>
            <w:tcW w:w="2943" w:type="dxa"/>
            <w:shd w:val="clear" w:color="auto" w:fill="auto"/>
          </w:tcPr>
          <w:p w14:paraId="34862081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  <w:t>/ mail</w:t>
            </w:r>
          </w:p>
        </w:tc>
        <w:tc>
          <w:tcPr>
            <w:tcW w:w="6304" w:type="dxa"/>
          </w:tcPr>
          <w:p w14:paraId="1899B84D" w14:textId="77777777" w:rsidR="003D22C9" w:rsidRPr="002B0419" w:rsidRDefault="000B4A4C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color w:val="FF0000"/>
              </w:rPr>
            </w:pPr>
            <w:hyperlink r:id="rId14" w:history="1">
              <w:r w:rsidRPr="0097289E">
                <w:rPr>
                  <w:rStyle w:val="Hypertextovodkaz"/>
                  <w:rFonts w:ascii="Arial Narrow" w:hAnsi="Arial Narrow" w:cs="Times New Roman"/>
                </w:rPr>
                <w:t>miloslav.misterka@gmail.com</w:t>
              </w:r>
            </w:hyperlink>
          </w:p>
        </w:tc>
      </w:tr>
      <w:bookmarkEnd w:id="10"/>
      <w:bookmarkEnd w:id="11"/>
    </w:tbl>
    <w:p w14:paraId="24410EE5" w14:textId="77777777" w:rsidR="00FC61D3" w:rsidRDefault="00FC61D3" w:rsidP="001341D5">
      <w:pPr>
        <w:pStyle w:val="N1"/>
        <w:numPr>
          <w:ilvl w:val="0"/>
          <w:numId w:val="0"/>
        </w:numPr>
        <w:ind w:left="432"/>
        <w:sectPr w:rsidR="00FC61D3" w:rsidSect="00C54B91">
          <w:pgSz w:w="11906" w:h="16838" w:code="9"/>
          <w:pgMar w:top="2875" w:right="1274" w:bottom="1797" w:left="907" w:header="907" w:footer="737" w:gutter="0"/>
          <w:cols w:space="708"/>
          <w:titlePg/>
          <w:docGrid w:linePitch="360"/>
        </w:sectPr>
      </w:pPr>
    </w:p>
    <w:p w14:paraId="6EE5387C" w14:textId="77777777" w:rsidR="00FC61D3" w:rsidRPr="00147A61" w:rsidRDefault="00FC61D3" w:rsidP="00FC61D3">
      <w:pPr>
        <w:pStyle w:val="N1"/>
      </w:pPr>
      <w:bookmarkStart w:id="35" w:name="_Toc502914622"/>
      <w:r>
        <w:lastRenderedPageBreak/>
        <w:t>seznam vstupních podkladů</w:t>
      </w:r>
      <w:bookmarkEnd w:id="35"/>
    </w:p>
    <w:p w14:paraId="6AB4F052" w14:textId="77777777" w:rsidR="00FC61D3" w:rsidRPr="00524AD9" w:rsidRDefault="00FC61D3" w:rsidP="00FC61D3">
      <w:pPr>
        <w:pStyle w:val="Zkladntext"/>
        <w:numPr>
          <w:ilvl w:val="0"/>
          <w:numId w:val="22"/>
        </w:numPr>
        <w:spacing w:before="100" w:beforeAutospacing="1"/>
        <w:ind w:firstLine="66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Investiční záměr pro tvorbu projektové dokumentace ze strany Povodí Moravy 03/2017.</w:t>
      </w:r>
    </w:p>
    <w:p w14:paraId="3A745C9F" w14:textId="77777777" w:rsidR="00FC61D3" w:rsidRDefault="00FC61D3" w:rsidP="00FC61D3">
      <w:pPr>
        <w:pStyle w:val="Zkladntext"/>
        <w:numPr>
          <w:ilvl w:val="0"/>
          <w:numId w:val="22"/>
        </w:numPr>
        <w:ind w:firstLine="66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Terénní obhlídka místa, kde stavba bude prováděna 05/2017</w:t>
      </w:r>
    </w:p>
    <w:p w14:paraId="1D1209A5" w14:textId="77777777" w:rsidR="00FC61D3" w:rsidRDefault="00FC61D3" w:rsidP="00FC61D3">
      <w:pPr>
        <w:pStyle w:val="Zkladntext"/>
        <w:numPr>
          <w:ilvl w:val="0"/>
          <w:numId w:val="22"/>
        </w:numPr>
        <w:ind w:firstLine="66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Související legislativní předpisy včetně ČSN</w:t>
      </w:r>
    </w:p>
    <w:p w14:paraId="5808B62A" w14:textId="77777777" w:rsidR="00FC61D3" w:rsidRDefault="00FC61D3" w:rsidP="00FC61D3">
      <w:pPr>
        <w:pStyle w:val="Zkladntext"/>
        <w:numPr>
          <w:ilvl w:val="0"/>
          <w:numId w:val="22"/>
        </w:numPr>
        <w:ind w:firstLine="66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Fotodokumentace </w:t>
      </w:r>
    </w:p>
    <w:p w14:paraId="61413E13" w14:textId="77777777" w:rsidR="00FC61D3" w:rsidRDefault="00FC61D3" w:rsidP="00FC61D3">
      <w:pPr>
        <w:pStyle w:val="N1"/>
      </w:pPr>
      <w:bookmarkStart w:id="36" w:name="_Toc502914623"/>
      <w:r w:rsidRPr="00FC61D3">
        <w:t>Údaje o území</w:t>
      </w:r>
      <w:bookmarkEnd w:id="36"/>
    </w:p>
    <w:p w14:paraId="1EF7506C" w14:textId="77777777" w:rsidR="000D59E6" w:rsidRDefault="00C87986" w:rsidP="00C25635">
      <w:pPr>
        <w:pStyle w:val="N2"/>
        <w:numPr>
          <w:ilvl w:val="0"/>
          <w:numId w:val="26"/>
        </w:numPr>
      </w:pPr>
      <w:bookmarkStart w:id="37" w:name="_Toc502914624"/>
      <w:r>
        <w:t>Rozsah řešeného území</w:t>
      </w:r>
      <w:bookmarkEnd w:id="37"/>
      <w:r>
        <w:t xml:space="preserve"> </w:t>
      </w:r>
    </w:p>
    <w:p w14:paraId="10D4F9D5" w14:textId="77777777" w:rsidR="007E0C07" w:rsidRDefault="002C0895" w:rsidP="0095552D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95552D">
        <w:rPr>
          <w:rFonts w:asciiTheme="minorHAnsi" w:hAnsiTheme="minorHAnsi" w:cs="Times New Roman"/>
          <w:color w:val="000000"/>
        </w:rPr>
        <w:t xml:space="preserve">Dílem se rozumí zpracování dokumentace ve stupni projektové dokumentace pro provádění stavby (DPS) na rekonstrukci </w:t>
      </w:r>
      <w:r w:rsidR="00694E68">
        <w:rPr>
          <w:rFonts w:asciiTheme="minorHAnsi" w:hAnsiTheme="minorHAnsi" w:cs="Times New Roman"/>
          <w:color w:val="000000"/>
        </w:rPr>
        <w:t xml:space="preserve">a doplnění </w:t>
      </w:r>
      <w:r w:rsidRPr="0095552D">
        <w:rPr>
          <w:rFonts w:asciiTheme="minorHAnsi" w:hAnsiTheme="minorHAnsi" w:cs="Times New Roman"/>
          <w:color w:val="000000"/>
        </w:rPr>
        <w:t xml:space="preserve">automatického měření na </w:t>
      </w:r>
      <w:r w:rsidR="007E0C07">
        <w:rPr>
          <w:rFonts w:asciiTheme="minorHAnsi" w:hAnsiTheme="minorHAnsi" w:cs="Times New Roman"/>
          <w:color w:val="000000"/>
        </w:rPr>
        <w:t xml:space="preserve">vodním díle </w:t>
      </w:r>
      <w:r w:rsidR="007232B0">
        <w:rPr>
          <w:rFonts w:asciiTheme="minorHAnsi" w:hAnsiTheme="minorHAnsi" w:cs="Times New Roman"/>
          <w:color w:val="000000"/>
        </w:rPr>
        <w:t xml:space="preserve">Nové </w:t>
      </w:r>
      <w:r w:rsidR="00266249">
        <w:rPr>
          <w:rFonts w:asciiTheme="minorHAnsi" w:hAnsiTheme="minorHAnsi" w:cs="Times New Roman"/>
          <w:color w:val="000000"/>
        </w:rPr>
        <w:t>Mlýny – horní</w:t>
      </w:r>
      <w:r w:rsidRPr="0095552D">
        <w:rPr>
          <w:rFonts w:asciiTheme="minorHAnsi" w:hAnsiTheme="minorHAnsi" w:cs="Times New Roman"/>
          <w:color w:val="000000"/>
        </w:rPr>
        <w:t>,</w:t>
      </w:r>
      <w:r w:rsidR="001341D5">
        <w:rPr>
          <w:rFonts w:asciiTheme="minorHAnsi" w:hAnsiTheme="minorHAnsi" w:cs="Times New Roman"/>
          <w:color w:val="000000"/>
        </w:rPr>
        <w:t xml:space="preserve"> střední a doln</w:t>
      </w:r>
      <w:r w:rsidR="006D549B">
        <w:rPr>
          <w:rFonts w:asciiTheme="minorHAnsi" w:hAnsiTheme="minorHAnsi" w:cs="Times New Roman"/>
          <w:color w:val="000000"/>
        </w:rPr>
        <w:t>í</w:t>
      </w:r>
      <w:r w:rsidRPr="0095552D">
        <w:rPr>
          <w:rFonts w:asciiTheme="minorHAnsi" w:hAnsiTheme="minorHAnsi" w:cs="Times New Roman"/>
          <w:color w:val="000000"/>
        </w:rPr>
        <w:t xml:space="preserve"> včetně potřebné elektrotechnické, respektive radiové infrastruktury a souvisejících řídicích systémů</w:t>
      </w:r>
      <w:r w:rsidR="007E0C07">
        <w:rPr>
          <w:rFonts w:asciiTheme="minorHAnsi" w:hAnsiTheme="minorHAnsi" w:cs="Times New Roman"/>
          <w:color w:val="000000"/>
        </w:rPr>
        <w:t xml:space="preserve">. </w:t>
      </w:r>
    </w:p>
    <w:p w14:paraId="55811581" w14:textId="77777777" w:rsidR="007E0C07" w:rsidRDefault="007E0C07" w:rsidP="0095552D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>
        <w:rPr>
          <w:rFonts w:asciiTheme="minorHAnsi" w:hAnsiTheme="minorHAnsi" w:cs="Times New Roman"/>
          <w:color w:val="000000"/>
        </w:rPr>
        <w:t xml:space="preserve">Vodní dílo </w:t>
      </w:r>
      <w:r w:rsidR="007232B0">
        <w:rPr>
          <w:rFonts w:asciiTheme="minorHAnsi" w:hAnsiTheme="minorHAnsi" w:cs="Times New Roman"/>
          <w:color w:val="000000"/>
        </w:rPr>
        <w:t xml:space="preserve">Nové </w:t>
      </w:r>
      <w:r w:rsidR="00266249">
        <w:rPr>
          <w:rFonts w:asciiTheme="minorHAnsi" w:hAnsiTheme="minorHAnsi" w:cs="Times New Roman"/>
          <w:color w:val="000000"/>
        </w:rPr>
        <w:t>Mlýny – horní</w:t>
      </w:r>
      <w:r w:rsidR="00873C88">
        <w:rPr>
          <w:rFonts w:asciiTheme="minorHAnsi" w:hAnsiTheme="minorHAnsi" w:cs="Times New Roman"/>
          <w:color w:val="000000"/>
        </w:rPr>
        <w:t xml:space="preserve"> se nachází na </w:t>
      </w:r>
      <w:r w:rsidR="00963E4D">
        <w:rPr>
          <w:rFonts w:asciiTheme="minorHAnsi" w:hAnsiTheme="minorHAnsi" w:cs="Times New Roman"/>
          <w:color w:val="000000"/>
        </w:rPr>
        <w:t>Dyji</w:t>
      </w:r>
      <w:r>
        <w:rPr>
          <w:rFonts w:asciiTheme="minorHAnsi" w:hAnsiTheme="minorHAnsi" w:cs="Times New Roman"/>
          <w:color w:val="000000"/>
        </w:rPr>
        <w:t xml:space="preserve"> v ř.</w:t>
      </w:r>
      <w:r w:rsidR="0098408D">
        <w:rPr>
          <w:rFonts w:asciiTheme="minorHAnsi" w:hAnsiTheme="minorHAnsi" w:cs="Times New Roman"/>
          <w:color w:val="000000"/>
        </w:rPr>
        <w:t xml:space="preserve"> </w:t>
      </w:r>
      <w:r>
        <w:rPr>
          <w:rFonts w:asciiTheme="minorHAnsi" w:hAnsiTheme="minorHAnsi" w:cs="Times New Roman"/>
          <w:color w:val="000000"/>
        </w:rPr>
        <w:t xml:space="preserve">km </w:t>
      </w:r>
      <w:r w:rsidR="00963E4D">
        <w:rPr>
          <w:rFonts w:asciiTheme="minorHAnsi" w:hAnsiTheme="minorHAnsi" w:cs="Times New Roman"/>
          <w:color w:val="000000"/>
        </w:rPr>
        <w:t>58,085</w:t>
      </w:r>
      <w:r w:rsidR="004E669B">
        <w:rPr>
          <w:rFonts w:asciiTheme="minorHAnsi" w:hAnsiTheme="minorHAnsi" w:cs="Times New Roman"/>
          <w:color w:val="000000"/>
        </w:rPr>
        <w:t xml:space="preserve">. Na vodním díle je vybudován automatický monitoring s přenosem dat </w:t>
      </w:r>
      <w:r w:rsidR="00963E4D">
        <w:rPr>
          <w:rFonts w:asciiTheme="minorHAnsi" w:hAnsiTheme="minorHAnsi" w:cs="Times New Roman"/>
          <w:color w:val="000000"/>
        </w:rPr>
        <w:t>do budovy provozu v Dolních Věstonicích</w:t>
      </w:r>
      <w:r w:rsidR="004E669B">
        <w:rPr>
          <w:rFonts w:asciiTheme="minorHAnsi" w:hAnsiTheme="minorHAnsi" w:cs="Times New Roman"/>
          <w:color w:val="000000"/>
        </w:rPr>
        <w:t xml:space="preserve"> a</w:t>
      </w:r>
      <w:r w:rsidR="004D6B5C">
        <w:rPr>
          <w:rFonts w:asciiTheme="minorHAnsi" w:hAnsiTheme="minorHAnsi" w:cs="Times New Roman"/>
          <w:color w:val="000000"/>
        </w:rPr>
        <w:t xml:space="preserve"> dále</w:t>
      </w:r>
      <w:r w:rsidR="004E669B">
        <w:rPr>
          <w:rFonts w:asciiTheme="minorHAnsi" w:hAnsiTheme="minorHAnsi" w:cs="Times New Roman"/>
          <w:color w:val="000000"/>
        </w:rPr>
        <w:t xml:space="preserve"> na vodohospodářský dispečink v Brně. </w:t>
      </w:r>
    </w:p>
    <w:p w14:paraId="5422C762" w14:textId="77777777" w:rsidR="004E669B" w:rsidRDefault="00E45A50" w:rsidP="0095552D">
      <w:pPr>
        <w:pStyle w:val="Odstavecseseznamem"/>
        <w:ind w:left="284" w:firstLine="425"/>
        <w:jc w:val="both"/>
      </w:pPr>
      <w:r>
        <w:rPr>
          <w:rFonts w:asciiTheme="minorHAnsi" w:hAnsiTheme="minorHAnsi" w:cs="Times New Roman"/>
          <w:color w:val="000000"/>
        </w:rPr>
        <w:t xml:space="preserve">Automatickým monitoringem jsou </w:t>
      </w:r>
      <w:r w:rsidR="004E669B">
        <w:rPr>
          <w:rFonts w:asciiTheme="minorHAnsi" w:hAnsiTheme="minorHAnsi" w:cs="Times New Roman"/>
          <w:color w:val="000000"/>
        </w:rPr>
        <w:t>měřen</w:t>
      </w:r>
      <w:r>
        <w:rPr>
          <w:rFonts w:asciiTheme="minorHAnsi" w:hAnsiTheme="minorHAnsi" w:cs="Times New Roman"/>
          <w:color w:val="000000"/>
        </w:rPr>
        <w:t>y</w:t>
      </w:r>
      <w:r w:rsidR="004E669B">
        <w:rPr>
          <w:rFonts w:asciiTheme="minorHAnsi" w:hAnsiTheme="minorHAnsi" w:cs="Times New Roman"/>
          <w:color w:val="000000"/>
        </w:rPr>
        <w:t xml:space="preserve"> přítok</w:t>
      </w:r>
      <w:r>
        <w:rPr>
          <w:rFonts w:asciiTheme="minorHAnsi" w:hAnsiTheme="minorHAnsi" w:cs="Times New Roman"/>
          <w:color w:val="000000"/>
        </w:rPr>
        <w:t>y do nádrže</w:t>
      </w:r>
      <w:r w:rsidR="004E669B">
        <w:rPr>
          <w:rFonts w:asciiTheme="minorHAnsi" w:hAnsiTheme="minorHAnsi" w:cs="Times New Roman"/>
          <w:color w:val="000000"/>
        </w:rPr>
        <w:t xml:space="preserve"> ve stávajících limnigraf</w:t>
      </w:r>
      <w:r>
        <w:rPr>
          <w:rFonts w:asciiTheme="minorHAnsi" w:hAnsiTheme="minorHAnsi" w:cs="Times New Roman"/>
          <w:color w:val="000000"/>
        </w:rPr>
        <w:t>ických stanicích na vodních tocích</w:t>
      </w:r>
      <w:r w:rsidR="00963E4D">
        <w:rPr>
          <w:rFonts w:asciiTheme="minorHAnsi" w:hAnsiTheme="minorHAnsi" w:cs="Times New Roman"/>
          <w:color w:val="000000"/>
        </w:rPr>
        <w:t xml:space="preserve"> Dyje a Jevišovka</w:t>
      </w:r>
      <w:r w:rsidR="004E669B">
        <w:rPr>
          <w:rFonts w:asciiTheme="minorHAnsi" w:hAnsiTheme="minorHAnsi" w:cs="Times New Roman"/>
          <w:color w:val="000000"/>
        </w:rPr>
        <w:t>. Dále je měřena hladina v nádrži, teplota vzduchu a vody, spadlé srážky.</w:t>
      </w:r>
      <w:r>
        <w:rPr>
          <w:rFonts w:asciiTheme="minorHAnsi" w:hAnsiTheme="minorHAnsi" w:cs="Times New Roman"/>
          <w:color w:val="000000"/>
        </w:rPr>
        <w:t xml:space="preserve"> </w:t>
      </w:r>
      <w:r w:rsidR="00963E4D">
        <w:rPr>
          <w:rFonts w:asciiTheme="minorHAnsi" w:hAnsiTheme="minorHAnsi" w:cs="Times New Roman"/>
          <w:color w:val="000000"/>
        </w:rPr>
        <w:t>Měřeno je také otevření segment</w:t>
      </w:r>
      <w:r w:rsidR="006D549B">
        <w:rPr>
          <w:rFonts w:asciiTheme="minorHAnsi" w:hAnsiTheme="minorHAnsi" w:cs="Times New Roman"/>
          <w:color w:val="000000"/>
        </w:rPr>
        <w:t>ů</w:t>
      </w:r>
      <w:r w:rsidR="00963E4D">
        <w:rPr>
          <w:rFonts w:asciiTheme="minorHAnsi" w:hAnsiTheme="minorHAnsi" w:cs="Times New Roman"/>
          <w:color w:val="000000"/>
        </w:rPr>
        <w:t xml:space="preserve">. </w:t>
      </w:r>
      <w:r w:rsidR="004E669B">
        <w:rPr>
          <w:rFonts w:asciiTheme="minorHAnsi" w:hAnsiTheme="minorHAnsi" w:cs="Times New Roman"/>
          <w:color w:val="000000"/>
        </w:rPr>
        <w:t xml:space="preserve"> </w:t>
      </w:r>
    </w:p>
    <w:p w14:paraId="5547EC6B" w14:textId="77777777" w:rsidR="0098408D" w:rsidRDefault="00963E4D" w:rsidP="0095552D">
      <w:pPr>
        <w:pStyle w:val="Odstavecseseznamem"/>
        <w:ind w:left="284" w:firstLine="425"/>
        <w:jc w:val="both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6D841FA4" wp14:editId="00BEC9F9">
            <wp:simplePos x="0" y="0"/>
            <wp:positionH relativeFrom="margin">
              <wp:posOffset>220980</wp:posOffset>
            </wp:positionH>
            <wp:positionV relativeFrom="margin">
              <wp:posOffset>3926205</wp:posOffset>
            </wp:positionV>
            <wp:extent cx="5981700" cy="3350260"/>
            <wp:effectExtent l="0" t="0" r="0" b="2540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3350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3459B57" w14:textId="77777777" w:rsidR="0098408D" w:rsidRDefault="001341D5" w:rsidP="0095552D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>
        <w:rPr>
          <w:rFonts w:asciiTheme="minorHAnsi" w:hAnsiTheme="minorHAnsi" w:cs="Times New Roman"/>
          <w:color w:val="000000"/>
        </w:rPr>
        <w:lastRenderedPageBreak/>
        <w:t xml:space="preserve">Vodní dílo Nové Mlýny </w:t>
      </w:r>
      <w:r w:rsidR="00373BE3">
        <w:rPr>
          <w:rFonts w:asciiTheme="minorHAnsi" w:hAnsiTheme="minorHAnsi" w:cs="Times New Roman"/>
          <w:color w:val="000000"/>
        </w:rPr>
        <w:t>–</w:t>
      </w:r>
      <w:r>
        <w:rPr>
          <w:rFonts w:asciiTheme="minorHAnsi" w:hAnsiTheme="minorHAnsi" w:cs="Times New Roman"/>
          <w:color w:val="000000"/>
        </w:rPr>
        <w:t xml:space="preserve"> </w:t>
      </w:r>
      <w:r w:rsidR="00A544C3">
        <w:rPr>
          <w:rFonts w:asciiTheme="minorHAnsi" w:hAnsiTheme="minorHAnsi" w:cs="Times New Roman"/>
          <w:color w:val="000000"/>
        </w:rPr>
        <w:t>střední</w:t>
      </w:r>
      <w:r>
        <w:rPr>
          <w:rFonts w:asciiTheme="minorHAnsi" w:hAnsiTheme="minorHAnsi" w:cs="Times New Roman"/>
          <w:color w:val="000000"/>
        </w:rPr>
        <w:t xml:space="preserve"> se nachází na Dyji v ř. km 5</w:t>
      </w:r>
      <w:r w:rsidR="004D6B5C">
        <w:rPr>
          <w:rFonts w:asciiTheme="minorHAnsi" w:hAnsiTheme="minorHAnsi" w:cs="Times New Roman"/>
          <w:color w:val="000000"/>
        </w:rPr>
        <w:t>3,770</w:t>
      </w:r>
      <w:r>
        <w:rPr>
          <w:rFonts w:asciiTheme="minorHAnsi" w:hAnsiTheme="minorHAnsi" w:cs="Times New Roman"/>
          <w:color w:val="000000"/>
        </w:rPr>
        <w:t xml:space="preserve">. Automatickým monitoringem je měřena </w:t>
      </w:r>
      <w:r w:rsidR="004D6B5C">
        <w:rPr>
          <w:rFonts w:asciiTheme="minorHAnsi" w:hAnsiTheme="minorHAnsi" w:cs="Times New Roman"/>
          <w:color w:val="000000"/>
        </w:rPr>
        <w:t xml:space="preserve">pouze hladina v nádrži a </w:t>
      </w:r>
      <w:r>
        <w:rPr>
          <w:rFonts w:asciiTheme="minorHAnsi" w:hAnsiTheme="minorHAnsi" w:cs="Times New Roman"/>
          <w:color w:val="000000"/>
        </w:rPr>
        <w:t>teplota vody</w:t>
      </w:r>
      <w:r w:rsidR="004D6B5C">
        <w:rPr>
          <w:rFonts w:asciiTheme="minorHAnsi" w:hAnsiTheme="minorHAnsi" w:cs="Times New Roman"/>
          <w:color w:val="000000"/>
        </w:rPr>
        <w:t>. Tato data jsou přenášena do budovy provozu Dolní Věstonice a následně na vodohospodářský dispečink v Brně.</w:t>
      </w:r>
    </w:p>
    <w:p w14:paraId="6065239B" w14:textId="77777777" w:rsidR="004D6B5C" w:rsidRDefault="004D6B5C" w:rsidP="0095552D">
      <w:pPr>
        <w:pStyle w:val="Odstavecseseznamem"/>
        <w:ind w:left="284" w:firstLine="425"/>
        <w:jc w:val="both"/>
      </w:pPr>
      <w:r>
        <w:rPr>
          <w:rFonts w:asciiTheme="minorHAnsi" w:hAnsiTheme="minorHAnsi" w:cs="Times New Roman"/>
          <w:color w:val="000000"/>
        </w:rPr>
        <w:t xml:space="preserve">Vodní dílo Nové Mlýny – dolní se nachází na Dyji v ř. km 46,000. Na vodním díle je rozsáhlý automatický monitoring zahrnující dva samostatné systémy. Jedním z nich je systém k ovládání MVE, segmentových uzávěrů. Dalším systémem je systém vybudovaný v roce 2010 v rámci mezinárodní spolupráce s Rakouskem zahrnující měření hladiny v nádrži, teplotu vzduchu, spadlé srážky. Dále měření na odtoku v limnigrafické stanici pod vodním dílem a ultrazvukový průtokoměr osazený v profilu silničního mostu. </w:t>
      </w:r>
    </w:p>
    <w:p w14:paraId="2313EAB2" w14:textId="77777777" w:rsidR="0098408D" w:rsidRPr="004D6B5C" w:rsidRDefault="004D6B5C" w:rsidP="0095552D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4D6B5C">
        <w:rPr>
          <w:rFonts w:asciiTheme="minorHAnsi" w:hAnsiTheme="minorHAnsi" w:cs="Times New Roman"/>
          <w:color w:val="000000"/>
        </w:rPr>
        <w:t>Tato data jsou přenášena do budovy provozu Dolní Věstonice a na vodohospodářský dispečink v Brně.</w:t>
      </w:r>
    </w:p>
    <w:p w14:paraId="4E1F6C08" w14:textId="77777777" w:rsidR="00C87986" w:rsidRDefault="00C87986" w:rsidP="0095552D">
      <w:pPr>
        <w:pStyle w:val="N2"/>
        <w:numPr>
          <w:ilvl w:val="0"/>
          <w:numId w:val="26"/>
        </w:numPr>
      </w:pPr>
      <w:bookmarkStart w:id="38" w:name="_Toc502914625"/>
      <w:r>
        <w:t>Dosavadní využití</w:t>
      </w:r>
      <w:bookmarkEnd w:id="38"/>
    </w:p>
    <w:p w14:paraId="26803FAE" w14:textId="77777777" w:rsidR="004D6B5C" w:rsidRPr="0095552D" w:rsidRDefault="004D6B5C" w:rsidP="004D6B5C">
      <w:pPr>
        <w:pStyle w:val="Odstavecseseznamem"/>
        <w:jc w:val="both"/>
      </w:pPr>
      <w:r w:rsidRPr="006B6706">
        <w:rPr>
          <w:rFonts w:asciiTheme="minorHAnsi" w:hAnsiTheme="minorHAnsi" w:cs="Times New Roman"/>
          <w:color w:val="000000"/>
        </w:rPr>
        <w:t>Vlivem projektu se charakter využití stavby nezmění.</w:t>
      </w:r>
      <w:r>
        <w:rPr>
          <w:rFonts w:asciiTheme="minorHAnsi" w:hAnsiTheme="minorHAnsi" w:cs="Times New Roman"/>
          <w:color w:val="000000"/>
        </w:rPr>
        <w:t xml:space="preserve"> Stavba je vodním dílem. Dojde pouze k rekonstrukci, modernizaci nebo nové osazení automatických měření na vodním díle.  </w:t>
      </w:r>
    </w:p>
    <w:p w14:paraId="2117C8B6" w14:textId="77777777" w:rsidR="00C87986" w:rsidRDefault="00C87986" w:rsidP="006B6706">
      <w:pPr>
        <w:pStyle w:val="N2"/>
        <w:numPr>
          <w:ilvl w:val="0"/>
          <w:numId w:val="26"/>
        </w:numPr>
      </w:pPr>
      <w:bookmarkStart w:id="39" w:name="_Toc502914626"/>
      <w:r>
        <w:t>Chráněné území, památková rezervace</w:t>
      </w:r>
      <w:bookmarkEnd w:id="39"/>
    </w:p>
    <w:p w14:paraId="287BA112" w14:textId="77777777" w:rsidR="006B6706" w:rsidRPr="006B6706" w:rsidRDefault="00443699" w:rsidP="006B6706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>
        <w:rPr>
          <w:rFonts w:asciiTheme="minorHAnsi" w:hAnsiTheme="minorHAnsi" w:cs="Times New Roman"/>
          <w:color w:val="000000"/>
        </w:rPr>
        <w:t xml:space="preserve">Stavbou </w:t>
      </w:r>
      <w:r w:rsidR="004D6B5C">
        <w:rPr>
          <w:rFonts w:asciiTheme="minorHAnsi" w:hAnsiTheme="minorHAnsi" w:cs="Times New Roman"/>
          <w:color w:val="000000"/>
        </w:rPr>
        <w:t xml:space="preserve">není dotčena památka. Nové Mlýny se nacházejí v ptačí oblasti NATURA 2000. </w:t>
      </w:r>
    </w:p>
    <w:p w14:paraId="29DEF6CC" w14:textId="77777777" w:rsidR="00C87986" w:rsidRDefault="00C87986" w:rsidP="006B6706">
      <w:pPr>
        <w:pStyle w:val="N2"/>
        <w:numPr>
          <w:ilvl w:val="0"/>
          <w:numId w:val="26"/>
        </w:numPr>
      </w:pPr>
      <w:bookmarkStart w:id="40" w:name="_Toc502914627"/>
      <w:r>
        <w:t>Odtokové poměry</w:t>
      </w:r>
      <w:bookmarkEnd w:id="40"/>
    </w:p>
    <w:p w14:paraId="69AEBFFB" w14:textId="77777777" w:rsidR="006B6706" w:rsidRPr="006B6706" w:rsidRDefault="006B6706" w:rsidP="006B6706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6B6706">
        <w:rPr>
          <w:rFonts w:asciiTheme="minorHAnsi" w:hAnsiTheme="minorHAnsi" w:cs="Times New Roman"/>
          <w:color w:val="000000"/>
        </w:rPr>
        <w:t xml:space="preserve">Stavebním zásahem nedojde ke změně odtokových poměrů v území. Dešťová i splašková voda bude likvidována jako doposud. </w:t>
      </w:r>
    </w:p>
    <w:p w14:paraId="7007F226" w14:textId="77777777" w:rsidR="00C87986" w:rsidRDefault="00C87986" w:rsidP="006B6706">
      <w:pPr>
        <w:pStyle w:val="N2"/>
        <w:numPr>
          <w:ilvl w:val="0"/>
          <w:numId w:val="26"/>
        </w:numPr>
      </w:pPr>
      <w:bookmarkStart w:id="41" w:name="_Toc502914628"/>
      <w:r>
        <w:t>Údaje o souladu s územně plánovací dokumentací</w:t>
      </w:r>
      <w:bookmarkEnd w:id="41"/>
    </w:p>
    <w:p w14:paraId="7BE18035" w14:textId="77777777" w:rsidR="006B6706" w:rsidRPr="00C25635" w:rsidRDefault="006B6706" w:rsidP="00C25635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C25635">
        <w:rPr>
          <w:rFonts w:asciiTheme="minorHAnsi" w:hAnsiTheme="minorHAnsi" w:cs="Times New Roman"/>
          <w:color w:val="000000"/>
        </w:rPr>
        <w:t xml:space="preserve">Stavba nemá vliv na </w:t>
      </w:r>
      <w:r w:rsidR="00C25635" w:rsidRPr="00C25635">
        <w:rPr>
          <w:rFonts w:asciiTheme="minorHAnsi" w:hAnsiTheme="minorHAnsi" w:cs="Times New Roman"/>
          <w:color w:val="000000"/>
        </w:rPr>
        <w:t>soulad s územně plánovací dokumentací.</w:t>
      </w:r>
    </w:p>
    <w:p w14:paraId="15005A62" w14:textId="77777777" w:rsidR="00C87986" w:rsidRDefault="00C87986" w:rsidP="00C25635">
      <w:pPr>
        <w:pStyle w:val="N2"/>
        <w:numPr>
          <w:ilvl w:val="0"/>
          <w:numId w:val="26"/>
        </w:numPr>
      </w:pPr>
      <w:bookmarkStart w:id="42" w:name="_Toc502914629"/>
      <w:r>
        <w:t>Údaje o dodržení obecných požadavků na využití území</w:t>
      </w:r>
      <w:bookmarkEnd w:id="42"/>
    </w:p>
    <w:p w14:paraId="49980F15" w14:textId="77777777" w:rsidR="00C25635" w:rsidRPr="00C25635" w:rsidRDefault="00C25635" w:rsidP="00C25635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C25635">
        <w:rPr>
          <w:rFonts w:asciiTheme="minorHAnsi" w:hAnsiTheme="minorHAnsi" w:cs="Times New Roman"/>
          <w:color w:val="000000"/>
        </w:rPr>
        <w:t>Jedná se o stav</w:t>
      </w:r>
      <w:r>
        <w:rPr>
          <w:rFonts w:asciiTheme="minorHAnsi" w:hAnsiTheme="minorHAnsi" w:cs="Times New Roman"/>
          <w:color w:val="000000"/>
        </w:rPr>
        <w:t>by</w:t>
      </w:r>
      <w:r w:rsidRPr="00C25635">
        <w:rPr>
          <w:rFonts w:asciiTheme="minorHAnsi" w:hAnsiTheme="minorHAnsi" w:cs="Times New Roman"/>
          <w:color w:val="000000"/>
        </w:rPr>
        <w:t xml:space="preserve"> na místě stávajících objektů,</w:t>
      </w:r>
      <w:r>
        <w:rPr>
          <w:rFonts w:asciiTheme="minorHAnsi" w:hAnsiTheme="minorHAnsi" w:cs="Times New Roman"/>
          <w:color w:val="000000"/>
        </w:rPr>
        <w:t xml:space="preserve"> kde</w:t>
      </w:r>
      <w:r w:rsidRPr="00C25635">
        <w:rPr>
          <w:rFonts w:asciiTheme="minorHAnsi" w:hAnsiTheme="minorHAnsi" w:cs="Times New Roman"/>
          <w:color w:val="000000"/>
        </w:rPr>
        <w:t xml:space="preserve"> nedochází ke změně požadavků na využití území.</w:t>
      </w:r>
      <w:r>
        <w:rPr>
          <w:rFonts w:asciiTheme="minorHAnsi" w:hAnsiTheme="minorHAnsi" w:cs="Times New Roman"/>
          <w:color w:val="000000"/>
        </w:rPr>
        <w:t xml:space="preserve"> </w:t>
      </w:r>
      <w:r w:rsidRPr="00C25635">
        <w:rPr>
          <w:rFonts w:asciiTheme="minorHAnsi" w:hAnsiTheme="minorHAnsi" w:cs="Times New Roman"/>
          <w:color w:val="000000"/>
        </w:rPr>
        <w:t xml:space="preserve">Objekty </w:t>
      </w:r>
      <w:r>
        <w:rPr>
          <w:rFonts w:asciiTheme="minorHAnsi" w:hAnsiTheme="minorHAnsi" w:cs="Times New Roman"/>
          <w:color w:val="000000"/>
        </w:rPr>
        <w:t>jsou</w:t>
      </w:r>
      <w:r w:rsidRPr="00C25635">
        <w:rPr>
          <w:rFonts w:asciiTheme="minorHAnsi" w:hAnsiTheme="minorHAnsi" w:cs="Times New Roman"/>
          <w:color w:val="000000"/>
        </w:rPr>
        <w:t xml:space="preserve"> napojeny na technickou a dopravní infrastrukturu, požadavky na dopravní obsluž</w:t>
      </w:r>
      <w:r>
        <w:rPr>
          <w:rFonts w:asciiTheme="minorHAnsi" w:hAnsiTheme="minorHAnsi" w:cs="Times New Roman"/>
          <w:color w:val="000000"/>
        </w:rPr>
        <w:t>nost a přístup požární techniky zůstává beze změny.</w:t>
      </w:r>
      <w:r w:rsidRPr="00C25635">
        <w:rPr>
          <w:rFonts w:asciiTheme="minorHAnsi" w:hAnsiTheme="minorHAnsi" w:cs="Times New Roman"/>
          <w:color w:val="000000"/>
        </w:rPr>
        <w:t xml:space="preserve"> </w:t>
      </w:r>
    </w:p>
    <w:p w14:paraId="69877C48" w14:textId="77777777" w:rsidR="00C25635" w:rsidRPr="00C25635" w:rsidRDefault="00C25635" w:rsidP="00C25635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C25635">
        <w:rPr>
          <w:rFonts w:asciiTheme="minorHAnsi" w:hAnsiTheme="minorHAnsi" w:cs="Times New Roman"/>
          <w:color w:val="000000"/>
        </w:rPr>
        <w:t>Navržená stavba nezasahuje na sousední pozemky a neznemožňuje zástavbu sousedních pozemků.</w:t>
      </w:r>
    </w:p>
    <w:p w14:paraId="0DB7C654" w14:textId="77777777" w:rsidR="00C87986" w:rsidRDefault="00C87986" w:rsidP="00C25635">
      <w:pPr>
        <w:pStyle w:val="N2"/>
        <w:numPr>
          <w:ilvl w:val="0"/>
          <w:numId w:val="26"/>
        </w:numPr>
      </w:pPr>
      <w:bookmarkStart w:id="43" w:name="_Toc502914630"/>
      <w:r>
        <w:t>Údaje o splnění požadavků dotčených orgánů</w:t>
      </w:r>
      <w:bookmarkEnd w:id="43"/>
    </w:p>
    <w:p w14:paraId="5E4034C5" w14:textId="77777777" w:rsidR="00C25635" w:rsidRPr="00C25635" w:rsidRDefault="00C25635" w:rsidP="00C25635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C25635">
        <w:rPr>
          <w:rFonts w:asciiTheme="minorHAnsi" w:hAnsiTheme="minorHAnsi" w:cs="Times New Roman"/>
          <w:color w:val="000000"/>
        </w:rPr>
        <w:t>Projekt je projednán s dotčenými orgány s příslušnými správci inženýrských sítí. Požadavky dotčených orgánů a správců inženýrských sítí budou respektovány.</w:t>
      </w:r>
      <w:r w:rsidR="007E0C07">
        <w:rPr>
          <w:rFonts w:asciiTheme="minorHAnsi" w:hAnsiTheme="minorHAnsi" w:cs="Times New Roman"/>
          <w:color w:val="000000"/>
        </w:rPr>
        <w:t xml:space="preserve"> Do projektové dokumentace byly zapracovány připomínky zadavatele. </w:t>
      </w:r>
    </w:p>
    <w:p w14:paraId="60354281" w14:textId="77777777" w:rsidR="00C87986" w:rsidRDefault="00C87986" w:rsidP="00C25635">
      <w:pPr>
        <w:pStyle w:val="N2"/>
        <w:numPr>
          <w:ilvl w:val="0"/>
          <w:numId w:val="26"/>
        </w:numPr>
      </w:pPr>
      <w:bookmarkStart w:id="44" w:name="_Toc502914631"/>
      <w:r>
        <w:t>Seznam výjimek a úlevových řešení</w:t>
      </w:r>
      <w:bookmarkEnd w:id="44"/>
    </w:p>
    <w:p w14:paraId="76454001" w14:textId="77777777" w:rsidR="00C25635" w:rsidRPr="005515EC" w:rsidRDefault="005515EC" w:rsidP="005515EC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5515EC">
        <w:rPr>
          <w:rFonts w:asciiTheme="minorHAnsi" w:hAnsiTheme="minorHAnsi" w:cs="Times New Roman"/>
          <w:color w:val="000000"/>
        </w:rPr>
        <w:t xml:space="preserve">Výjimky nejsou požadovány. Úlevová řešení nebudou požadována. </w:t>
      </w:r>
    </w:p>
    <w:p w14:paraId="59B54AD7" w14:textId="77777777" w:rsidR="00C87986" w:rsidRDefault="00C87986" w:rsidP="005515EC">
      <w:pPr>
        <w:pStyle w:val="N2"/>
        <w:numPr>
          <w:ilvl w:val="0"/>
          <w:numId w:val="26"/>
        </w:numPr>
      </w:pPr>
      <w:bookmarkStart w:id="45" w:name="_Toc502914632"/>
      <w:r>
        <w:lastRenderedPageBreak/>
        <w:t>Seznam souvisejících a podmiňujících investic</w:t>
      </w:r>
      <w:bookmarkEnd w:id="45"/>
    </w:p>
    <w:p w14:paraId="1B050A47" w14:textId="77777777" w:rsidR="00B8531B" w:rsidRDefault="00B8531B" w:rsidP="00B8531B">
      <w:pPr>
        <w:spacing w:line="360" w:lineRule="auto"/>
        <w:jc w:val="both"/>
        <w:rPr>
          <w:rFonts w:asciiTheme="minorHAnsi" w:hAnsiTheme="minorHAnsi" w:cs="Times New Roman"/>
          <w:color w:val="000000"/>
        </w:rPr>
      </w:pPr>
      <w:r>
        <w:rPr>
          <w:rFonts w:asciiTheme="minorHAnsi" w:hAnsiTheme="minorHAnsi" w:cs="Times New Roman"/>
          <w:color w:val="000000"/>
        </w:rPr>
        <w:t xml:space="preserve">            </w:t>
      </w:r>
      <w:r w:rsidRPr="00B8531B">
        <w:rPr>
          <w:rFonts w:asciiTheme="minorHAnsi" w:hAnsiTheme="minorHAnsi" w:cs="Times New Roman"/>
          <w:color w:val="000000"/>
        </w:rPr>
        <w:t>Stavbou nejsou vyvolány související a podmiňující investice.</w:t>
      </w:r>
    </w:p>
    <w:p w14:paraId="2B67F60C" w14:textId="77777777" w:rsidR="00C87986" w:rsidRDefault="004D6B5C" w:rsidP="005515EC">
      <w:pPr>
        <w:pStyle w:val="N2"/>
        <w:numPr>
          <w:ilvl w:val="0"/>
          <w:numId w:val="26"/>
        </w:numPr>
      </w:pPr>
      <w:bookmarkStart w:id="46" w:name="_Toc502914633"/>
      <w:r>
        <w:t>S</w:t>
      </w:r>
      <w:r w:rsidR="00C87986">
        <w:t xml:space="preserve">eznam pozemků a staveb dotčených </w:t>
      </w:r>
      <w:r w:rsidR="005515EC">
        <w:t>stavbou</w:t>
      </w:r>
      <w:bookmarkEnd w:id="46"/>
    </w:p>
    <w:p w14:paraId="4E57034C" w14:textId="77777777" w:rsidR="003B6181" w:rsidRPr="003B6181" w:rsidRDefault="007E0C07" w:rsidP="003B6181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>
        <w:rPr>
          <w:rFonts w:asciiTheme="minorHAnsi" w:hAnsiTheme="minorHAnsi" w:cs="Times New Roman"/>
          <w:color w:val="000000"/>
        </w:rPr>
        <w:t>S</w:t>
      </w:r>
      <w:r w:rsidR="005515EC" w:rsidRPr="005515EC">
        <w:rPr>
          <w:rFonts w:asciiTheme="minorHAnsi" w:hAnsiTheme="minorHAnsi" w:cs="Times New Roman"/>
          <w:color w:val="000000"/>
        </w:rPr>
        <w:t>eznam pozemků a staveb dotčených prováděním stavby (podle katastru nemovitostí).</w:t>
      </w:r>
      <w:r w:rsidR="003B6181">
        <w:rPr>
          <w:rFonts w:asciiTheme="minorHAnsi" w:hAnsiTheme="minorHAnsi" w:cs="Times New Roman"/>
          <w:color w:val="000000"/>
        </w:rPr>
        <w:t xml:space="preserve"> </w:t>
      </w:r>
    </w:p>
    <w:p w14:paraId="7B266BBF" w14:textId="77777777" w:rsidR="005515EC" w:rsidRPr="005515EC" w:rsidRDefault="00247D1A" w:rsidP="005515EC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>
        <w:rPr>
          <w:rFonts w:asciiTheme="minorHAnsi" w:hAnsiTheme="minorHAnsi" w:cs="Times New Roman"/>
          <w:color w:val="000000"/>
        </w:rPr>
        <w:t>D</w:t>
      </w:r>
      <w:r w:rsidR="005515EC" w:rsidRPr="005515EC">
        <w:rPr>
          <w:rFonts w:asciiTheme="minorHAnsi" w:hAnsiTheme="minorHAnsi" w:cs="Times New Roman"/>
          <w:color w:val="000000"/>
        </w:rPr>
        <w:t>otčené pozemky stavbou:</w:t>
      </w:r>
      <w:r w:rsidR="00832AE1">
        <w:rPr>
          <w:rFonts w:asciiTheme="minorHAnsi" w:hAnsiTheme="minorHAnsi" w:cs="Times New Roman"/>
          <w:color w:val="000000"/>
        </w:rPr>
        <w:t xml:space="preserve"> </w:t>
      </w:r>
    </w:p>
    <w:p w14:paraId="0C00893B" w14:textId="77777777" w:rsidR="00C87986" w:rsidRPr="000D59E6" w:rsidRDefault="00C87986" w:rsidP="000D59E6"/>
    <w:tbl>
      <w:tblPr>
        <w:tblW w:w="972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53"/>
        <w:gridCol w:w="1118"/>
        <w:gridCol w:w="1176"/>
        <w:gridCol w:w="1412"/>
        <w:gridCol w:w="927"/>
        <w:gridCol w:w="1459"/>
        <w:gridCol w:w="1675"/>
      </w:tblGrid>
      <w:tr w:rsidR="00C050F1" w:rsidRPr="000D2AF3" w14:paraId="7F3FED9A" w14:textId="77777777" w:rsidTr="00C050F1">
        <w:trPr>
          <w:trHeight w:val="603"/>
        </w:trPr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9D663E" w14:textId="77777777" w:rsidR="000D2AF3" w:rsidRPr="000D2AF3" w:rsidRDefault="000D2AF3" w:rsidP="000D2AF3">
            <w:pPr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 xml:space="preserve">Název </w:t>
            </w:r>
            <w:r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lokality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6808C7" w14:textId="77777777" w:rsidR="000D2AF3" w:rsidRPr="000D2AF3" w:rsidRDefault="000D2AF3" w:rsidP="000D2AF3">
            <w:pPr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Příslušnost k</w:t>
            </w:r>
            <w:r w:rsidR="00385716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 </w:t>
            </w:r>
            <w:r w:rsidRPr="000D2AF3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VD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25933C" w14:textId="77777777" w:rsidR="000D2AF3" w:rsidRPr="000D2AF3" w:rsidRDefault="000D2AF3" w:rsidP="000D2AF3">
            <w:pPr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Vlastník</w:t>
            </w:r>
            <w:r w:rsidR="00247D1A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 xml:space="preserve"> objektu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168E2F94" w14:textId="77777777" w:rsidR="000D2AF3" w:rsidRPr="000D2AF3" w:rsidRDefault="000D2AF3" w:rsidP="000D2AF3">
            <w:pPr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Katastrální území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67C3FEE1" w14:textId="77777777" w:rsidR="000D2AF3" w:rsidRPr="000D2AF3" w:rsidRDefault="000D2AF3" w:rsidP="000D2AF3">
            <w:pPr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Parcelní číslo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6515EDD4" w14:textId="77777777" w:rsidR="000D2AF3" w:rsidRPr="000D2AF3" w:rsidRDefault="000D2AF3" w:rsidP="000D2AF3">
            <w:pPr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Vlastník / právo hospodaření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1551D408" w14:textId="77777777" w:rsidR="000D2AF3" w:rsidRPr="000D2AF3" w:rsidRDefault="000D2AF3" w:rsidP="000D2AF3">
            <w:pPr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Druh pozemku</w:t>
            </w:r>
          </w:p>
        </w:tc>
      </w:tr>
      <w:tr w:rsidR="006F4C04" w:rsidRPr="000D2AF3" w14:paraId="2C50E92C" w14:textId="77777777" w:rsidTr="006F4C04">
        <w:trPr>
          <w:trHeight w:val="288"/>
        </w:trPr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B1DB6" w14:textId="77777777" w:rsidR="006F4C04" w:rsidRPr="000D2AF3" w:rsidRDefault="006F4C04" w:rsidP="006F4C0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Hevlín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FB731" w14:textId="77777777" w:rsidR="006F4C04" w:rsidRPr="000D2AF3" w:rsidRDefault="006F4C04" w:rsidP="006F4C0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Nové Mlýny - HN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3B81B" w14:textId="77777777" w:rsidR="006F4C04" w:rsidRPr="000D2AF3" w:rsidRDefault="006F4C04" w:rsidP="006F4C0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AAD76" w14:textId="77777777" w:rsidR="006F4C04" w:rsidRPr="000D2AF3" w:rsidRDefault="006F4C04" w:rsidP="006F4C0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Hevlín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D76E8" w14:textId="77777777" w:rsidR="006F4C04" w:rsidRPr="000D2AF3" w:rsidRDefault="006F4C04" w:rsidP="006F4C0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5313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7A9FB" w14:textId="77777777" w:rsidR="006F4C04" w:rsidRPr="000D2AF3" w:rsidRDefault="006F4C04" w:rsidP="006F4C0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 Moravy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0B3DC" w14:textId="77777777" w:rsidR="006F4C04" w:rsidRPr="000D2AF3" w:rsidRDefault="006F4C04" w:rsidP="006F4C0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zastavěná plocha</w:t>
            </w:r>
          </w:p>
        </w:tc>
      </w:tr>
      <w:tr w:rsidR="006F4C04" w:rsidRPr="000D2AF3" w14:paraId="2E4B9187" w14:textId="77777777" w:rsidTr="006F4C04">
        <w:trPr>
          <w:trHeight w:val="288"/>
        </w:trPr>
        <w:tc>
          <w:tcPr>
            <w:tcW w:w="19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E0631" w14:textId="77777777" w:rsidR="006F4C04" w:rsidRPr="000D2AF3" w:rsidRDefault="006F4C04" w:rsidP="006F4C0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VD Nové Mlýny - horní nádrž</w:t>
            </w:r>
          </w:p>
          <w:p w14:paraId="30104B09" w14:textId="77777777" w:rsidR="006F4C04" w:rsidRPr="000D2AF3" w:rsidRDefault="006F4C04" w:rsidP="006F4C0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B6BD0" w14:textId="77777777" w:rsidR="006F4C04" w:rsidRPr="000D2AF3" w:rsidRDefault="006F4C04" w:rsidP="006F4C0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Nové Mlýny - HN</w:t>
            </w:r>
          </w:p>
          <w:p w14:paraId="4303F8B5" w14:textId="77777777" w:rsidR="006F4C04" w:rsidRPr="000D2AF3" w:rsidRDefault="006F4C04" w:rsidP="006F4C0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91232" w14:textId="77777777" w:rsidR="006F4C04" w:rsidRPr="000D2AF3" w:rsidRDefault="006F4C04" w:rsidP="006F4C0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</w:t>
            </w:r>
          </w:p>
          <w:p w14:paraId="7BEBC4DA" w14:textId="77777777" w:rsidR="006F4C04" w:rsidRPr="000D2AF3" w:rsidRDefault="006F4C04" w:rsidP="006F4C0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BE458" w14:textId="77777777" w:rsidR="006F4C04" w:rsidRPr="000D2AF3" w:rsidRDefault="006F4C04" w:rsidP="006F4C0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Mušov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3D544" w14:textId="77777777" w:rsidR="006F4C04" w:rsidRPr="000D2AF3" w:rsidRDefault="006F4C04" w:rsidP="006F4C0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387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96E9D" w14:textId="77777777" w:rsidR="006F4C04" w:rsidRPr="000D2AF3" w:rsidRDefault="006F4C04" w:rsidP="006F4C0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 Moravy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55FDD" w14:textId="77777777" w:rsidR="006F4C04" w:rsidRPr="000D2AF3" w:rsidRDefault="006F4C04" w:rsidP="006F4C0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zastavěná plocha</w:t>
            </w:r>
          </w:p>
        </w:tc>
      </w:tr>
      <w:tr w:rsidR="006F4C04" w:rsidRPr="000D2AF3" w14:paraId="4C4D02FE" w14:textId="77777777" w:rsidTr="006F4C04">
        <w:trPr>
          <w:trHeight w:val="288"/>
        </w:trPr>
        <w:tc>
          <w:tcPr>
            <w:tcW w:w="19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AC5A1" w14:textId="77777777" w:rsidR="006F4C04" w:rsidRPr="000D2AF3" w:rsidRDefault="006F4C04" w:rsidP="006F4C0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C864F" w14:textId="77777777" w:rsidR="006F4C04" w:rsidRPr="000D2AF3" w:rsidRDefault="006F4C04" w:rsidP="006F4C0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94FDB" w14:textId="77777777" w:rsidR="006F4C04" w:rsidRPr="000D2AF3" w:rsidRDefault="006F4C04" w:rsidP="006F4C0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93F26" w14:textId="77777777" w:rsidR="006F4C04" w:rsidRPr="000D2AF3" w:rsidRDefault="006F4C04" w:rsidP="006F4C0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Mušov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896A9" w14:textId="77777777" w:rsidR="006F4C04" w:rsidRPr="000D2AF3" w:rsidRDefault="006F4C04" w:rsidP="006F4C0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3116/11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87CA1" w14:textId="77777777" w:rsidR="006F4C04" w:rsidRPr="000D2AF3" w:rsidRDefault="006F4C04" w:rsidP="006F4C0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 Moravy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1FEE9" w14:textId="77777777" w:rsidR="006F4C04" w:rsidRPr="000D2AF3" w:rsidRDefault="006F4C04" w:rsidP="006F4C0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ostatní plocha</w:t>
            </w:r>
          </w:p>
        </w:tc>
      </w:tr>
      <w:tr w:rsidR="000C3136" w:rsidRPr="000D2AF3" w14:paraId="11E104D8" w14:textId="77777777" w:rsidTr="00A544C3">
        <w:trPr>
          <w:trHeight w:val="288"/>
        </w:trPr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895A7" w14:textId="77777777" w:rsidR="000C3136" w:rsidRPr="000D2AF3" w:rsidRDefault="000C3136" w:rsidP="00A544C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VD Nové Mlýny - střední nádrž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1F72B" w14:textId="77777777" w:rsidR="000C3136" w:rsidRPr="000D2AF3" w:rsidRDefault="000C3136" w:rsidP="00A544C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Nové Mlýny - SN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3FBBF" w14:textId="77777777" w:rsidR="000C3136" w:rsidRPr="000D2AF3" w:rsidRDefault="000C3136" w:rsidP="00A544C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DA109" w14:textId="77777777" w:rsidR="000C3136" w:rsidRPr="000D2AF3" w:rsidRDefault="000C3136" w:rsidP="00A544C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Dolní Věstonice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79728" w14:textId="77777777" w:rsidR="000C3136" w:rsidRPr="000D2AF3" w:rsidRDefault="000C3136" w:rsidP="00A544C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1736/3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EBEE9" w14:textId="77777777" w:rsidR="000C3136" w:rsidRPr="000D2AF3" w:rsidRDefault="000C3136" w:rsidP="00A544C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 Moravy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ECCBC" w14:textId="77777777" w:rsidR="000C3136" w:rsidRPr="000D2AF3" w:rsidRDefault="000C3136" w:rsidP="00A544C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zastavěná plocha</w:t>
            </w:r>
          </w:p>
        </w:tc>
      </w:tr>
      <w:tr w:rsidR="000C3136" w:rsidRPr="000D2AF3" w14:paraId="7CD780F0" w14:textId="77777777" w:rsidTr="00A544C3">
        <w:trPr>
          <w:trHeight w:val="288"/>
        </w:trPr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37CF5" w14:textId="77777777" w:rsidR="000C3136" w:rsidRPr="000D2AF3" w:rsidRDefault="000C3136" w:rsidP="00A544C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Přibice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D761B" w14:textId="77777777" w:rsidR="000C3136" w:rsidRPr="000D2AF3" w:rsidRDefault="000C3136" w:rsidP="00A544C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Nové Mlýny - SN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8BF01" w14:textId="77777777" w:rsidR="000C3136" w:rsidRPr="000D2AF3" w:rsidRDefault="000C3136" w:rsidP="00A544C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45C75" w14:textId="77777777" w:rsidR="000C3136" w:rsidRPr="000D2AF3" w:rsidRDefault="000C3136" w:rsidP="00A544C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Přibice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BDF34" w14:textId="77777777" w:rsidR="000C3136" w:rsidRPr="000D2AF3" w:rsidRDefault="000C3136" w:rsidP="00A544C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468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E9A8A" w14:textId="77777777" w:rsidR="000C3136" w:rsidRPr="000D2AF3" w:rsidRDefault="000C3136" w:rsidP="00A544C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 Moravy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B995E" w14:textId="77777777" w:rsidR="000C3136" w:rsidRPr="000D2AF3" w:rsidRDefault="000C3136" w:rsidP="00A544C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zastavěná plocha</w:t>
            </w:r>
          </w:p>
        </w:tc>
      </w:tr>
      <w:tr w:rsidR="000C3136" w:rsidRPr="000D2AF3" w14:paraId="481FE8D3" w14:textId="77777777" w:rsidTr="00A544C3">
        <w:trPr>
          <w:trHeight w:val="288"/>
        </w:trPr>
        <w:tc>
          <w:tcPr>
            <w:tcW w:w="19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A7690" w14:textId="77777777" w:rsidR="000C3136" w:rsidRPr="000D2AF3" w:rsidRDefault="000C3136" w:rsidP="00A544C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Židlochovice</w:t>
            </w:r>
          </w:p>
          <w:p w14:paraId="5F236A6C" w14:textId="77777777" w:rsidR="000C3136" w:rsidRPr="000D2AF3" w:rsidRDefault="000C3136" w:rsidP="00A544C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691AA" w14:textId="77777777" w:rsidR="000C3136" w:rsidRPr="000D2AF3" w:rsidRDefault="000C3136" w:rsidP="00A544C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Nové Mlýny - SN</w:t>
            </w:r>
          </w:p>
          <w:p w14:paraId="32FF1E32" w14:textId="77777777" w:rsidR="000C3136" w:rsidRPr="000D2AF3" w:rsidRDefault="000C3136" w:rsidP="00A544C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62C53" w14:textId="77777777" w:rsidR="000C3136" w:rsidRPr="000D2AF3" w:rsidRDefault="000C3136" w:rsidP="00A544C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ČHMÚ</w:t>
            </w:r>
          </w:p>
          <w:p w14:paraId="394F1C8F" w14:textId="77777777" w:rsidR="000C3136" w:rsidRPr="000D2AF3" w:rsidRDefault="000C3136" w:rsidP="00A544C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75A77" w14:textId="77777777" w:rsidR="000C3136" w:rsidRPr="000D2AF3" w:rsidRDefault="000C3136" w:rsidP="00A544C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Židlochovice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65827" w14:textId="77777777" w:rsidR="000C3136" w:rsidRPr="000D2AF3" w:rsidRDefault="000C3136" w:rsidP="00A544C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536/10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0B099" w14:textId="77777777" w:rsidR="000C3136" w:rsidRPr="000D2AF3" w:rsidRDefault="000C3136" w:rsidP="00A544C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Město Židlochovice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3D505" w14:textId="77777777" w:rsidR="000C3136" w:rsidRPr="000D2AF3" w:rsidRDefault="000C3136" w:rsidP="00A544C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ostatní plocha</w:t>
            </w:r>
          </w:p>
        </w:tc>
      </w:tr>
      <w:tr w:rsidR="000C3136" w:rsidRPr="000D2AF3" w14:paraId="1BAF8433" w14:textId="77777777" w:rsidTr="00A544C3">
        <w:trPr>
          <w:trHeight w:val="288"/>
        </w:trPr>
        <w:tc>
          <w:tcPr>
            <w:tcW w:w="19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3AF7C" w14:textId="77777777" w:rsidR="000C3136" w:rsidRPr="000D2AF3" w:rsidRDefault="000C3136" w:rsidP="00A544C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FF0CD" w14:textId="77777777" w:rsidR="000C3136" w:rsidRPr="000D2AF3" w:rsidRDefault="000C3136" w:rsidP="00A544C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5D0A0" w14:textId="77777777" w:rsidR="000C3136" w:rsidRPr="000D2AF3" w:rsidRDefault="000C3136" w:rsidP="00A544C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15009" w14:textId="77777777" w:rsidR="000C3136" w:rsidRPr="000D2AF3" w:rsidRDefault="000C3136" w:rsidP="00A544C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Židlochovice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82ECD" w14:textId="77777777" w:rsidR="000C3136" w:rsidRPr="000D2AF3" w:rsidRDefault="000C3136" w:rsidP="00A544C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536/10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85DE4" w14:textId="77777777" w:rsidR="000C3136" w:rsidRPr="000D2AF3" w:rsidRDefault="000C3136" w:rsidP="00A544C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Město Židlochovice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6D17E" w14:textId="77777777" w:rsidR="000C3136" w:rsidRPr="000D2AF3" w:rsidRDefault="000C3136" w:rsidP="00A544C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ostatní plocha</w:t>
            </w:r>
          </w:p>
        </w:tc>
      </w:tr>
      <w:tr w:rsidR="000C3136" w:rsidRPr="000D2AF3" w14:paraId="6F01056A" w14:textId="77777777" w:rsidTr="00A544C3">
        <w:trPr>
          <w:trHeight w:val="288"/>
        </w:trPr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F5F8F" w14:textId="77777777" w:rsidR="000C3136" w:rsidRPr="000D2AF3" w:rsidRDefault="000C3136" w:rsidP="00A544C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Ivančice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1D248" w14:textId="77777777" w:rsidR="000C3136" w:rsidRPr="000D2AF3" w:rsidRDefault="000C3136" w:rsidP="00A544C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Nové Mlýny - SN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CEC20" w14:textId="77777777" w:rsidR="000C3136" w:rsidRPr="000D2AF3" w:rsidRDefault="000C3136" w:rsidP="00A544C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ČHMÚ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B448A" w14:textId="77777777" w:rsidR="000C3136" w:rsidRPr="000D2AF3" w:rsidRDefault="000C3136" w:rsidP="00A544C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Moravské Bránice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155D3" w14:textId="77777777" w:rsidR="000C3136" w:rsidRPr="000D2AF3" w:rsidRDefault="000C3136" w:rsidP="00A544C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1487/150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64483" w14:textId="77777777" w:rsidR="000C3136" w:rsidRPr="000D2AF3" w:rsidRDefault="000C3136" w:rsidP="00A544C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 Moravy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F2CA8" w14:textId="77777777" w:rsidR="000C3136" w:rsidRPr="000D2AF3" w:rsidRDefault="000C3136" w:rsidP="00A544C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vodní plocha</w:t>
            </w:r>
          </w:p>
        </w:tc>
      </w:tr>
      <w:tr w:rsidR="000C3136" w:rsidRPr="000D2AF3" w14:paraId="3C24275E" w14:textId="77777777" w:rsidTr="00A544C3">
        <w:trPr>
          <w:trHeight w:val="288"/>
        </w:trPr>
        <w:tc>
          <w:tcPr>
            <w:tcW w:w="19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9B24A" w14:textId="77777777" w:rsidR="000C3136" w:rsidRPr="000D2AF3" w:rsidRDefault="000C3136" w:rsidP="00A544C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VD Nové Mlýny - dolní nádrž</w:t>
            </w:r>
          </w:p>
          <w:p w14:paraId="6179813F" w14:textId="77777777" w:rsidR="000C3136" w:rsidRPr="000D2AF3" w:rsidRDefault="000C3136" w:rsidP="00A544C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028DA" w14:textId="77777777" w:rsidR="000C3136" w:rsidRPr="000D2AF3" w:rsidRDefault="000C3136" w:rsidP="00A544C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hAnsi="Calibri" w:cs="Times New Roman"/>
                <w:color w:val="000000"/>
                <w:sz w:val="20"/>
                <w:szCs w:val="20"/>
              </w:rPr>
              <w:t>Nové Mlýny - DN</w:t>
            </w:r>
          </w:p>
          <w:p w14:paraId="3D0BFA4E" w14:textId="77777777" w:rsidR="000C3136" w:rsidRPr="000D2AF3" w:rsidRDefault="000C3136" w:rsidP="00A544C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E4447" w14:textId="77777777" w:rsidR="000C3136" w:rsidRPr="000D2AF3" w:rsidRDefault="000C3136" w:rsidP="00A544C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</w:t>
            </w:r>
          </w:p>
          <w:p w14:paraId="5FDE0546" w14:textId="77777777" w:rsidR="000C3136" w:rsidRPr="000D2AF3" w:rsidRDefault="000C3136" w:rsidP="00A544C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D3215" w14:textId="77777777" w:rsidR="000C3136" w:rsidRPr="000D2AF3" w:rsidRDefault="000C3136" w:rsidP="00A544C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Milovice u Mikulova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73FCC" w14:textId="77777777" w:rsidR="000C3136" w:rsidRPr="000D2AF3" w:rsidRDefault="000C3136" w:rsidP="00A544C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555/32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74BBA" w14:textId="77777777" w:rsidR="000C3136" w:rsidRPr="000D2AF3" w:rsidRDefault="000C3136" w:rsidP="00A544C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 Moravy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0F783" w14:textId="77777777" w:rsidR="000C3136" w:rsidRPr="000D2AF3" w:rsidRDefault="000C3136" w:rsidP="00A544C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zastavěná plocha</w:t>
            </w:r>
          </w:p>
        </w:tc>
      </w:tr>
      <w:tr w:rsidR="000C3136" w:rsidRPr="000D2AF3" w14:paraId="4F390D64" w14:textId="77777777" w:rsidTr="00A544C3">
        <w:trPr>
          <w:trHeight w:val="288"/>
        </w:trPr>
        <w:tc>
          <w:tcPr>
            <w:tcW w:w="19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725A0" w14:textId="77777777" w:rsidR="000C3136" w:rsidRPr="000D2AF3" w:rsidRDefault="000C3136" w:rsidP="00A544C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B5B37" w14:textId="77777777" w:rsidR="000C3136" w:rsidRPr="000D2AF3" w:rsidRDefault="000C3136" w:rsidP="00A544C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742FE" w14:textId="77777777" w:rsidR="000C3136" w:rsidRPr="000D2AF3" w:rsidRDefault="000C3136" w:rsidP="00A544C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1E768" w14:textId="77777777" w:rsidR="000C3136" w:rsidRPr="000D2AF3" w:rsidRDefault="000C3136" w:rsidP="00A544C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Milovice u Mikulova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77884" w14:textId="77777777" w:rsidR="000C3136" w:rsidRPr="000D2AF3" w:rsidRDefault="000C3136" w:rsidP="00A544C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555/177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743FC" w14:textId="77777777" w:rsidR="000C3136" w:rsidRPr="000D2AF3" w:rsidRDefault="000C3136" w:rsidP="00A544C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 Moravy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7E0D4" w14:textId="77777777" w:rsidR="000C3136" w:rsidRPr="000D2AF3" w:rsidRDefault="000C3136" w:rsidP="00A544C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zastavěná plocha</w:t>
            </w:r>
          </w:p>
        </w:tc>
      </w:tr>
      <w:tr w:rsidR="000C3136" w:rsidRPr="000D2AF3" w14:paraId="6D74F8EE" w14:textId="77777777" w:rsidTr="00A544C3">
        <w:trPr>
          <w:trHeight w:val="288"/>
        </w:trPr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39024" w14:textId="77777777" w:rsidR="000C3136" w:rsidRPr="000D2AF3" w:rsidRDefault="000C3136" w:rsidP="00A544C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Nové Mlýny - odtok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D949D" w14:textId="77777777" w:rsidR="000C3136" w:rsidRPr="000D2AF3" w:rsidRDefault="000C3136" w:rsidP="00A544C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hAnsi="Calibri" w:cs="Times New Roman"/>
                <w:color w:val="000000"/>
                <w:sz w:val="20"/>
                <w:szCs w:val="20"/>
              </w:rPr>
              <w:t>Nové Mlýny - D</w:t>
            </w: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N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B1537" w14:textId="77777777" w:rsidR="000C3136" w:rsidRPr="000D2AF3" w:rsidRDefault="000C3136" w:rsidP="00A544C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9B214" w14:textId="77777777" w:rsidR="000C3136" w:rsidRPr="000D2AF3" w:rsidRDefault="000C3136" w:rsidP="00A544C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Milovice u Mikulova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16D9A" w14:textId="77777777" w:rsidR="000C3136" w:rsidRPr="000D2AF3" w:rsidRDefault="000C3136" w:rsidP="00A544C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555/186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67998" w14:textId="77777777" w:rsidR="000C3136" w:rsidRPr="000D2AF3" w:rsidRDefault="000C3136" w:rsidP="00A544C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 Moravy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3B574" w14:textId="77777777" w:rsidR="000C3136" w:rsidRPr="000D2AF3" w:rsidRDefault="000C3136" w:rsidP="00A544C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zastavěná plocha</w:t>
            </w:r>
          </w:p>
        </w:tc>
      </w:tr>
      <w:tr w:rsidR="000C3136" w:rsidRPr="000D2AF3" w14:paraId="32087D67" w14:textId="77777777" w:rsidTr="00A544C3">
        <w:trPr>
          <w:trHeight w:val="288"/>
        </w:trPr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C1D7" w14:textId="77777777" w:rsidR="000C3136" w:rsidRPr="000D2AF3" w:rsidRDefault="000C3136" w:rsidP="00A544C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Nové mlýny - centrální odběrný objekt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F26DB" w14:textId="77777777" w:rsidR="000C3136" w:rsidRPr="000D2AF3" w:rsidRDefault="000C3136" w:rsidP="00A544C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hAnsi="Calibri" w:cs="Times New Roman"/>
                <w:color w:val="000000"/>
                <w:sz w:val="20"/>
                <w:szCs w:val="20"/>
              </w:rPr>
              <w:t>Nové Mlýny - D</w:t>
            </w: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N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2598D" w14:textId="77777777" w:rsidR="000C3136" w:rsidRPr="000D2AF3" w:rsidRDefault="000C3136" w:rsidP="00A544C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hAnsi="Calibri" w:cs="Times New Roman"/>
                <w:color w:val="000000"/>
                <w:sz w:val="20"/>
                <w:szCs w:val="20"/>
              </w:rPr>
              <w:t>Státní pozemkový úřad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266B1" w14:textId="77777777" w:rsidR="000C3136" w:rsidRPr="000D2AF3" w:rsidRDefault="000C3136" w:rsidP="00A544C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Nové Mlýny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A6082" w14:textId="77777777" w:rsidR="000C3136" w:rsidRPr="000D2AF3" w:rsidRDefault="000C3136" w:rsidP="00A544C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58/27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50449" w14:textId="77777777" w:rsidR="000C3136" w:rsidRPr="000D2AF3" w:rsidRDefault="000C3136" w:rsidP="00A544C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Státní pozemkový úřad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2530A" w14:textId="77777777" w:rsidR="000C3136" w:rsidRPr="000D2AF3" w:rsidRDefault="000C3136" w:rsidP="00A544C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zastavěná plocha</w:t>
            </w:r>
          </w:p>
        </w:tc>
      </w:tr>
      <w:tr w:rsidR="000C3136" w:rsidRPr="000D2AF3" w14:paraId="0D6739D2" w14:textId="77777777" w:rsidTr="00A544C3">
        <w:trPr>
          <w:trHeight w:val="288"/>
        </w:trPr>
        <w:tc>
          <w:tcPr>
            <w:tcW w:w="19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F98EF" w14:textId="77777777" w:rsidR="000C3136" w:rsidRPr="000D2AF3" w:rsidRDefault="000C3136" w:rsidP="00A544C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Dolní Věstonice</w:t>
            </w:r>
          </w:p>
          <w:p w14:paraId="735ACB5C" w14:textId="77777777" w:rsidR="000C3136" w:rsidRPr="000D2AF3" w:rsidRDefault="000C3136" w:rsidP="00A544C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86DA6" w14:textId="77777777" w:rsidR="000C3136" w:rsidRPr="000D2AF3" w:rsidRDefault="000C3136" w:rsidP="00A544C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Nové Mlýny</w:t>
            </w:r>
          </w:p>
          <w:p w14:paraId="78D3626D" w14:textId="77777777" w:rsidR="000C3136" w:rsidRPr="000D2AF3" w:rsidRDefault="000C3136" w:rsidP="00A544C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3E9CE" w14:textId="77777777" w:rsidR="000C3136" w:rsidRPr="000D2AF3" w:rsidRDefault="000C3136" w:rsidP="00A544C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</w:t>
            </w:r>
          </w:p>
          <w:p w14:paraId="59DD6790" w14:textId="77777777" w:rsidR="000C3136" w:rsidRPr="000D2AF3" w:rsidRDefault="000C3136" w:rsidP="00A544C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AF673" w14:textId="77777777" w:rsidR="000C3136" w:rsidRPr="000D2AF3" w:rsidRDefault="000C3136" w:rsidP="00A544C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Dolní Věstonice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D6C45" w14:textId="77777777" w:rsidR="000C3136" w:rsidRPr="000D2AF3" w:rsidRDefault="000C3136" w:rsidP="00A544C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640/4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F92BF" w14:textId="77777777" w:rsidR="000C3136" w:rsidRPr="000D2AF3" w:rsidRDefault="000C3136" w:rsidP="00A544C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 Moravy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D70A5" w14:textId="77777777" w:rsidR="000C3136" w:rsidRPr="000D2AF3" w:rsidRDefault="000C3136" w:rsidP="00A544C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zastavěná plocha</w:t>
            </w:r>
          </w:p>
        </w:tc>
      </w:tr>
      <w:tr w:rsidR="000C3136" w:rsidRPr="000D2AF3" w14:paraId="1D71C219" w14:textId="77777777" w:rsidTr="00A544C3">
        <w:trPr>
          <w:trHeight w:val="288"/>
        </w:trPr>
        <w:tc>
          <w:tcPr>
            <w:tcW w:w="19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1D287" w14:textId="77777777" w:rsidR="000C3136" w:rsidRPr="000D2AF3" w:rsidRDefault="000C3136" w:rsidP="00A544C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66972" w14:textId="77777777" w:rsidR="000C3136" w:rsidRPr="000D2AF3" w:rsidRDefault="000C3136" w:rsidP="00A544C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8238A" w14:textId="77777777" w:rsidR="000C3136" w:rsidRPr="000D2AF3" w:rsidRDefault="000C3136" w:rsidP="00A544C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838E7" w14:textId="77777777" w:rsidR="000C3136" w:rsidRPr="000D2AF3" w:rsidRDefault="000C3136" w:rsidP="00A544C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Dolní Věstonice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BD29A" w14:textId="77777777" w:rsidR="000C3136" w:rsidRPr="000D2AF3" w:rsidRDefault="000C3136" w:rsidP="00A544C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640/2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B523D" w14:textId="77777777" w:rsidR="000C3136" w:rsidRPr="000D2AF3" w:rsidRDefault="000C3136" w:rsidP="00A544C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 Moravy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E9E0A" w14:textId="77777777" w:rsidR="000C3136" w:rsidRPr="000D2AF3" w:rsidRDefault="000C3136" w:rsidP="00A544C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ostatní plocha</w:t>
            </w:r>
          </w:p>
        </w:tc>
      </w:tr>
      <w:tr w:rsidR="000C3136" w:rsidRPr="000D2AF3" w14:paraId="78E6B271" w14:textId="77777777" w:rsidTr="00A544C3">
        <w:trPr>
          <w:trHeight w:val="288"/>
        </w:trPr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FF21B" w14:textId="77777777" w:rsidR="000C3136" w:rsidRPr="000D2AF3" w:rsidRDefault="000C3136" w:rsidP="00A544C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Ladná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7B20D" w14:textId="77777777" w:rsidR="000C3136" w:rsidRPr="000D2AF3" w:rsidRDefault="000C3136" w:rsidP="00A544C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Nové Mlýny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67810" w14:textId="77777777" w:rsidR="000C3136" w:rsidRPr="000D2AF3" w:rsidRDefault="000C3136" w:rsidP="00A544C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8C166" w14:textId="77777777" w:rsidR="000C3136" w:rsidRPr="000D2AF3" w:rsidRDefault="000C3136" w:rsidP="00A544C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Ladná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039BF" w14:textId="77777777" w:rsidR="000C3136" w:rsidRPr="000D2AF3" w:rsidRDefault="000C3136" w:rsidP="00A544C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1348/3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45078" w14:textId="77777777" w:rsidR="000C3136" w:rsidRPr="000D2AF3" w:rsidRDefault="000C3136" w:rsidP="00A544C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 Moravy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FDDA4" w14:textId="77777777" w:rsidR="000C3136" w:rsidRPr="000D2AF3" w:rsidRDefault="000C3136" w:rsidP="00A544C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zastavěná plocha</w:t>
            </w:r>
          </w:p>
        </w:tc>
      </w:tr>
      <w:tr w:rsidR="006F4C04" w:rsidRPr="000D2AF3" w14:paraId="7119F296" w14:textId="77777777" w:rsidTr="006F4C04">
        <w:trPr>
          <w:trHeight w:val="288"/>
        </w:trPr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89F66" w14:textId="77777777" w:rsidR="006F4C04" w:rsidRPr="000D2AF3" w:rsidRDefault="006F4C04" w:rsidP="006F4C0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Hrušovany nad Jevišovkou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7D9C1" w14:textId="77777777" w:rsidR="006F4C04" w:rsidRPr="000D2AF3" w:rsidRDefault="006F4C04" w:rsidP="006F4C0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Nové Mlýny - HN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9A8D1" w14:textId="77777777" w:rsidR="006F4C04" w:rsidRPr="000D2AF3" w:rsidRDefault="006F4C04" w:rsidP="006F4C0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E1C63" w14:textId="77777777" w:rsidR="006F4C04" w:rsidRPr="000D2AF3" w:rsidRDefault="006F4C04" w:rsidP="006F4C0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Hrušovany nad Jevišovkou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3E039" w14:textId="77777777" w:rsidR="006F4C04" w:rsidRPr="000D2AF3" w:rsidRDefault="006F4C04" w:rsidP="006F4C0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10049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DD7E2" w14:textId="77777777" w:rsidR="006F4C04" w:rsidRPr="000D2AF3" w:rsidRDefault="006F4C04" w:rsidP="006F4C0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 Moravy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F9F2B" w14:textId="77777777" w:rsidR="006F4C04" w:rsidRPr="000D2AF3" w:rsidRDefault="006F4C04" w:rsidP="006F4C0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ostatní plocha</w:t>
            </w:r>
          </w:p>
        </w:tc>
      </w:tr>
    </w:tbl>
    <w:p w14:paraId="0B7C46A7" w14:textId="77777777" w:rsidR="000D2AF3" w:rsidRPr="00B55C59" w:rsidRDefault="000D2AF3" w:rsidP="00B55C59"/>
    <w:p w14:paraId="39AF2659" w14:textId="77777777" w:rsidR="00FC61D3" w:rsidRDefault="00B55C59" w:rsidP="00B55C59">
      <w:pPr>
        <w:pStyle w:val="N1"/>
      </w:pPr>
      <w:bookmarkStart w:id="47" w:name="_Toc502914634"/>
      <w:r>
        <w:lastRenderedPageBreak/>
        <w:t>Údaje o stavbě</w:t>
      </w:r>
      <w:bookmarkEnd w:id="47"/>
    </w:p>
    <w:p w14:paraId="0F5EE838" w14:textId="77777777" w:rsidR="00C87986" w:rsidRDefault="00C87986" w:rsidP="005515EC">
      <w:pPr>
        <w:pStyle w:val="N2"/>
        <w:numPr>
          <w:ilvl w:val="0"/>
          <w:numId w:val="38"/>
        </w:numPr>
      </w:pPr>
      <w:bookmarkStart w:id="48" w:name="_Toc502914635"/>
      <w:r>
        <w:t>Nová stavba nebo změna dokončené stavby</w:t>
      </w:r>
      <w:bookmarkEnd w:id="48"/>
    </w:p>
    <w:p w14:paraId="46FF758C" w14:textId="77777777" w:rsidR="005515EC" w:rsidRPr="005515EC" w:rsidRDefault="005515EC" w:rsidP="005515EC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5515EC">
        <w:rPr>
          <w:rFonts w:asciiTheme="minorHAnsi" w:hAnsiTheme="minorHAnsi" w:cs="Times New Roman"/>
          <w:color w:val="000000"/>
        </w:rPr>
        <w:t xml:space="preserve">Projekt neřeší novou stavbu ani změnu dokončené stavby. </w:t>
      </w:r>
      <w:r w:rsidR="00385716">
        <w:rPr>
          <w:rFonts w:asciiTheme="minorHAnsi" w:hAnsiTheme="minorHAnsi" w:cs="Times New Roman"/>
          <w:color w:val="000000"/>
        </w:rPr>
        <w:t xml:space="preserve">V rámci stavby dojde k modernizaci a doplnění automatického měření na vodním díle </w:t>
      </w:r>
      <w:r w:rsidR="007232B0">
        <w:rPr>
          <w:rFonts w:asciiTheme="minorHAnsi" w:hAnsiTheme="minorHAnsi" w:cs="Times New Roman"/>
          <w:color w:val="000000"/>
        </w:rPr>
        <w:t xml:space="preserve">Nové Mlýny </w:t>
      </w:r>
      <w:r w:rsidR="008A5BF5">
        <w:rPr>
          <w:rFonts w:asciiTheme="minorHAnsi" w:hAnsiTheme="minorHAnsi" w:cs="Times New Roman"/>
          <w:color w:val="000000"/>
        </w:rPr>
        <w:t>–</w:t>
      </w:r>
      <w:r w:rsidR="007232B0">
        <w:rPr>
          <w:rFonts w:asciiTheme="minorHAnsi" w:hAnsiTheme="minorHAnsi" w:cs="Times New Roman"/>
          <w:color w:val="000000"/>
        </w:rPr>
        <w:t xml:space="preserve"> horní</w:t>
      </w:r>
      <w:r w:rsidR="008A5BF5">
        <w:rPr>
          <w:rFonts w:asciiTheme="minorHAnsi" w:hAnsiTheme="minorHAnsi" w:cs="Times New Roman"/>
          <w:color w:val="000000"/>
        </w:rPr>
        <w:t>, střední a dolní</w:t>
      </w:r>
      <w:r w:rsidR="00385716">
        <w:rPr>
          <w:rFonts w:asciiTheme="minorHAnsi" w:hAnsiTheme="minorHAnsi" w:cs="Times New Roman"/>
          <w:color w:val="000000"/>
        </w:rPr>
        <w:t xml:space="preserve">. </w:t>
      </w:r>
    </w:p>
    <w:p w14:paraId="514D6775" w14:textId="77777777" w:rsidR="00C87986" w:rsidRDefault="00C87986" w:rsidP="005515EC">
      <w:pPr>
        <w:pStyle w:val="N2"/>
        <w:numPr>
          <w:ilvl w:val="0"/>
          <w:numId w:val="38"/>
        </w:numPr>
      </w:pPr>
      <w:bookmarkStart w:id="49" w:name="_Toc502914636"/>
      <w:r>
        <w:t>Účel užívání stavby</w:t>
      </w:r>
      <w:bookmarkEnd w:id="49"/>
    </w:p>
    <w:p w14:paraId="2186C70D" w14:textId="77777777" w:rsidR="005515EC" w:rsidRPr="005515EC" w:rsidRDefault="005515EC" w:rsidP="005515EC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5515EC">
        <w:rPr>
          <w:rFonts w:asciiTheme="minorHAnsi" w:hAnsiTheme="minorHAnsi" w:cs="Times New Roman"/>
          <w:color w:val="000000"/>
        </w:rPr>
        <w:t xml:space="preserve">Účel užívání stavby se vlivem tohoto projektu nezmění. </w:t>
      </w:r>
      <w:r w:rsidR="00385716">
        <w:rPr>
          <w:rFonts w:asciiTheme="minorHAnsi" w:hAnsiTheme="minorHAnsi" w:cs="Times New Roman"/>
          <w:color w:val="000000"/>
        </w:rPr>
        <w:t xml:space="preserve">Stavba je vodním dílem. </w:t>
      </w:r>
    </w:p>
    <w:p w14:paraId="4A8F0581" w14:textId="77777777" w:rsidR="00C87986" w:rsidRDefault="00C87986" w:rsidP="005515EC">
      <w:pPr>
        <w:pStyle w:val="N2"/>
        <w:numPr>
          <w:ilvl w:val="0"/>
          <w:numId w:val="38"/>
        </w:numPr>
      </w:pPr>
      <w:bookmarkStart w:id="50" w:name="_Toc502914637"/>
      <w:r>
        <w:t>Trvalá nebo dočasná stavba</w:t>
      </w:r>
      <w:bookmarkEnd w:id="50"/>
    </w:p>
    <w:p w14:paraId="6BD30026" w14:textId="77777777" w:rsidR="005515EC" w:rsidRPr="005515EC" w:rsidRDefault="005515EC" w:rsidP="005515EC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5515EC">
        <w:rPr>
          <w:rFonts w:asciiTheme="minorHAnsi" w:hAnsiTheme="minorHAnsi" w:cs="Times New Roman"/>
          <w:color w:val="000000"/>
        </w:rPr>
        <w:t>Žádná stavba není dočasná</w:t>
      </w:r>
      <w:r>
        <w:rPr>
          <w:rFonts w:asciiTheme="minorHAnsi" w:hAnsiTheme="minorHAnsi" w:cs="Times New Roman"/>
          <w:color w:val="000000"/>
        </w:rPr>
        <w:t>, jedná se pouze o trvalé stavby.</w:t>
      </w:r>
    </w:p>
    <w:p w14:paraId="18B9AD4A" w14:textId="77777777" w:rsidR="00C87986" w:rsidRDefault="00C87986" w:rsidP="005515EC">
      <w:pPr>
        <w:pStyle w:val="N2"/>
        <w:numPr>
          <w:ilvl w:val="0"/>
          <w:numId w:val="38"/>
        </w:numPr>
      </w:pPr>
      <w:bookmarkStart w:id="51" w:name="_Toc502914638"/>
      <w:r>
        <w:t>Údaje o ochraně stavby podle jiných právních předpisů</w:t>
      </w:r>
      <w:bookmarkEnd w:id="51"/>
    </w:p>
    <w:p w14:paraId="2639B08C" w14:textId="77777777" w:rsidR="005515EC" w:rsidRPr="005515EC" w:rsidRDefault="00160843" w:rsidP="005515EC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>
        <w:rPr>
          <w:rFonts w:asciiTheme="minorHAnsi" w:hAnsiTheme="minorHAnsi" w:cs="Times New Roman"/>
          <w:color w:val="000000"/>
        </w:rPr>
        <w:t>Stavba není kulturním památkou či jiným způsobem chráněná</w:t>
      </w:r>
      <w:r w:rsidR="00443699">
        <w:rPr>
          <w:rFonts w:asciiTheme="minorHAnsi" w:hAnsiTheme="minorHAnsi" w:cs="Times New Roman"/>
          <w:color w:val="000000"/>
        </w:rPr>
        <w:t xml:space="preserve">. </w:t>
      </w:r>
    </w:p>
    <w:p w14:paraId="0E36BB56" w14:textId="77777777" w:rsidR="00C87986" w:rsidRDefault="00C87986" w:rsidP="005515EC">
      <w:pPr>
        <w:pStyle w:val="N2"/>
        <w:numPr>
          <w:ilvl w:val="0"/>
          <w:numId w:val="38"/>
        </w:numPr>
      </w:pPr>
      <w:bookmarkStart w:id="52" w:name="_Toc502914639"/>
      <w:r>
        <w:t>Údaje o dodržení technických požadavků na stavby</w:t>
      </w:r>
      <w:bookmarkEnd w:id="52"/>
    </w:p>
    <w:p w14:paraId="64BD88DD" w14:textId="77777777" w:rsidR="00AB36CB" w:rsidRPr="00AB36CB" w:rsidRDefault="00AB36CB" w:rsidP="00AB36CB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AB36CB">
        <w:rPr>
          <w:rFonts w:asciiTheme="minorHAnsi" w:hAnsiTheme="minorHAnsi" w:cs="Times New Roman"/>
          <w:color w:val="000000"/>
        </w:rPr>
        <w:t>Projektová dokumentace byla zpracována v souladu se stavebním zákonem č. 183/2006 Sb. o územním plánování a stavebním řádu a jeho novelou 350/2012 Sb.</w:t>
      </w:r>
    </w:p>
    <w:p w14:paraId="56387015" w14:textId="77777777" w:rsidR="005515EC" w:rsidRPr="00AB36CB" w:rsidRDefault="00AB36CB" w:rsidP="00AB36CB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AB36CB">
        <w:rPr>
          <w:rFonts w:asciiTheme="minorHAnsi" w:hAnsiTheme="minorHAnsi" w:cs="Times New Roman"/>
          <w:color w:val="000000"/>
        </w:rPr>
        <w:t>Projektová dokumentace byla zpracována v souladu s vyhláškou č. 268/2009 Sb., o technických požadavcích na stavby.</w:t>
      </w:r>
    </w:p>
    <w:p w14:paraId="4E30C1C0" w14:textId="77777777" w:rsidR="00385716" w:rsidRDefault="00385716" w:rsidP="00385716">
      <w:pPr>
        <w:pStyle w:val="N2"/>
        <w:numPr>
          <w:ilvl w:val="0"/>
          <w:numId w:val="38"/>
        </w:numPr>
      </w:pPr>
      <w:bookmarkStart w:id="53" w:name="_Toc502914640"/>
      <w:r w:rsidRPr="00385716">
        <w:t>Údaje o dodržení technických požadavků na stavby a obecných technických požadavků zabezpečujících bezbariérové užívání staveb</w:t>
      </w:r>
      <w:bookmarkEnd w:id="53"/>
    </w:p>
    <w:p w14:paraId="3F85C0B6" w14:textId="77777777" w:rsidR="00385716" w:rsidRPr="00385716" w:rsidRDefault="00385716" w:rsidP="00385716">
      <w:pPr>
        <w:pStyle w:val="Odstavecseseznamem"/>
        <w:spacing w:line="360" w:lineRule="auto"/>
        <w:jc w:val="both"/>
        <w:rPr>
          <w:rFonts w:asciiTheme="minorHAnsi" w:hAnsiTheme="minorHAnsi" w:cs="Times New Roman"/>
          <w:color w:val="000000"/>
        </w:rPr>
      </w:pPr>
      <w:r w:rsidRPr="00385716">
        <w:rPr>
          <w:rFonts w:asciiTheme="minorHAnsi" w:hAnsiTheme="minorHAnsi" w:cs="Times New Roman"/>
          <w:color w:val="000000"/>
        </w:rPr>
        <w:t xml:space="preserve">Přístupnost území se stavbou nemění. </w:t>
      </w:r>
    </w:p>
    <w:p w14:paraId="093ED76B" w14:textId="77777777" w:rsidR="00C87986" w:rsidRDefault="00C87986" w:rsidP="00AB36CB">
      <w:pPr>
        <w:pStyle w:val="N2"/>
        <w:numPr>
          <w:ilvl w:val="0"/>
          <w:numId w:val="38"/>
        </w:numPr>
      </w:pPr>
      <w:bookmarkStart w:id="54" w:name="_Toc502914641"/>
      <w:r>
        <w:t>Údaje o splnění požadavků dotčených orgánů</w:t>
      </w:r>
      <w:bookmarkEnd w:id="54"/>
    </w:p>
    <w:p w14:paraId="4ADADA6B" w14:textId="77777777" w:rsidR="00385716" w:rsidRPr="00385716" w:rsidRDefault="00385716" w:rsidP="00385716">
      <w:pPr>
        <w:ind w:left="709"/>
        <w:jc w:val="both"/>
        <w:rPr>
          <w:rFonts w:asciiTheme="minorHAnsi" w:hAnsiTheme="minorHAnsi" w:cs="Times New Roman"/>
          <w:color w:val="000000"/>
        </w:rPr>
      </w:pPr>
      <w:r w:rsidRPr="00385716">
        <w:rPr>
          <w:rFonts w:asciiTheme="minorHAnsi" w:hAnsiTheme="minorHAnsi" w:cs="Times New Roman"/>
          <w:color w:val="000000"/>
        </w:rPr>
        <w:t>Údaje o splnění požadavků dotčených orgánů a požadavků vyplývající z jiných právních předpisů jsou do dokumentace zapracovány a vyplývají z jejího obsahu.</w:t>
      </w:r>
    </w:p>
    <w:p w14:paraId="48FA1DB4" w14:textId="77777777" w:rsidR="00C87986" w:rsidRDefault="00561B51" w:rsidP="00E60488">
      <w:pPr>
        <w:pStyle w:val="N2"/>
        <w:numPr>
          <w:ilvl w:val="0"/>
          <w:numId w:val="38"/>
        </w:numPr>
      </w:pPr>
      <w:bookmarkStart w:id="55" w:name="_Toc502914642"/>
      <w:r>
        <w:t>Seznam výji</w:t>
      </w:r>
      <w:r w:rsidR="00C87986">
        <w:t>mek</w:t>
      </w:r>
      <w:bookmarkEnd w:id="55"/>
    </w:p>
    <w:p w14:paraId="3E524C45" w14:textId="77777777" w:rsidR="00E60488" w:rsidRPr="00E60488" w:rsidRDefault="00E60488" w:rsidP="00E60488">
      <w:pPr>
        <w:pStyle w:val="Zkladntext"/>
        <w:ind w:firstLine="576"/>
        <w:jc w:val="both"/>
        <w:rPr>
          <w:rFonts w:asciiTheme="minorHAnsi" w:hAnsiTheme="minorHAnsi"/>
          <w:szCs w:val="24"/>
        </w:rPr>
      </w:pPr>
      <w:r w:rsidRPr="00E60488">
        <w:rPr>
          <w:rFonts w:asciiTheme="minorHAnsi" w:hAnsiTheme="minorHAnsi"/>
          <w:szCs w:val="24"/>
        </w:rPr>
        <w:t>Výjimky nebyly navrženy ani požadovány. Úlevová řešení nebyla navržena ani požadována.</w:t>
      </w:r>
    </w:p>
    <w:p w14:paraId="7644D0A6" w14:textId="77777777" w:rsidR="00C87986" w:rsidRDefault="00C87986" w:rsidP="00E60488">
      <w:pPr>
        <w:pStyle w:val="N2"/>
        <w:numPr>
          <w:ilvl w:val="0"/>
          <w:numId w:val="38"/>
        </w:numPr>
      </w:pPr>
      <w:bookmarkStart w:id="56" w:name="_Toc502914643"/>
      <w:r>
        <w:t>Navrhované kapacity stavby</w:t>
      </w:r>
      <w:bookmarkEnd w:id="56"/>
    </w:p>
    <w:p w14:paraId="49056B7D" w14:textId="77777777" w:rsidR="00E60488" w:rsidRPr="00E60488" w:rsidRDefault="00E60488" w:rsidP="00E60488">
      <w:pPr>
        <w:pStyle w:val="Zkladntext"/>
        <w:ind w:firstLine="576"/>
        <w:jc w:val="both"/>
        <w:rPr>
          <w:rFonts w:asciiTheme="minorHAnsi" w:hAnsiTheme="minorHAnsi"/>
          <w:szCs w:val="24"/>
        </w:rPr>
      </w:pPr>
      <w:r w:rsidRPr="00E60488">
        <w:rPr>
          <w:rFonts w:asciiTheme="minorHAnsi" w:hAnsiTheme="minorHAnsi"/>
          <w:szCs w:val="24"/>
        </w:rPr>
        <w:t>Kapacity stavby zůstávají vlivem projektu nezměněny.</w:t>
      </w:r>
    </w:p>
    <w:p w14:paraId="6FF96590" w14:textId="77777777" w:rsidR="00C87986" w:rsidRPr="00E60488" w:rsidRDefault="00C87986" w:rsidP="00E60488">
      <w:pPr>
        <w:pStyle w:val="N2"/>
        <w:numPr>
          <w:ilvl w:val="0"/>
          <w:numId w:val="38"/>
        </w:numPr>
      </w:pPr>
      <w:bookmarkStart w:id="57" w:name="_Toc502914644"/>
      <w:r w:rsidRPr="00E60488">
        <w:t>Základní bilance stavby</w:t>
      </w:r>
      <w:bookmarkEnd w:id="57"/>
    </w:p>
    <w:p w14:paraId="4DBA2645" w14:textId="77777777" w:rsidR="00E60488" w:rsidRPr="00E60488" w:rsidRDefault="00E60488" w:rsidP="00E60488">
      <w:pPr>
        <w:pStyle w:val="Zkladntext"/>
        <w:ind w:firstLine="576"/>
        <w:jc w:val="both"/>
        <w:rPr>
          <w:rFonts w:asciiTheme="minorHAnsi" w:hAnsiTheme="minorHAnsi"/>
          <w:szCs w:val="24"/>
        </w:rPr>
      </w:pPr>
      <w:r w:rsidRPr="00E60488">
        <w:rPr>
          <w:rFonts w:asciiTheme="minorHAnsi" w:hAnsiTheme="minorHAnsi"/>
          <w:szCs w:val="24"/>
        </w:rPr>
        <w:t>Základní bilance stavby zůstává vlivem projektu nezměněna.</w:t>
      </w:r>
    </w:p>
    <w:p w14:paraId="795B00B3" w14:textId="77777777" w:rsidR="00C87986" w:rsidRDefault="00C87986" w:rsidP="00E60488">
      <w:pPr>
        <w:pStyle w:val="N2"/>
        <w:numPr>
          <w:ilvl w:val="0"/>
          <w:numId w:val="38"/>
        </w:numPr>
      </w:pPr>
      <w:bookmarkStart w:id="58" w:name="_Toc502914645"/>
      <w:r>
        <w:lastRenderedPageBreak/>
        <w:t>Základní předpoklady výstavby</w:t>
      </w:r>
      <w:bookmarkEnd w:id="58"/>
    </w:p>
    <w:p w14:paraId="3336D8DA" w14:textId="27F9006B" w:rsidR="00E60488" w:rsidRPr="00E60488" w:rsidRDefault="00E60488" w:rsidP="00E60488">
      <w:pPr>
        <w:pStyle w:val="Zkladntext"/>
        <w:ind w:firstLine="576"/>
        <w:jc w:val="both"/>
        <w:rPr>
          <w:rFonts w:asciiTheme="minorHAnsi" w:hAnsiTheme="minorHAnsi"/>
          <w:szCs w:val="24"/>
        </w:rPr>
      </w:pPr>
      <w:r w:rsidRPr="00E60488">
        <w:rPr>
          <w:rFonts w:asciiTheme="minorHAnsi" w:hAnsiTheme="minorHAnsi"/>
          <w:szCs w:val="24"/>
        </w:rPr>
        <w:t>Projektová příprava – rok 20</w:t>
      </w:r>
      <w:r w:rsidR="005908AB">
        <w:rPr>
          <w:rFonts w:asciiTheme="minorHAnsi" w:hAnsiTheme="minorHAnsi"/>
          <w:szCs w:val="24"/>
        </w:rPr>
        <w:t>24</w:t>
      </w:r>
      <w:r w:rsidRPr="00E60488">
        <w:rPr>
          <w:rFonts w:asciiTheme="minorHAnsi" w:hAnsiTheme="minorHAnsi"/>
          <w:szCs w:val="24"/>
        </w:rPr>
        <w:t xml:space="preserve"> a </w:t>
      </w:r>
      <w:r>
        <w:rPr>
          <w:rFonts w:asciiTheme="minorHAnsi" w:hAnsiTheme="minorHAnsi"/>
          <w:szCs w:val="24"/>
        </w:rPr>
        <w:t xml:space="preserve">začátek </w:t>
      </w:r>
      <w:r w:rsidRPr="00E60488">
        <w:rPr>
          <w:rFonts w:asciiTheme="minorHAnsi" w:hAnsiTheme="minorHAnsi"/>
          <w:szCs w:val="24"/>
        </w:rPr>
        <w:t xml:space="preserve">realizace </w:t>
      </w:r>
      <w:r w:rsidR="00E11BFD">
        <w:rPr>
          <w:rFonts w:asciiTheme="minorHAnsi" w:hAnsiTheme="minorHAnsi"/>
          <w:szCs w:val="24"/>
        </w:rPr>
        <w:t>2026</w:t>
      </w:r>
    </w:p>
    <w:p w14:paraId="5A29E68E" w14:textId="77777777" w:rsidR="00C87986" w:rsidRDefault="00C87986" w:rsidP="00E60488">
      <w:pPr>
        <w:pStyle w:val="N2"/>
        <w:numPr>
          <w:ilvl w:val="0"/>
          <w:numId w:val="38"/>
        </w:numPr>
      </w:pPr>
      <w:bookmarkStart w:id="59" w:name="_Toc502914646"/>
      <w:r>
        <w:t>Orientační náklady stavby</w:t>
      </w:r>
      <w:bookmarkEnd w:id="59"/>
    </w:p>
    <w:p w14:paraId="147EBABE" w14:textId="62DA42A7" w:rsidR="007A066F" w:rsidRDefault="00E60488" w:rsidP="000D2AF3">
      <w:pPr>
        <w:pStyle w:val="Zkladntext"/>
        <w:ind w:firstLine="576"/>
        <w:jc w:val="both"/>
        <w:rPr>
          <w:rFonts w:asciiTheme="minorHAnsi" w:hAnsiTheme="minorHAnsi"/>
          <w:szCs w:val="24"/>
        </w:rPr>
      </w:pPr>
      <w:r w:rsidRPr="00E60488">
        <w:rPr>
          <w:rFonts w:asciiTheme="minorHAnsi" w:hAnsiTheme="minorHAnsi"/>
          <w:szCs w:val="24"/>
        </w:rPr>
        <w:t>Rámcov</w:t>
      </w:r>
      <w:r>
        <w:rPr>
          <w:rFonts w:asciiTheme="minorHAnsi" w:hAnsiTheme="minorHAnsi"/>
          <w:szCs w:val="24"/>
        </w:rPr>
        <w:t>ý</w:t>
      </w:r>
      <w:r w:rsidR="00385716">
        <w:rPr>
          <w:rFonts w:asciiTheme="minorHAnsi" w:hAnsiTheme="minorHAnsi"/>
          <w:szCs w:val="24"/>
        </w:rPr>
        <w:t xml:space="preserve"> odhad investičních nákladů:</w:t>
      </w:r>
      <w:r w:rsidR="00385716">
        <w:rPr>
          <w:rFonts w:asciiTheme="minorHAnsi" w:hAnsiTheme="minorHAnsi"/>
          <w:szCs w:val="24"/>
        </w:rPr>
        <w:tab/>
        <w:t xml:space="preserve"> </w:t>
      </w:r>
      <w:r w:rsidR="00D6750C">
        <w:rPr>
          <w:rFonts w:asciiTheme="minorHAnsi" w:hAnsiTheme="minorHAnsi"/>
          <w:szCs w:val="24"/>
        </w:rPr>
        <w:t>5.0</w:t>
      </w:r>
      <w:r w:rsidR="00D6750C" w:rsidRPr="00E60488">
        <w:rPr>
          <w:rFonts w:asciiTheme="minorHAnsi" w:hAnsiTheme="minorHAnsi"/>
          <w:szCs w:val="24"/>
        </w:rPr>
        <w:t>00.000, -</w:t>
      </w:r>
      <w:r w:rsidRPr="00E60488">
        <w:rPr>
          <w:rFonts w:asciiTheme="minorHAnsi" w:hAnsiTheme="minorHAnsi"/>
          <w:szCs w:val="24"/>
        </w:rPr>
        <w:t xml:space="preserve">Kč bez </w:t>
      </w:r>
      <w:r>
        <w:rPr>
          <w:rFonts w:asciiTheme="minorHAnsi" w:hAnsiTheme="minorHAnsi"/>
          <w:szCs w:val="24"/>
        </w:rPr>
        <w:t>DPH.</w:t>
      </w:r>
    </w:p>
    <w:p w14:paraId="5CCEC6BD" w14:textId="77777777" w:rsidR="0098408D" w:rsidRDefault="0098408D" w:rsidP="000D2AF3">
      <w:pPr>
        <w:pStyle w:val="Zkladntext"/>
        <w:ind w:firstLine="576"/>
        <w:jc w:val="both"/>
        <w:rPr>
          <w:rFonts w:asciiTheme="minorHAnsi" w:hAnsiTheme="minorHAnsi"/>
          <w:szCs w:val="24"/>
        </w:rPr>
      </w:pPr>
    </w:p>
    <w:p w14:paraId="03AB37F3" w14:textId="77777777" w:rsidR="00B55C59" w:rsidRPr="00B55C59" w:rsidRDefault="00B55C59" w:rsidP="00B55C59">
      <w:pPr>
        <w:pStyle w:val="N1"/>
      </w:pPr>
      <w:bookmarkStart w:id="60" w:name="_Toc502914647"/>
      <w:r>
        <w:t>Členění stavby na objekty a technologická zařízení</w:t>
      </w:r>
      <w:bookmarkEnd w:id="60"/>
    </w:p>
    <w:bookmarkEnd w:id="12"/>
    <w:p w14:paraId="5A8E1F58" w14:textId="77777777" w:rsidR="008F21F0" w:rsidRDefault="00B65E26" w:rsidP="00247D1A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247D1A">
        <w:rPr>
          <w:rFonts w:asciiTheme="minorHAnsi" w:hAnsiTheme="minorHAnsi" w:cs="Times New Roman"/>
          <w:color w:val="000000"/>
        </w:rPr>
        <w:t xml:space="preserve">Stavba je </w:t>
      </w:r>
      <w:r w:rsidR="008F57C6" w:rsidRPr="00247D1A">
        <w:rPr>
          <w:rFonts w:asciiTheme="minorHAnsi" w:hAnsiTheme="minorHAnsi" w:cs="Times New Roman"/>
          <w:color w:val="000000"/>
        </w:rPr>
        <w:t>určena jako stavební objekt SO01</w:t>
      </w:r>
      <w:r w:rsidR="00123496" w:rsidRPr="00247D1A">
        <w:rPr>
          <w:rFonts w:asciiTheme="minorHAnsi" w:hAnsiTheme="minorHAnsi" w:cs="Times New Roman"/>
          <w:color w:val="000000"/>
        </w:rPr>
        <w:t xml:space="preserve"> až SO12</w:t>
      </w:r>
      <w:r w:rsidR="008F57C6" w:rsidRPr="00247D1A">
        <w:rPr>
          <w:rFonts w:asciiTheme="minorHAnsi" w:hAnsiTheme="minorHAnsi" w:cs="Times New Roman"/>
          <w:color w:val="000000"/>
        </w:rPr>
        <w:t xml:space="preserve"> </w:t>
      </w:r>
      <w:r w:rsidR="00FE19C3" w:rsidRPr="00247D1A">
        <w:rPr>
          <w:rFonts w:asciiTheme="minorHAnsi" w:hAnsiTheme="minorHAnsi" w:cs="Times New Roman"/>
          <w:color w:val="000000"/>
        </w:rPr>
        <w:t xml:space="preserve">a </w:t>
      </w:r>
      <w:r w:rsidR="00123496" w:rsidRPr="00247D1A">
        <w:rPr>
          <w:rFonts w:asciiTheme="minorHAnsi" w:hAnsiTheme="minorHAnsi" w:cs="Times New Roman"/>
          <w:color w:val="000000"/>
        </w:rPr>
        <w:t>každý stavební soubor je rozdělen</w:t>
      </w:r>
      <w:r w:rsidR="00FE19C3" w:rsidRPr="00247D1A">
        <w:rPr>
          <w:rFonts w:asciiTheme="minorHAnsi" w:hAnsiTheme="minorHAnsi" w:cs="Times New Roman"/>
          <w:color w:val="000000"/>
        </w:rPr>
        <w:t xml:space="preserve"> na jednotlivé </w:t>
      </w:r>
      <w:r w:rsidR="008F57C6" w:rsidRPr="00247D1A">
        <w:rPr>
          <w:rFonts w:asciiTheme="minorHAnsi" w:hAnsiTheme="minorHAnsi" w:cs="Times New Roman"/>
          <w:color w:val="000000"/>
        </w:rPr>
        <w:t>provozní soubory PS</w:t>
      </w:r>
      <w:r w:rsidR="00FE19C3" w:rsidRPr="00247D1A">
        <w:rPr>
          <w:rFonts w:asciiTheme="minorHAnsi" w:hAnsiTheme="minorHAnsi" w:cs="Times New Roman"/>
          <w:color w:val="000000"/>
        </w:rPr>
        <w:t>.</w:t>
      </w:r>
    </w:p>
    <w:p w14:paraId="19556A68" w14:textId="77777777" w:rsidR="00385716" w:rsidRPr="00247D1A" w:rsidRDefault="00385716" w:rsidP="00247D1A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</w:p>
    <w:tbl>
      <w:tblPr>
        <w:tblStyle w:val="Mkatabulky"/>
        <w:tblW w:w="9776" w:type="dxa"/>
        <w:tblLook w:val="04A0" w:firstRow="1" w:lastRow="0" w:firstColumn="1" w:lastColumn="0" w:noHBand="0" w:noVBand="1"/>
      </w:tblPr>
      <w:tblGrid>
        <w:gridCol w:w="922"/>
        <w:gridCol w:w="3042"/>
        <w:gridCol w:w="993"/>
        <w:gridCol w:w="4819"/>
      </w:tblGrid>
      <w:tr w:rsidR="008A5BF5" w14:paraId="6F3750AF" w14:textId="77777777" w:rsidTr="00B54AEF">
        <w:tc>
          <w:tcPr>
            <w:tcW w:w="922" w:type="dxa"/>
          </w:tcPr>
          <w:p w14:paraId="7CDFDFC9" w14:textId="77777777" w:rsidR="008A5BF5" w:rsidRDefault="008A5BF5" w:rsidP="00B54AEF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SO01</w:t>
            </w:r>
          </w:p>
        </w:tc>
        <w:tc>
          <w:tcPr>
            <w:tcW w:w="3042" w:type="dxa"/>
          </w:tcPr>
          <w:p w14:paraId="33991137" w14:textId="77777777" w:rsidR="008A5BF5" w:rsidRDefault="008A5BF5" w:rsidP="00B54AEF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VD Nové Mlýny</w:t>
            </w:r>
          </w:p>
        </w:tc>
        <w:tc>
          <w:tcPr>
            <w:tcW w:w="993" w:type="dxa"/>
          </w:tcPr>
          <w:p w14:paraId="123633BD" w14:textId="77777777" w:rsidR="008A5BF5" w:rsidRDefault="008A5BF5" w:rsidP="00B54AEF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446B9B72" w14:textId="77777777" w:rsidR="008A5BF5" w:rsidRDefault="008A5BF5" w:rsidP="00B54AEF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8A5BF5" w14:paraId="48AA9E2A" w14:textId="77777777" w:rsidTr="00B54AEF">
        <w:tc>
          <w:tcPr>
            <w:tcW w:w="922" w:type="dxa"/>
          </w:tcPr>
          <w:p w14:paraId="381F3579" w14:textId="77777777" w:rsidR="008A5BF5" w:rsidRDefault="008A5BF5" w:rsidP="00B54AEF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42" w:type="dxa"/>
          </w:tcPr>
          <w:p w14:paraId="20532C04" w14:textId="77777777" w:rsidR="008A5BF5" w:rsidRDefault="008A5BF5" w:rsidP="00B54AEF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993" w:type="dxa"/>
          </w:tcPr>
          <w:p w14:paraId="31CC4CC0" w14:textId="77777777" w:rsidR="008A5BF5" w:rsidRDefault="008A5BF5" w:rsidP="00B54AEF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PS01</w:t>
            </w:r>
          </w:p>
        </w:tc>
        <w:tc>
          <w:tcPr>
            <w:tcW w:w="4819" w:type="dxa"/>
          </w:tcPr>
          <w:p w14:paraId="05A93D8B" w14:textId="77777777" w:rsidR="008A5BF5" w:rsidRDefault="008A5BF5" w:rsidP="00B54AEF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Nové Mlýny – Horní nádrž</w:t>
            </w:r>
          </w:p>
        </w:tc>
      </w:tr>
      <w:tr w:rsidR="008A5BF5" w14:paraId="03530E03" w14:textId="77777777" w:rsidTr="00B54AEF">
        <w:tc>
          <w:tcPr>
            <w:tcW w:w="922" w:type="dxa"/>
          </w:tcPr>
          <w:p w14:paraId="54829297" w14:textId="77777777" w:rsidR="008A5BF5" w:rsidRDefault="008A5BF5" w:rsidP="00B54AEF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42" w:type="dxa"/>
          </w:tcPr>
          <w:p w14:paraId="303E82D3" w14:textId="77777777" w:rsidR="008A5BF5" w:rsidRDefault="008A5BF5" w:rsidP="00B54AEF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993" w:type="dxa"/>
          </w:tcPr>
          <w:p w14:paraId="692D9591" w14:textId="77777777" w:rsidR="008A5BF5" w:rsidRDefault="008A5BF5" w:rsidP="00B54AEF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PS02</w:t>
            </w:r>
          </w:p>
        </w:tc>
        <w:tc>
          <w:tcPr>
            <w:tcW w:w="4819" w:type="dxa"/>
          </w:tcPr>
          <w:p w14:paraId="14CFCF5E" w14:textId="77777777" w:rsidR="008A5BF5" w:rsidRDefault="008A5BF5" w:rsidP="00B54AEF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Nové Mlýny – Střední nádrž</w:t>
            </w:r>
          </w:p>
        </w:tc>
      </w:tr>
      <w:tr w:rsidR="008A5BF5" w14:paraId="1292F403" w14:textId="77777777" w:rsidTr="00B54AEF">
        <w:tc>
          <w:tcPr>
            <w:tcW w:w="922" w:type="dxa"/>
          </w:tcPr>
          <w:p w14:paraId="244D39CC" w14:textId="77777777" w:rsidR="008A5BF5" w:rsidRDefault="008A5BF5" w:rsidP="00B54AEF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42" w:type="dxa"/>
          </w:tcPr>
          <w:p w14:paraId="41AEFD23" w14:textId="77777777" w:rsidR="008A5BF5" w:rsidRDefault="008A5BF5" w:rsidP="00B54AEF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993" w:type="dxa"/>
          </w:tcPr>
          <w:p w14:paraId="7131F0C4" w14:textId="77777777" w:rsidR="008A5BF5" w:rsidRDefault="008A5BF5" w:rsidP="00B54AEF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PS03</w:t>
            </w:r>
          </w:p>
        </w:tc>
        <w:tc>
          <w:tcPr>
            <w:tcW w:w="4819" w:type="dxa"/>
          </w:tcPr>
          <w:p w14:paraId="23EE933B" w14:textId="77777777" w:rsidR="008A5BF5" w:rsidRDefault="008A5BF5" w:rsidP="00B54AEF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Nové Mlýny – Dolní nádrž</w:t>
            </w:r>
          </w:p>
        </w:tc>
      </w:tr>
      <w:tr w:rsidR="008A5BF5" w14:paraId="799A6297" w14:textId="77777777" w:rsidTr="00B54AEF">
        <w:tc>
          <w:tcPr>
            <w:tcW w:w="922" w:type="dxa"/>
          </w:tcPr>
          <w:p w14:paraId="2AA7C5B2" w14:textId="77777777" w:rsidR="008A5BF5" w:rsidRDefault="008A5BF5" w:rsidP="00B54AEF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42" w:type="dxa"/>
          </w:tcPr>
          <w:p w14:paraId="015816C2" w14:textId="77777777" w:rsidR="008A5BF5" w:rsidRDefault="008A5BF5" w:rsidP="00B54AEF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993" w:type="dxa"/>
          </w:tcPr>
          <w:p w14:paraId="2B6DC2D4" w14:textId="77777777" w:rsidR="008A5BF5" w:rsidRDefault="008A5BF5" w:rsidP="00B54AEF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PS04</w:t>
            </w:r>
          </w:p>
        </w:tc>
        <w:tc>
          <w:tcPr>
            <w:tcW w:w="4819" w:type="dxa"/>
          </w:tcPr>
          <w:p w14:paraId="2CD81B41" w14:textId="77777777" w:rsidR="008A5BF5" w:rsidRDefault="008A5BF5" w:rsidP="00B54AEF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Provozní dispečink Dolní Věstonice</w:t>
            </w:r>
          </w:p>
        </w:tc>
      </w:tr>
      <w:tr w:rsidR="008A5BF5" w14:paraId="1FC20105" w14:textId="77777777" w:rsidTr="00B54AEF">
        <w:tc>
          <w:tcPr>
            <w:tcW w:w="922" w:type="dxa"/>
          </w:tcPr>
          <w:p w14:paraId="32C53879" w14:textId="77777777" w:rsidR="008A5BF5" w:rsidRDefault="008A5BF5" w:rsidP="00B54AEF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42" w:type="dxa"/>
          </w:tcPr>
          <w:p w14:paraId="531454B2" w14:textId="77777777" w:rsidR="008A5BF5" w:rsidRDefault="008A5BF5" w:rsidP="00B54AEF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993" w:type="dxa"/>
          </w:tcPr>
          <w:p w14:paraId="4E02093B" w14:textId="77777777" w:rsidR="008A5BF5" w:rsidRDefault="008A5BF5" w:rsidP="00B54AEF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PS05</w:t>
            </w:r>
          </w:p>
        </w:tc>
        <w:tc>
          <w:tcPr>
            <w:tcW w:w="4819" w:type="dxa"/>
          </w:tcPr>
          <w:p w14:paraId="3F28EABC" w14:textId="77777777" w:rsidR="008A5BF5" w:rsidRDefault="008A5BF5" w:rsidP="00B54AEF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LMG odtok </w:t>
            </w:r>
            <w:r w:rsidR="006D549B">
              <w:rPr>
                <w:rFonts w:asciiTheme="minorHAnsi" w:hAnsiTheme="minorHAnsi"/>
                <w:sz w:val="24"/>
                <w:szCs w:val="24"/>
              </w:rPr>
              <w:t xml:space="preserve">Dolní </w:t>
            </w:r>
            <w:r>
              <w:rPr>
                <w:rFonts w:asciiTheme="minorHAnsi" w:hAnsiTheme="minorHAnsi"/>
                <w:sz w:val="24"/>
                <w:szCs w:val="24"/>
              </w:rPr>
              <w:t>nádrž</w:t>
            </w:r>
          </w:p>
        </w:tc>
      </w:tr>
      <w:tr w:rsidR="008A5BF5" w14:paraId="2B5B3114" w14:textId="77777777" w:rsidTr="00B54AEF">
        <w:tc>
          <w:tcPr>
            <w:tcW w:w="922" w:type="dxa"/>
          </w:tcPr>
          <w:p w14:paraId="70ADE4AC" w14:textId="77777777" w:rsidR="008A5BF5" w:rsidRDefault="008A5BF5" w:rsidP="00B54AEF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42" w:type="dxa"/>
          </w:tcPr>
          <w:p w14:paraId="5A2A7BBD" w14:textId="77777777" w:rsidR="008A5BF5" w:rsidRDefault="008A5BF5" w:rsidP="00B54AEF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993" w:type="dxa"/>
          </w:tcPr>
          <w:p w14:paraId="2AD9F92C" w14:textId="77777777" w:rsidR="008A5BF5" w:rsidRDefault="008A5BF5" w:rsidP="00B54AEF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PS06</w:t>
            </w:r>
          </w:p>
        </w:tc>
        <w:tc>
          <w:tcPr>
            <w:tcW w:w="4819" w:type="dxa"/>
          </w:tcPr>
          <w:p w14:paraId="0738DBF6" w14:textId="77777777" w:rsidR="008A5BF5" w:rsidRDefault="008A5BF5" w:rsidP="00B54AEF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LMG Centrální odběrný objekt</w:t>
            </w:r>
          </w:p>
        </w:tc>
      </w:tr>
      <w:tr w:rsidR="008A5BF5" w14:paraId="74CB2C74" w14:textId="77777777" w:rsidTr="00B54AEF">
        <w:tc>
          <w:tcPr>
            <w:tcW w:w="922" w:type="dxa"/>
          </w:tcPr>
          <w:p w14:paraId="64769565" w14:textId="77777777" w:rsidR="008A5BF5" w:rsidRDefault="008A5BF5" w:rsidP="00B54AEF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42" w:type="dxa"/>
          </w:tcPr>
          <w:p w14:paraId="344E2852" w14:textId="77777777" w:rsidR="008A5BF5" w:rsidRDefault="008A5BF5" w:rsidP="00B54AEF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993" w:type="dxa"/>
          </w:tcPr>
          <w:p w14:paraId="356DA975" w14:textId="77777777" w:rsidR="008A5BF5" w:rsidRDefault="008A5BF5" w:rsidP="00B54AEF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PS07</w:t>
            </w:r>
          </w:p>
        </w:tc>
        <w:tc>
          <w:tcPr>
            <w:tcW w:w="4819" w:type="dxa"/>
          </w:tcPr>
          <w:p w14:paraId="4B0AB4E9" w14:textId="77777777" w:rsidR="008A5BF5" w:rsidRDefault="008A5BF5" w:rsidP="00B54AEF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LMG Ladná - </w:t>
            </w:r>
            <w:r w:rsidR="006D549B">
              <w:rPr>
                <w:rFonts w:asciiTheme="minorHAnsi" w:hAnsiTheme="minorHAnsi"/>
                <w:sz w:val="24"/>
                <w:szCs w:val="24"/>
              </w:rPr>
              <w:t>odtok</w:t>
            </w:r>
          </w:p>
        </w:tc>
      </w:tr>
      <w:tr w:rsidR="008A5BF5" w14:paraId="2FF169CA" w14:textId="77777777" w:rsidTr="00B54AEF">
        <w:tc>
          <w:tcPr>
            <w:tcW w:w="922" w:type="dxa"/>
          </w:tcPr>
          <w:p w14:paraId="317547DE" w14:textId="77777777" w:rsidR="008A5BF5" w:rsidRDefault="008A5BF5" w:rsidP="00B54AEF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42" w:type="dxa"/>
          </w:tcPr>
          <w:p w14:paraId="7B52CE83" w14:textId="77777777" w:rsidR="008A5BF5" w:rsidRDefault="008A5BF5" w:rsidP="00B54AEF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993" w:type="dxa"/>
          </w:tcPr>
          <w:p w14:paraId="32C960A4" w14:textId="77777777" w:rsidR="008A5BF5" w:rsidRDefault="008A5BF5" w:rsidP="00B54AEF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PS08</w:t>
            </w:r>
          </w:p>
        </w:tc>
        <w:tc>
          <w:tcPr>
            <w:tcW w:w="4819" w:type="dxa"/>
          </w:tcPr>
          <w:p w14:paraId="728D4087" w14:textId="77777777" w:rsidR="008A5BF5" w:rsidRDefault="008A5BF5" w:rsidP="00B54AEF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LMG Hevlín - přítok</w:t>
            </w:r>
          </w:p>
        </w:tc>
      </w:tr>
      <w:tr w:rsidR="008A5BF5" w14:paraId="026E1BDF" w14:textId="77777777" w:rsidTr="00B54AEF">
        <w:tc>
          <w:tcPr>
            <w:tcW w:w="922" w:type="dxa"/>
          </w:tcPr>
          <w:p w14:paraId="5B742FD7" w14:textId="77777777" w:rsidR="008A5BF5" w:rsidRDefault="008A5BF5" w:rsidP="00B54AEF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42" w:type="dxa"/>
          </w:tcPr>
          <w:p w14:paraId="135C338F" w14:textId="77777777" w:rsidR="008A5BF5" w:rsidRDefault="008A5BF5" w:rsidP="00B54AEF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993" w:type="dxa"/>
          </w:tcPr>
          <w:p w14:paraId="5332B05E" w14:textId="77777777" w:rsidR="008A5BF5" w:rsidRDefault="008A5BF5" w:rsidP="00B54AEF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PS09</w:t>
            </w:r>
          </w:p>
        </w:tc>
        <w:tc>
          <w:tcPr>
            <w:tcW w:w="4819" w:type="dxa"/>
          </w:tcPr>
          <w:p w14:paraId="5AA4E18F" w14:textId="77777777" w:rsidR="008A5BF5" w:rsidRDefault="008A5BF5" w:rsidP="00B54AEF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LMG Hrušovany n. J. - přítok</w:t>
            </w:r>
          </w:p>
        </w:tc>
      </w:tr>
      <w:tr w:rsidR="008A5BF5" w14:paraId="4D8037A1" w14:textId="77777777" w:rsidTr="00B54AEF">
        <w:tc>
          <w:tcPr>
            <w:tcW w:w="922" w:type="dxa"/>
          </w:tcPr>
          <w:p w14:paraId="552FE339" w14:textId="77777777" w:rsidR="008A5BF5" w:rsidRDefault="008A5BF5" w:rsidP="00B54AEF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42" w:type="dxa"/>
          </w:tcPr>
          <w:p w14:paraId="292CD7CE" w14:textId="77777777" w:rsidR="008A5BF5" w:rsidRDefault="008A5BF5" w:rsidP="00B54AEF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993" w:type="dxa"/>
          </w:tcPr>
          <w:p w14:paraId="385FB900" w14:textId="77777777" w:rsidR="008A5BF5" w:rsidRDefault="008A5BF5" w:rsidP="00B54AEF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PS10</w:t>
            </w:r>
          </w:p>
        </w:tc>
        <w:tc>
          <w:tcPr>
            <w:tcW w:w="4819" w:type="dxa"/>
          </w:tcPr>
          <w:p w14:paraId="4B49138F" w14:textId="77777777" w:rsidR="008A5BF5" w:rsidRDefault="008A5BF5" w:rsidP="00B54AEF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Přibice - přítok</w:t>
            </w:r>
          </w:p>
        </w:tc>
      </w:tr>
      <w:tr w:rsidR="008A5BF5" w14:paraId="35D2807A" w14:textId="77777777" w:rsidTr="00B54AEF">
        <w:tc>
          <w:tcPr>
            <w:tcW w:w="922" w:type="dxa"/>
          </w:tcPr>
          <w:p w14:paraId="4AE2FDCB" w14:textId="77777777" w:rsidR="008A5BF5" w:rsidRDefault="008A5BF5" w:rsidP="00B54AEF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42" w:type="dxa"/>
          </w:tcPr>
          <w:p w14:paraId="012F3A94" w14:textId="77777777" w:rsidR="008A5BF5" w:rsidRDefault="008A5BF5" w:rsidP="00B54AEF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993" w:type="dxa"/>
          </w:tcPr>
          <w:p w14:paraId="0BE6ED7A" w14:textId="77777777" w:rsidR="008A5BF5" w:rsidRDefault="008A5BF5" w:rsidP="00B54AEF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PS11</w:t>
            </w:r>
          </w:p>
        </w:tc>
        <w:tc>
          <w:tcPr>
            <w:tcW w:w="4819" w:type="dxa"/>
          </w:tcPr>
          <w:p w14:paraId="35310D28" w14:textId="77777777" w:rsidR="008A5BF5" w:rsidRDefault="008A5BF5" w:rsidP="00B54AEF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Židlochovice - přítok</w:t>
            </w:r>
          </w:p>
        </w:tc>
      </w:tr>
      <w:tr w:rsidR="008A5BF5" w14:paraId="3D3286A8" w14:textId="77777777" w:rsidTr="00B54AEF">
        <w:tc>
          <w:tcPr>
            <w:tcW w:w="922" w:type="dxa"/>
          </w:tcPr>
          <w:p w14:paraId="67978858" w14:textId="77777777" w:rsidR="008A5BF5" w:rsidRDefault="008A5BF5" w:rsidP="00B54AEF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42" w:type="dxa"/>
          </w:tcPr>
          <w:p w14:paraId="3B568D28" w14:textId="77777777" w:rsidR="008A5BF5" w:rsidRDefault="008A5BF5" w:rsidP="00B54AEF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993" w:type="dxa"/>
          </w:tcPr>
          <w:p w14:paraId="027214AC" w14:textId="77777777" w:rsidR="008A5BF5" w:rsidRDefault="008A5BF5" w:rsidP="00B54AEF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PS12</w:t>
            </w:r>
          </w:p>
        </w:tc>
        <w:tc>
          <w:tcPr>
            <w:tcW w:w="4819" w:type="dxa"/>
          </w:tcPr>
          <w:p w14:paraId="6D8FB57E" w14:textId="77777777" w:rsidR="008A5BF5" w:rsidRDefault="008A5BF5" w:rsidP="00B54AEF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Ivančice - přítok</w:t>
            </w:r>
          </w:p>
        </w:tc>
      </w:tr>
    </w:tbl>
    <w:p w14:paraId="5664AA61" w14:textId="77777777" w:rsidR="000F6638" w:rsidRDefault="000F6638" w:rsidP="000F6638">
      <w:pPr>
        <w:rPr>
          <w:b/>
        </w:rPr>
      </w:pPr>
    </w:p>
    <w:p w14:paraId="6EE932C9" w14:textId="77777777" w:rsidR="00385716" w:rsidRDefault="00385716" w:rsidP="000F6638">
      <w:pPr>
        <w:rPr>
          <w:b/>
        </w:rPr>
      </w:pPr>
    </w:p>
    <w:p w14:paraId="034E4A46" w14:textId="34E8DEAE" w:rsidR="00385716" w:rsidRPr="00385716" w:rsidRDefault="00385716" w:rsidP="000F6638">
      <w:pPr>
        <w:rPr>
          <w:rFonts w:asciiTheme="minorHAnsi" w:hAnsiTheme="minorHAnsi" w:cs="Times New Roman"/>
          <w:color w:val="000000"/>
        </w:rPr>
      </w:pPr>
      <w:r>
        <w:rPr>
          <w:rFonts w:asciiTheme="minorHAnsi" w:hAnsiTheme="minorHAnsi" w:cs="Times New Roman"/>
          <w:color w:val="000000"/>
        </w:rPr>
        <w:t xml:space="preserve"> </w:t>
      </w:r>
      <w:r w:rsidRPr="00385716">
        <w:rPr>
          <w:rFonts w:asciiTheme="minorHAnsi" w:hAnsiTheme="minorHAnsi" w:cs="Times New Roman"/>
          <w:color w:val="000000"/>
        </w:rPr>
        <w:t xml:space="preserve">V Kladně </w:t>
      </w:r>
      <w:r>
        <w:rPr>
          <w:rFonts w:asciiTheme="minorHAnsi" w:hAnsiTheme="minorHAnsi" w:cs="Times New Roman"/>
          <w:color w:val="000000"/>
        </w:rPr>
        <w:t>1</w:t>
      </w:r>
      <w:r w:rsidR="00DE2951">
        <w:rPr>
          <w:rFonts w:asciiTheme="minorHAnsi" w:hAnsiTheme="minorHAnsi" w:cs="Times New Roman"/>
          <w:color w:val="000000"/>
        </w:rPr>
        <w:t>5</w:t>
      </w:r>
      <w:r>
        <w:rPr>
          <w:rFonts w:asciiTheme="minorHAnsi" w:hAnsiTheme="minorHAnsi" w:cs="Times New Roman"/>
          <w:color w:val="000000"/>
        </w:rPr>
        <w:t xml:space="preserve">. </w:t>
      </w:r>
      <w:r w:rsidR="00DE2951">
        <w:rPr>
          <w:rFonts w:asciiTheme="minorHAnsi" w:hAnsiTheme="minorHAnsi" w:cs="Times New Roman"/>
          <w:color w:val="000000"/>
        </w:rPr>
        <w:t>10</w:t>
      </w:r>
      <w:r>
        <w:rPr>
          <w:rFonts w:asciiTheme="minorHAnsi" w:hAnsiTheme="minorHAnsi" w:cs="Times New Roman"/>
          <w:color w:val="000000"/>
        </w:rPr>
        <w:t>. 20</w:t>
      </w:r>
      <w:r w:rsidR="00DE2951">
        <w:rPr>
          <w:rFonts w:asciiTheme="minorHAnsi" w:hAnsiTheme="minorHAnsi" w:cs="Times New Roman"/>
          <w:color w:val="000000"/>
        </w:rPr>
        <w:t>24</w:t>
      </w:r>
      <w:r>
        <w:rPr>
          <w:rFonts w:asciiTheme="minorHAnsi" w:hAnsiTheme="minorHAnsi" w:cs="Times New Roman"/>
          <w:color w:val="000000"/>
        </w:rPr>
        <w:t xml:space="preserve">                            COLSYS s.r.o. </w:t>
      </w:r>
    </w:p>
    <w:sectPr w:rsidR="00385716" w:rsidRPr="00385716" w:rsidSect="00C54B91">
      <w:pgSz w:w="11906" w:h="16838" w:code="9"/>
      <w:pgMar w:top="2875" w:right="1274" w:bottom="1797" w:left="907" w:header="90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71F29F" w14:textId="77777777" w:rsidR="0013272F" w:rsidRDefault="0013272F" w:rsidP="0081121B">
      <w:r>
        <w:separator/>
      </w:r>
    </w:p>
  </w:endnote>
  <w:endnote w:type="continuationSeparator" w:id="0">
    <w:p w14:paraId="4440AEEA" w14:textId="77777777" w:rsidR="0013272F" w:rsidRDefault="0013272F" w:rsidP="0081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center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25"/>
    </w:tblGrid>
    <w:tr w:rsidR="00A544C3" w14:paraId="10802475" w14:textId="77777777">
      <w:trPr>
        <w:trHeight w:val="180"/>
        <w:jc w:val="center"/>
      </w:trPr>
      <w:tc>
        <w:tcPr>
          <w:tcW w:w="10260" w:type="dxa"/>
          <w:tcMar>
            <w:left w:w="0" w:type="dxa"/>
            <w:right w:w="0" w:type="dxa"/>
          </w:tcMar>
        </w:tcPr>
        <w:p w14:paraId="5E702D21" w14:textId="77777777" w:rsidR="00A544C3" w:rsidRDefault="00A544C3" w:rsidP="002F7151">
          <w:pPr>
            <w:pStyle w:val="Zpat"/>
            <w:jc w:val="center"/>
          </w:pPr>
          <w:r>
            <w:rPr>
              <w:noProof/>
            </w:rPr>
            <w:drawing>
              <wp:inline distT="0" distB="0" distL="0" distR="0" wp14:anchorId="130AA5AC" wp14:editId="1A8261D2">
                <wp:extent cx="6410325" cy="38100"/>
                <wp:effectExtent l="19050" t="0" r="9525" b="0"/>
                <wp:docPr id="32" name="obráze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10325" cy="38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F034B56" w14:textId="77777777" w:rsidR="00A544C3" w:rsidRPr="004D7C68" w:rsidRDefault="00A544C3" w:rsidP="00A366D6">
    <w:pPr>
      <w:pStyle w:val="Zpat"/>
      <w:jc w:val="left"/>
      <w:rPr>
        <w:sz w:val="40"/>
        <w:szCs w:val="40"/>
      </w:rPr>
    </w:pPr>
  </w:p>
  <w:p w14:paraId="5C6DE9DF" w14:textId="77777777" w:rsidR="00A544C3" w:rsidRDefault="00A544C3" w:rsidP="00E648C8">
    <w:pPr>
      <w:pStyle w:val="Zpat"/>
      <w:rPr>
        <w:bCs w:val="0"/>
      </w:rPr>
    </w:pPr>
    <w:r w:rsidRPr="004D7C68">
      <w:rPr>
        <w:bCs w:val="0"/>
      </w:rPr>
      <w:t xml:space="preserve">Strana </w:t>
    </w:r>
    <w:r w:rsidRPr="004D7C68">
      <w:rPr>
        <w:bCs w:val="0"/>
      </w:rPr>
      <w:fldChar w:fldCharType="begin"/>
    </w:r>
    <w:r w:rsidRPr="004D7C68">
      <w:rPr>
        <w:bCs w:val="0"/>
      </w:rPr>
      <w:instrText xml:space="preserve"> PAGE </w:instrText>
    </w:r>
    <w:r w:rsidRPr="004D7C68">
      <w:rPr>
        <w:bCs w:val="0"/>
      </w:rPr>
      <w:fldChar w:fldCharType="separate"/>
    </w:r>
    <w:r w:rsidR="00266249">
      <w:rPr>
        <w:bCs w:val="0"/>
        <w:noProof/>
      </w:rPr>
      <w:t>9</w:t>
    </w:r>
    <w:r w:rsidRPr="004D7C68">
      <w:rPr>
        <w:bCs w:val="0"/>
      </w:rPr>
      <w:fldChar w:fldCharType="end"/>
    </w:r>
    <w:r w:rsidRPr="004D7C68">
      <w:rPr>
        <w:bCs w:val="0"/>
      </w:rPr>
      <w:t xml:space="preserve"> (celkem </w:t>
    </w:r>
    <w:r w:rsidRPr="004D7C68">
      <w:rPr>
        <w:bCs w:val="0"/>
      </w:rPr>
      <w:fldChar w:fldCharType="begin"/>
    </w:r>
    <w:r w:rsidRPr="004D7C68">
      <w:rPr>
        <w:bCs w:val="0"/>
      </w:rPr>
      <w:instrText xml:space="preserve"> NUMPAGES </w:instrText>
    </w:r>
    <w:r w:rsidRPr="004D7C68">
      <w:rPr>
        <w:bCs w:val="0"/>
      </w:rPr>
      <w:fldChar w:fldCharType="separate"/>
    </w:r>
    <w:r w:rsidR="00266249">
      <w:rPr>
        <w:bCs w:val="0"/>
        <w:noProof/>
      </w:rPr>
      <w:t>9</w:t>
    </w:r>
    <w:r w:rsidRPr="004D7C68">
      <w:rPr>
        <w:bCs w:val="0"/>
      </w:rPr>
      <w:fldChar w:fldCharType="end"/>
    </w:r>
    <w:r w:rsidRPr="004D7C68">
      <w:rPr>
        <w:bCs w:val="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51188048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80A6E7A" w14:textId="77777777" w:rsidR="00266249" w:rsidRDefault="00266249">
            <w:pPr>
              <w:pStyle w:val="Zpat"/>
            </w:pPr>
            <w:r>
              <w:rPr>
                <w:noProof/>
              </w:rPr>
              <w:drawing>
                <wp:inline distT="0" distB="0" distL="0" distR="0" wp14:anchorId="57237FE7" wp14:editId="07EE9B5C">
                  <wp:extent cx="6408420" cy="38089"/>
                  <wp:effectExtent l="0" t="0" r="0" b="635"/>
                  <wp:docPr id="2" name="obrázek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rrowheads="1"/>
                          </pic:cNvPicPr>
                        </pic:nvPicPr>
                        <pic:blipFill>
                          <a:blip r:embed="rId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8420" cy="380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33D043B" w14:textId="77777777" w:rsidR="00266249" w:rsidRDefault="00266249">
            <w:pPr>
              <w:pStyle w:val="Zpat"/>
            </w:pPr>
          </w:p>
          <w:p w14:paraId="46D810F8" w14:textId="77777777" w:rsidR="00266249" w:rsidRDefault="00266249">
            <w:pPr>
              <w:pStyle w:val="Zpat"/>
            </w:pPr>
          </w:p>
          <w:p w14:paraId="6A0FC326" w14:textId="77777777" w:rsidR="00266249" w:rsidRDefault="00266249">
            <w:pPr>
              <w:pStyle w:val="Zpat"/>
            </w:pPr>
            <w:r>
              <w:t xml:space="preserve">Stránka </w:t>
            </w:r>
            <w:r>
              <w:rPr>
                <w:b w:val="0"/>
                <w:bCs w:val="0"/>
                <w:sz w:val="24"/>
                <w:szCs w:val="24"/>
              </w:rPr>
              <w:fldChar w:fldCharType="begin"/>
            </w:r>
            <w:r>
              <w:instrText>PAGE</w:instrText>
            </w:r>
            <w:r>
              <w:rPr>
                <w:b w:val="0"/>
                <w:bCs w:val="0"/>
                <w:sz w:val="24"/>
                <w:szCs w:val="24"/>
              </w:rPr>
              <w:fldChar w:fldCharType="separate"/>
            </w:r>
            <w:r>
              <w:rPr>
                <w:noProof/>
              </w:rPr>
              <w:t>5</w:t>
            </w:r>
            <w:r>
              <w:rPr>
                <w:b w:val="0"/>
                <w:bCs w:val="0"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 w:val="0"/>
                <w:bCs w:val="0"/>
                <w:sz w:val="24"/>
                <w:szCs w:val="24"/>
              </w:rPr>
              <w:fldChar w:fldCharType="begin"/>
            </w:r>
            <w:r>
              <w:instrText>NUMPAGES</w:instrText>
            </w:r>
            <w:r>
              <w:rPr>
                <w:b w:val="0"/>
                <w:bCs w:val="0"/>
                <w:sz w:val="24"/>
                <w:szCs w:val="24"/>
              </w:rPr>
              <w:fldChar w:fldCharType="separate"/>
            </w:r>
            <w:r>
              <w:rPr>
                <w:noProof/>
              </w:rPr>
              <w:t>9</w:t>
            </w:r>
            <w:r>
              <w:rPr>
                <w:b w:val="0"/>
                <w:bCs w:val="0"/>
                <w:sz w:val="24"/>
                <w:szCs w:val="24"/>
              </w:rPr>
              <w:fldChar w:fldCharType="end"/>
            </w:r>
          </w:p>
        </w:sdtContent>
      </w:sdt>
    </w:sdtContent>
  </w:sdt>
  <w:p w14:paraId="79BE6676" w14:textId="77777777" w:rsidR="00A544C3" w:rsidRPr="004D7C68" w:rsidRDefault="00A544C3" w:rsidP="004D7C68">
    <w:pPr>
      <w:pStyle w:val="Zpat"/>
      <w:jc w:val="left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E174C5" w14:textId="77777777" w:rsidR="0013272F" w:rsidRDefault="0013272F" w:rsidP="0081121B">
      <w:r>
        <w:separator/>
      </w:r>
    </w:p>
  </w:footnote>
  <w:footnote w:type="continuationSeparator" w:id="0">
    <w:p w14:paraId="0DA5FE86" w14:textId="77777777" w:rsidR="0013272F" w:rsidRDefault="0013272F" w:rsidP="008112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93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982"/>
      <w:gridCol w:w="3675"/>
      <w:gridCol w:w="1436"/>
    </w:tblGrid>
    <w:tr w:rsidR="00A544C3" w:rsidRPr="003C2764" w14:paraId="58E04BC2" w14:textId="77777777">
      <w:trPr>
        <w:trHeight w:val="535"/>
        <w:jc w:val="center"/>
      </w:trPr>
      <w:tc>
        <w:tcPr>
          <w:tcW w:w="5116" w:type="dxa"/>
          <w:tcMar>
            <w:left w:w="0" w:type="dxa"/>
            <w:right w:w="0" w:type="dxa"/>
          </w:tcMar>
        </w:tcPr>
        <w:p w14:paraId="441F5905" w14:textId="77777777" w:rsidR="00A544C3" w:rsidRPr="00177AD3" w:rsidRDefault="00A544C3" w:rsidP="00B46E56">
          <w:pPr>
            <w:pStyle w:val="Zhlav"/>
          </w:pPr>
          <w:r>
            <w:rPr>
              <w:noProof/>
            </w:rPr>
            <w:drawing>
              <wp:inline distT="0" distB="0" distL="0" distR="0" wp14:anchorId="262BEB09" wp14:editId="7DE48C1C">
                <wp:extent cx="2514600" cy="542925"/>
                <wp:effectExtent l="19050" t="0" r="0" b="0"/>
                <wp:docPr id="30" name="obrázek 1" descr="logo_col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col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14600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16" w:type="dxa"/>
          <w:gridSpan w:val="2"/>
          <w:shd w:val="clear" w:color="auto" w:fill="auto"/>
          <w:tcMar>
            <w:left w:w="0" w:type="dxa"/>
            <w:right w:w="0" w:type="dxa"/>
          </w:tcMar>
          <w:vAlign w:val="bottom"/>
        </w:tcPr>
        <w:p w14:paraId="01A6DB54" w14:textId="77777777" w:rsidR="00A544C3" w:rsidRPr="003C2764" w:rsidRDefault="00A544C3" w:rsidP="00B46E56">
          <w:pPr>
            <w:jc w:val="right"/>
            <w:rPr>
              <w:sz w:val="14"/>
              <w:szCs w:val="14"/>
            </w:rPr>
          </w:pPr>
          <w:r w:rsidRPr="003C2764">
            <w:rPr>
              <w:b/>
              <w:bCs/>
              <w:sz w:val="14"/>
              <w:szCs w:val="14"/>
            </w:rPr>
            <w:t>COLSYS s.r.o.</w:t>
          </w:r>
          <w:r w:rsidRPr="003C2764">
            <w:rPr>
              <w:sz w:val="14"/>
              <w:szCs w:val="14"/>
            </w:rPr>
            <w:t>, Buštěhradská 109, 272 03 Kladno, Česká republika</w:t>
          </w:r>
        </w:p>
        <w:p w14:paraId="7938E188" w14:textId="77777777" w:rsidR="00A544C3" w:rsidRPr="003C2764" w:rsidRDefault="00A544C3" w:rsidP="00B46E56">
          <w:pPr>
            <w:jc w:val="right"/>
            <w:rPr>
              <w:sz w:val="14"/>
              <w:szCs w:val="14"/>
            </w:rPr>
          </w:pPr>
          <w:r w:rsidRPr="003C2764">
            <w:rPr>
              <w:sz w:val="14"/>
              <w:szCs w:val="14"/>
            </w:rPr>
            <w:t xml:space="preserve">telefon: +420 312 278 111, e-mail: </w:t>
          </w:r>
          <w:hyperlink r:id="rId2" w:history="1">
            <w:r w:rsidRPr="003C2764">
              <w:rPr>
                <w:rStyle w:val="Hypertextovodkaz"/>
                <w:color w:val="000000"/>
                <w:sz w:val="14"/>
                <w:szCs w:val="14"/>
                <w:u w:val="none"/>
              </w:rPr>
              <w:t>kladno@colsys.cz</w:t>
            </w:r>
          </w:hyperlink>
        </w:p>
        <w:p w14:paraId="16310B35" w14:textId="77777777" w:rsidR="00A544C3" w:rsidRPr="003C2764" w:rsidRDefault="00A544C3" w:rsidP="00B46E56">
          <w:pPr>
            <w:jc w:val="right"/>
            <w:rPr>
              <w:sz w:val="14"/>
              <w:szCs w:val="14"/>
            </w:rPr>
          </w:pPr>
          <w:r w:rsidRPr="003C2764">
            <w:rPr>
              <w:sz w:val="14"/>
              <w:szCs w:val="14"/>
            </w:rPr>
            <w:t>IČ: 14799634, DIČ: CZ14799634, OR: Městský soud v Praze, odd C., vl. 902</w:t>
          </w:r>
        </w:p>
        <w:p w14:paraId="7287A560" w14:textId="77777777" w:rsidR="00A544C3" w:rsidRPr="003C2764" w:rsidRDefault="00A544C3" w:rsidP="00B46E56">
          <w:pPr>
            <w:jc w:val="right"/>
          </w:pPr>
          <w:r w:rsidRPr="003C2764">
            <w:rPr>
              <w:sz w:val="14"/>
              <w:szCs w:val="14"/>
            </w:rPr>
            <w:t>bank. spojení: UniCredit Bank Czech Republic, a.s., č.účtu: 0200240009/2700</w:t>
          </w:r>
        </w:p>
      </w:tc>
    </w:tr>
    <w:tr w:rsidR="00A544C3" w:rsidRPr="00177AD3" w14:paraId="22A3B97C" w14:textId="77777777">
      <w:trPr>
        <w:trHeight w:val="567"/>
        <w:jc w:val="center"/>
      </w:trPr>
      <w:tc>
        <w:tcPr>
          <w:tcW w:w="8890" w:type="dxa"/>
          <w:gridSpan w:val="2"/>
          <w:tcMar>
            <w:left w:w="0" w:type="dxa"/>
            <w:right w:w="0" w:type="dxa"/>
          </w:tcMar>
          <w:vAlign w:val="center"/>
        </w:tcPr>
        <w:p w14:paraId="2FC7434B" w14:textId="77777777" w:rsidR="00A544C3" w:rsidRPr="00177AD3" w:rsidRDefault="00A544C3" w:rsidP="00B46E56">
          <w:pPr>
            <w:pStyle w:val="Zhlav"/>
            <w:rPr>
              <w:sz w:val="4"/>
              <w:szCs w:val="4"/>
            </w:rPr>
          </w:pPr>
          <w:r>
            <w:rPr>
              <w:noProof/>
              <w:sz w:val="4"/>
              <w:szCs w:val="4"/>
            </w:rPr>
            <w:drawing>
              <wp:inline distT="0" distB="0" distL="0" distR="0" wp14:anchorId="43E01831" wp14:editId="070CD9C2">
                <wp:extent cx="5476875" cy="38100"/>
                <wp:effectExtent l="19050" t="0" r="9525" b="0"/>
                <wp:docPr id="31" name="obrázek 2" descr="foot_color_LINK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oot_color_LINKA"/>
                        <pic:cNvPicPr>
                          <a:picLocks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76875" cy="38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74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0A6D6AB8" w14:textId="77777777" w:rsidR="00A544C3" w:rsidRPr="00177AD3" w:rsidRDefault="00A544C3" w:rsidP="00B46E56">
          <w:pPr>
            <w:jc w:val="right"/>
          </w:pPr>
          <w:r w:rsidRPr="00177AD3">
            <w:rPr>
              <w:b/>
              <w:bCs/>
              <w:color w:val="28166F"/>
              <w:sz w:val="18"/>
              <w:szCs w:val="18"/>
            </w:rPr>
            <w:t>www.colsys.cz</w:t>
          </w:r>
        </w:p>
      </w:tc>
    </w:tr>
  </w:tbl>
  <w:p w14:paraId="7E0F9D10" w14:textId="77777777" w:rsidR="00A544C3" w:rsidRPr="003C2764" w:rsidRDefault="00A544C3" w:rsidP="00911FD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8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196"/>
      <w:gridCol w:w="3556"/>
      <w:gridCol w:w="1430"/>
    </w:tblGrid>
    <w:tr w:rsidR="00A544C3" w:rsidRPr="003C2764" w14:paraId="17ED30C3" w14:textId="77777777" w:rsidTr="00603802">
      <w:trPr>
        <w:trHeight w:val="366"/>
      </w:trPr>
      <w:tc>
        <w:tcPr>
          <w:tcW w:w="5196" w:type="dxa"/>
          <w:tcMar>
            <w:left w:w="0" w:type="dxa"/>
            <w:right w:w="0" w:type="dxa"/>
          </w:tcMar>
        </w:tcPr>
        <w:p w14:paraId="6B1F76EE" w14:textId="77777777" w:rsidR="00A544C3" w:rsidRPr="00177AD3" w:rsidRDefault="00A544C3" w:rsidP="00194068">
          <w:pPr>
            <w:pStyle w:val="Zhlav"/>
          </w:pPr>
          <w:r>
            <w:rPr>
              <w:noProof/>
            </w:rPr>
            <w:drawing>
              <wp:inline distT="0" distB="0" distL="0" distR="0" wp14:anchorId="16EF80D2" wp14:editId="7D2DAF5C">
                <wp:extent cx="2514600" cy="542925"/>
                <wp:effectExtent l="19050" t="0" r="0" b="0"/>
                <wp:docPr id="33" name="obrázek 1" descr="logo_col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col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14600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86" w:type="dxa"/>
          <w:gridSpan w:val="2"/>
          <w:shd w:val="clear" w:color="auto" w:fill="auto"/>
          <w:tcMar>
            <w:left w:w="0" w:type="dxa"/>
            <w:right w:w="0" w:type="dxa"/>
          </w:tcMar>
          <w:vAlign w:val="bottom"/>
        </w:tcPr>
        <w:p w14:paraId="31226EE4" w14:textId="77777777" w:rsidR="00A544C3" w:rsidRPr="003C2764" w:rsidRDefault="00A544C3" w:rsidP="00194068">
          <w:pPr>
            <w:jc w:val="right"/>
            <w:rPr>
              <w:sz w:val="14"/>
              <w:szCs w:val="14"/>
            </w:rPr>
          </w:pPr>
          <w:r w:rsidRPr="003C2764">
            <w:rPr>
              <w:b/>
              <w:bCs/>
              <w:sz w:val="14"/>
              <w:szCs w:val="14"/>
            </w:rPr>
            <w:t>COLSYS s.r.o.</w:t>
          </w:r>
          <w:r w:rsidRPr="003C2764">
            <w:rPr>
              <w:sz w:val="14"/>
              <w:szCs w:val="14"/>
            </w:rPr>
            <w:t>, Buštěhradská 109, 272 03 Kladno, Česká republika</w:t>
          </w:r>
        </w:p>
        <w:p w14:paraId="1104DFFF" w14:textId="77777777" w:rsidR="00A544C3" w:rsidRPr="003C2764" w:rsidRDefault="00A544C3" w:rsidP="00194068">
          <w:pPr>
            <w:jc w:val="right"/>
            <w:rPr>
              <w:sz w:val="14"/>
              <w:szCs w:val="14"/>
            </w:rPr>
          </w:pPr>
          <w:r w:rsidRPr="003C2764">
            <w:rPr>
              <w:sz w:val="14"/>
              <w:szCs w:val="14"/>
            </w:rPr>
            <w:t xml:space="preserve">telefon: +420 312 278 111, e-mail: </w:t>
          </w:r>
          <w:hyperlink r:id="rId2" w:history="1">
            <w:r w:rsidRPr="003C2764">
              <w:rPr>
                <w:rStyle w:val="Hypertextovodkaz"/>
                <w:color w:val="000000"/>
                <w:sz w:val="14"/>
                <w:szCs w:val="14"/>
                <w:u w:val="none"/>
              </w:rPr>
              <w:t>kladno@colsys.cz</w:t>
            </w:r>
          </w:hyperlink>
        </w:p>
        <w:p w14:paraId="0311F1D6" w14:textId="77777777" w:rsidR="00A544C3" w:rsidRPr="003C2764" w:rsidRDefault="00A544C3" w:rsidP="00194068">
          <w:pPr>
            <w:jc w:val="right"/>
            <w:rPr>
              <w:sz w:val="14"/>
              <w:szCs w:val="14"/>
            </w:rPr>
          </w:pPr>
          <w:r w:rsidRPr="003C2764">
            <w:rPr>
              <w:sz w:val="14"/>
              <w:szCs w:val="14"/>
            </w:rPr>
            <w:t>IČ: 14799634, DIČ: CZ14799634, OR: Městský soud v Praze, odd C., vl. 902</w:t>
          </w:r>
        </w:p>
        <w:p w14:paraId="62775B0F" w14:textId="77777777" w:rsidR="00A544C3" w:rsidRPr="003C2764" w:rsidRDefault="00A544C3" w:rsidP="00194068">
          <w:pPr>
            <w:jc w:val="right"/>
          </w:pPr>
          <w:r w:rsidRPr="003C2764">
            <w:rPr>
              <w:sz w:val="14"/>
              <w:szCs w:val="14"/>
            </w:rPr>
            <w:t>bank. spojení: UniCredit Bank Czech Republic, a.s., č.účtu: 0200240009/2700</w:t>
          </w:r>
        </w:p>
      </w:tc>
    </w:tr>
    <w:tr w:rsidR="00A544C3" w:rsidRPr="00177AD3" w14:paraId="75673864" w14:textId="77777777" w:rsidTr="00603802">
      <w:trPr>
        <w:trHeight w:val="386"/>
      </w:trPr>
      <w:tc>
        <w:tcPr>
          <w:tcW w:w="8752" w:type="dxa"/>
          <w:gridSpan w:val="2"/>
          <w:tcMar>
            <w:left w:w="0" w:type="dxa"/>
            <w:right w:w="0" w:type="dxa"/>
          </w:tcMar>
          <w:vAlign w:val="center"/>
        </w:tcPr>
        <w:p w14:paraId="017458F3" w14:textId="77777777" w:rsidR="00A544C3" w:rsidRPr="00177AD3" w:rsidRDefault="00A544C3" w:rsidP="00194068">
          <w:pPr>
            <w:pStyle w:val="Zhlav"/>
            <w:rPr>
              <w:sz w:val="4"/>
              <w:szCs w:val="4"/>
            </w:rPr>
          </w:pPr>
          <w:r>
            <w:rPr>
              <w:noProof/>
              <w:sz w:val="4"/>
              <w:szCs w:val="4"/>
            </w:rPr>
            <w:drawing>
              <wp:inline distT="0" distB="0" distL="0" distR="0" wp14:anchorId="5CAD49AA" wp14:editId="7EEFF8AA">
                <wp:extent cx="5476875" cy="38100"/>
                <wp:effectExtent l="19050" t="0" r="9525" b="0"/>
                <wp:docPr id="34" name="obrázek 2" descr="foot_color_LINK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oot_color_LINKA"/>
                        <pic:cNvPicPr>
                          <a:picLocks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76875" cy="38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29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678506EA" w14:textId="77777777" w:rsidR="00A544C3" w:rsidRPr="00177AD3" w:rsidRDefault="00A544C3" w:rsidP="00194068">
          <w:pPr>
            <w:jc w:val="right"/>
          </w:pPr>
          <w:r w:rsidRPr="00177AD3">
            <w:rPr>
              <w:b/>
              <w:bCs/>
              <w:color w:val="28166F"/>
              <w:sz w:val="18"/>
              <w:szCs w:val="18"/>
            </w:rPr>
            <w:t>www.colsys.cz</w:t>
          </w:r>
        </w:p>
      </w:tc>
    </w:tr>
  </w:tbl>
  <w:p w14:paraId="13EB4386" w14:textId="77777777" w:rsidR="00A544C3" w:rsidRDefault="00A544C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B7173"/>
    <w:multiLevelType w:val="hybridMultilevel"/>
    <w:tmpl w:val="2704084A"/>
    <w:lvl w:ilvl="0" w:tplc="3AD8EE0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CB36B92"/>
    <w:multiLevelType w:val="hybridMultilevel"/>
    <w:tmpl w:val="331E7232"/>
    <w:lvl w:ilvl="0" w:tplc="2FBC96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4DA2200"/>
    <w:multiLevelType w:val="hybridMultilevel"/>
    <w:tmpl w:val="D7765E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964DB8"/>
    <w:multiLevelType w:val="multilevel"/>
    <w:tmpl w:val="D2DCD10C"/>
    <w:lvl w:ilvl="0">
      <w:start w:val="1"/>
      <w:numFmt w:val="decimal"/>
      <w:pStyle w:val="N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3"/>
      <w:lvlText w:val="%1.%2.%3"/>
      <w:lvlJc w:val="left"/>
      <w:pPr>
        <w:tabs>
          <w:tab w:val="num" w:pos="1004"/>
        </w:tabs>
        <w:ind w:left="1004" w:hanging="72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16E05395"/>
    <w:multiLevelType w:val="hybridMultilevel"/>
    <w:tmpl w:val="5E4A914A"/>
    <w:lvl w:ilvl="0" w:tplc="1AD0F994">
      <w:start w:val="1"/>
      <w:numFmt w:val="bullet"/>
      <w:pStyle w:val="Normlnseznam"/>
      <w:lvlText w:val=""/>
      <w:lvlJc w:val="left"/>
      <w:pPr>
        <w:tabs>
          <w:tab w:val="num" w:pos="1174"/>
        </w:tabs>
        <w:ind w:left="1174" w:hanging="360"/>
      </w:pPr>
      <w:rPr>
        <w:rFonts w:ascii="Wingdings" w:hAnsi="Wingdings" w:hint="default"/>
      </w:rPr>
    </w:lvl>
    <w:lvl w:ilvl="1" w:tplc="3AFE7642">
      <w:start w:val="142"/>
      <w:numFmt w:val="bullet"/>
      <w:lvlText w:val="-"/>
      <w:lvlJc w:val="left"/>
      <w:pPr>
        <w:tabs>
          <w:tab w:val="num" w:pos="1894"/>
        </w:tabs>
        <w:ind w:left="1894" w:hanging="360"/>
      </w:pPr>
      <w:rPr>
        <w:rFonts w:ascii="Arial" w:eastAsia="Times New Roman" w:hAnsi="Arial" w:cs="Aria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5" w15:restartNumberingAfterBreak="0">
    <w:nsid w:val="2C2B2E90"/>
    <w:multiLevelType w:val="hybridMultilevel"/>
    <w:tmpl w:val="D7765E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E23786"/>
    <w:multiLevelType w:val="hybridMultilevel"/>
    <w:tmpl w:val="A9FC945E"/>
    <w:lvl w:ilvl="0" w:tplc="04050003">
      <w:numFmt w:val="bullet"/>
      <w:lvlText w:val="-"/>
      <w:lvlJc w:val="left"/>
      <w:pPr>
        <w:ind w:left="360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C240418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CB0423D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569C5B65"/>
    <w:multiLevelType w:val="hybridMultilevel"/>
    <w:tmpl w:val="4342A5CA"/>
    <w:lvl w:ilvl="0" w:tplc="B4B88094">
      <w:start w:val="8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0" w15:restartNumberingAfterBreak="0">
    <w:nsid w:val="5AE55BE6"/>
    <w:multiLevelType w:val="multilevel"/>
    <w:tmpl w:val="C8AAAC16"/>
    <w:styleLink w:val="Nadpiskapitoly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bCs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64"/>
        </w:tabs>
        <w:ind w:left="17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72"/>
        </w:tabs>
        <w:ind w:left="27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76"/>
        </w:tabs>
        <w:ind w:left="32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84"/>
        </w:tabs>
        <w:ind w:left="42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60"/>
        </w:tabs>
        <w:ind w:left="4860" w:hanging="1440"/>
      </w:pPr>
      <w:rPr>
        <w:rFonts w:hint="default"/>
      </w:rPr>
    </w:lvl>
  </w:abstractNum>
  <w:abstractNum w:abstractNumId="11" w15:restartNumberingAfterBreak="0">
    <w:nsid w:val="5E7D1B08"/>
    <w:multiLevelType w:val="multilevel"/>
    <w:tmpl w:val="675005F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2"/>
      </w:rPr>
    </w:lvl>
    <w:lvl w:ilvl="3">
      <w:start w:val="1"/>
      <w:numFmt w:val="decimal"/>
      <w:lvlText w:val="%1.%2.%3.%4"/>
      <w:lvlJc w:val="left"/>
      <w:pPr>
        <w:ind w:left="1148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720C7667"/>
    <w:multiLevelType w:val="hybridMultilevel"/>
    <w:tmpl w:val="322E74BC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72CA75E8"/>
    <w:multiLevelType w:val="hybridMultilevel"/>
    <w:tmpl w:val="284081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E30A7F"/>
    <w:multiLevelType w:val="hybridMultilevel"/>
    <w:tmpl w:val="D6F64458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8B20C1D"/>
    <w:multiLevelType w:val="hybridMultilevel"/>
    <w:tmpl w:val="BFF47D2C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7FB10B01"/>
    <w:multiLevelType w:val="hybridMultilevel"/>
    <w:tmpl w:val="95D22A98"/>
    <w:lvl w:ilvl="0" w:tplc="04050003">
      <w:numFmt w:val="bullet"/>
      <w:lvlText w:val="-"/>
      <w:lvlJc w:val="left"/>
      <w:pPr>
        <w:ind w:left="1429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539244218">
    <w:abstractNumId w:val="10"/>
  </w:num>
  <w:num w:numId="2" w16cid:durableId="1985891259">
    <w:abstractNumId w:val="8"/>
  </w:num>
  <w:num w:numId="3" w16cid:durableId="260652499">
    <w:abstractNumId w:val="3"/>
  </w:num>
  <w:num w:numId="4" w16cid:durableId="1578127390">
    <w:abstractNumId w:val="7"/>
  </w:num>
  <w:num w:numId="5" w16cid:durableId="1375889663">
    <w:abstractNumId w:val="4"/>
  </w:num>
  <w:num w:numId="6" w16cid:durableId="989021264">
    <w:abstractNumId w:val="1"/>
  </w:num>
  <w:num w:numId="7" w16cid:durableId="1628925639">
    <w:abstractNumId w:val="14"/>
  </w:num>
  <w:num w:numId="8" w16cid:durableId="1094134534">
    <w:abstractNumId w:val="15"/>
  </w:num>
  <w:num w:numId="9" w16cid:durableId="1191456992">
    <w:abstractNumId w:val="12"/>
  </w:num>
  <w:num w:numId="10" w16cid:durableId="1092816087">
    <w:abstractNumId w:val="16"/>
  </w:num>
  <w:num w:numId="11" w16cid:durableId="671034616">
    <w:abstractNumId w:val="3"/>
  </w:num>
  <w:num w:numId="12" w16cid:durableId="1310482334">
    <w:abstractNumId w:val="9"/>
  </w:num>
  <w:num w:numId="13" w16cid:durableId="639697458">
    <w:abstractNumId w:val="0"/>
  </w:num>
  <w:num w:numId="14" w16cid:durableId="421879900">
    <w:abstractNumId w:val="3"/>
  </w:num>
  <w:num w:numId="15" w16cid:durableId="691759816">
    <w:abstractNumId w:val="3"/>
  </w:num>
  <w:num w:numId="16" w16cid:durableId="1155293173">
    <w:abstractNumId w:val="3"/>
  </w:num>
  <w:num w:numId="17" w16cid:durableId="1997609934">
    <w:abstractNumId w:val="3"/>
  </w:num>
  <w:num w:numId="18" w16cid:durableId="1542476310">
    <w:abstractNumId w:val="3"/>
  </w:num>
  <w:num w:numId="19" w16cid:durableId="1947930324">
    <w:abstractNumId w:val="11"/>
  </w:num>
  <w:num w:numId="20" w16cid:durableId="1490368057">
    <w:abstractNumId w:val="3"/>
  </w:num>
  <w:num w:numId="21" w16cid:durableId="1639187151">
    <w:abstractNumId w:val="3"/>
  </w:num>
  <w:num w:numId="22" w16cid:durableId="348261003">
    <w:abstractNumId w:val="6"/>
  </w:num>
  <w:num w:numId="23" w16cid:durableId="777915874">
    <w:abstractNumId w:val="3"/>
  </w:num>
  <w:num w:numId="24" w16cid:durableId="1930845937">
    <w:abstractNumId w:val="3"/>
  </w:num>
  <w:num w:numId="25" w16cid:durableId="2027248728">
    <w:abstractNumId w:val="3"/>
  </w:num>
  <w:num w:numId="26" w16cid:durableId="1874800916">
    <w:abstractNumId w:val="5"/>
  </w:num>
  <w:num w:numId="27" w16cid:durableId="44257989">
    <w:abstractNumId w:val="13"/>
  </w:num>
  <w:num w:numId="28" w16cid:durableId="523985529">
    <w:abstractNumId w:val="3"/>
  </w:num>
  <w:num w:numId="29" w16cid:durableId="415438144">
    <w:abstractNumId w:val="3"/>
  </w:num>
  <w:num w:numId="30" w16cid:durableId="1744526280">
    <w:abstractNumId w:val="3"/>
  </w:num>
  <w:num w:numId="31" w16cid:durableId="1461799361">
    <w:abstractNumId w:val="3"/>
  </w:num>
  <w:num w:numId="32" w16cid:durableId="51395113">
    <w:abstractNumId w:val="3"/>
  </w:num>
  <w:num w:numId="33" w16cid:durableId="159077217">
    <w:abstractNumId w:val="3"/>
  </w:num>
  <w:num w:numId="34" w16cid:durableId="61028797">
    <w:abstractNumId w:val="3"/>
  </w:num>
  <w:num w:numId="35" w16cid:durableId="2096005111">
    <w:abstractNumId w:val="3"/>
  </w:num>
  <w:num w:numId="36" w16cid:durableId="274990566">
    <w:abstractNumId w:val="3"/>
  </w:num>
  <w:num w:numId="37" w16cid:durableId="874931226">
    <w:abstractNumId w:val="3"/>
  </w:num>
  <w:num w:numId="38" w16cid:durableId="1794321579">
    <w:abstractNumId w:val="2"/>
  </w:num>
  <w:num w:numId="39" w16cid:durableId="1942175569">
    <w:abstractNumId w:val="3"/>
  </w:num>
  <w:num w:numId="40" w16cid:durableId="1343750490">
    <w:abstractNumId w:val="3"/>
  </w:num>
  <w:num w:numId="41" w16cid:durableId="1767770558">
    <w:abstractNumId w:val="3"/>
  </w:num>
  <w:num w:numId="42" w16cid:durableId="337269452">
    <w:abstractNumId w:val="3"/>
  </w:num>
  <w:num w:numId="43" w16cid:durableId="1778866209">
    <w:abstractNumId w:val="3"/>
  </w:num>
  <w:num w:numId="44" w16cid:durableId="1130824367">
    <w:abstractNumId w:val="3"/>
  </w:num>
  <w:num w:numId="45" w16cid:durableId="1909800018">
    <w:abstractNumId w:val="3"/>
  </w:num>
  <w:num w:numId="46" w16cid:durableId="672224385">
    <w:abstractNumId w:val="3"/>
  </w:num>
  <w:num w:numId="47" w16cid:durableId="2028098535">
    <w:abstractNumId w:val="3"/>
  </w:num>
  <w:num w:numId="48" w16cid:durableId="2117211779">
    <w:abstractNumId w:val="3"/>
  </w:num>
  <w:num w:numId="49" w16cid:durableId="1591887853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4B07"/>
    <w:rsid w:val="00001A92"/>
    <w:rsid w:val="000053DA"/>
    <w:rsid w:val="00016AEC"/>
    <w:rsid w:val="00025D34"/>
    <w:rsid w:val="000311BA"/>
    <w:rsid w:val="00032E5B"/>
    <w:rsid w:val="00035339"/>
    <w:rsid w:val="00036DDE"/>
    <w:rsid w:val="00040F0D"/>
    <w:rsid w:val="000548E1"/>
    <w:rsid w:val="00055181"/>
    <w:rsid w:val="000569C9"/>
    <w:rsid w:val="00056CC2"/>
    <w:rsid w:val="000577E0"/>
    <w:rsid w:val="00061D1E"/>
    <w:rsid w:val="00082C25"/>
    <w:rsid w:val="00084660"/>
    <w:rsid w:val="00095353"/>
    <w:rsid w:val="00095A4D"/>
    <w:rsid w:val="00097A0D"/>
    <w:rsid w:val="000A0999"/>
    <w:rsid w:val="000A2E04"/>
    <w:rsid w:val="000A3A39"/>
    <w:rsid w:val="000A43C9"/>
    <w:rsid w:val="000B34F2"/>
    <w:rsid w:val="000B4A4C"/>
    <w:rsid w:val="000B7069"/>
    <w:rsid w:val="000C3136"/>
    <w:rsid w:val="000D2AF3"/>
    <w:rsid w:val="000D4127"/>
    <w:rsid w:val="000D59E6"/>
    <w:rsid w:val="000D70BD"/>
    <w:rsid w:val="000E0A1A"/>
    <w:rsid w:val="000E0E58"/>
    <w:rsid w:val="000E1085"/>
    <w:rsid w:val="000F14FD"/>
    <w:rsid w:val="000F3A13"/>
    <w:rsid w:val="000F6638"/>
    <w:rsid w:val="001107A0"/>
    <w:rsid w:val="00117C54"/>
    <w:rsid w:val="00123496"/>
    <w:rsid w:val="00123BDC"/>
    <w:rsid w:val="0013272F"/>
    <w:rsid w:val="001341D5"/>
    <w:rsid w:val="00136371"/>
    <w:rsid w:val="00137CF9"/>
    <w:rsid w:val="00141FC2"/>
    <w:rsid w:val="001443F9"/>
    <w:rsid w:val="00147A61"/>
    <w:rsid w:val="00157B42"/>
    <w:rsid w:val="00160843"/>
    <w:rsid w:val="00161378"/>
    <w:rsid w:val="00167321"/>
    <w:rsid w:val="001703F7"/>
    <w:rsid w:val="00171E76"/>
    <w:rsid w:val="00173C57"/>
    <w:rsid w:val="00180022"/>
    <w:rsid w:val="0018273D"/>
    <w:rsid w:val="001936B6"/>
    <w:rsid w:val="00193DD6"/>
    <w:rsid w:val="00194068"/>
    <w:rsid w:val="001A0BDE"/>
    <w:rsid w:val="001A1F09"/>
    <w:rsid w:val="001A5F12"/>
    <w:rsid w:val="001A7265"/>
    <w:rsid w:val="001B0D35"/>
    <w:rsid w:val="001B5EE2"/>
    <w:rsid w:val="001C2ABB"/>
    <w:rsid w:val="001D449F"/>
    <w:rsid w:val="001E12FF"/>
    <w:rsid w:val="001E3B05"/>
    <w:rsid w:val="002068DD"/>
    <w:rsid w:val="00213631"/>
    <w:rsid w:val="00222BDB"/>
    <w:rsid w:val="002269D1"/>
    <w:rsid w:val="002302DE"/>
    <w:rsid w:val="00235863"/>
    <w:rsid w:val="00236443"/>
    <w:rsid w:val="00237912"/>
    <w:rsid w:val="00237B61"/>
    <w:rsid w:val="002448FB"/>
    <w:rsid w:val="00245BFD"/>
    <w:rsid w:val="00246DA4"/>
    <w:rsid w:val="00247149"/>
    <w:rsid w:val="00247D1A"/>
    <w:rsid w:val="002659BF"/>
    <w:rsid w:val="00266249"/>
    <w:rsid w:val="00270A06"/>
    <w:rsid w:val="00271B71"/>
    <w:rsid w:val="002720BA"/>
    <w:rsid w:val="00276514"/>
    <w:rsid w:val="0028128D"/>
    <w:rsid w:val="00281933"/>
    <w:rsid w:val="00282C39"/>
    <w:rsid w:val="00285AE9"/>
    <w:rsid w:val="00290C5E"/>
    <w:rsid w:val="002967FD"/>
    <w:rsid w:val="00296976"/>
    <w:rsid w:val="002A0E9E"/>
    <w:rsid w:val="002A0FF8"/>
    <w:rsid w:val="002A2FD5"/>
    <w:rsid w:val="002A32ED"/>
    <w:rsid w:val="002A7481"/>
    <w:rsid w:val="002B5993"/>
    <w:rsid w:val="002C0895"/>
    <w:rsid w:val="002C15BD"/>
    <w:rsid w:val="002C6020"/>
    <w:rsid w:val="002C63C2"/>
    <w:rsid w:val="002C7485"/>
    <w:rsid w:val="002E2158"/>
    <w:rsid w:val="002E76A9"/>
    <w:rsid w:val="002F194D"/>
    <w:rsid w:val="002F2B00"/>
    <w:rsid w:val="002F4876"/>
    <w:rsid w:val="002F7151"/>
    <w:rsid w:val="00301DE0"/>
    <w:rsid w:val="003045B5"/>
    <w:rsid w:val="00312743"/>
    <w:rsid w:val="00312B6A"/>
    <w:rsid w:val="0031425A"/>
    <w:rsid w:val="003265A3"/>
    <w:rsid w:val="0033780C"/>
    <w:rsid w:val="0034115B"/>
    <w:rsid w:val="003439FE"/>
    <w:rsid w:val="00344399"/>
    <w:rsid w:val="003445BE"/>
    <w:rsid w:val="00354C43"/>
    <w:rsid w:val="00360820"/>
    <w:rsid w:val="00363E36"/>
    <w:rsid w:val="00365492"/>
    <w:rsid w:val="00366D4B"/>
    <w:rsid w:val="00372C4E"/>
    <w:rsid w:val="00373BE3"/>
    <w:rsid w:val="00374A2A"/>
    <w:rsid w:val="003802A8"/>
    <w:rsid w:val="00384A63"/>
    <w:rsid w:val="00384FCF"/>
    <w:rsid w:val="00385716"/>
    <w:rsid w:val="00395620"/>
    <w:rsid w:val="00395F5C"/>
    <w:rsid w:val="003A4565"/>
    <w:rsid w:val="003A4B1B"/>
    <w:rsid w:val="003A7AE0"/>
    <w:rsid w:val="003B4426"/>
    <w:rsid w:val="003B6181"/>
    <w:rsid w:val="003C2764"/>
    <w:rsid w:val="003C6B94"/>
    <w:rsid w:val="003D1A8A"/>
    <w:rsid w:val="003D22C9"/>
    <w:rsid w:val="003D68A4"/>
    <w:rsid w:val="003E4EBB"/>
    <w:rsid w:val="003E57DA"/>
    <w:rsid w:val="003F17F3"/>
    <w:rsid w:val="003F2AE3"/>
    <w:rsid w:val="00400622"/>
    <w:rsid w:val="0040092B"/>
    <w:rsid w:val="004021B7"/>
    <w:rsid w:val="00403385"/>
    <w:rsid w:val="004059AC"/>
    <w:rsid w:val="00406DC0"/>
    <w:rsid w:val="00433A4F"/>
    <w:rsid w:val="004357FF"/>
    <w:rsid w:val="004376C8"/>
    <w:rsid w:val="00441AAC"/>
    <w:rsid w:val="00442897"/>
    <w:rsid w:val="00443699"/>
    <w:rsid w:val="0044666A"/>
    <w:rsid w:val="00463228"/>
    <w:rsid w:val="00472FB0"/>
    <w:rsid w:val="00475E5B"/>
    <w:rsid w:val="00477F38"/>
    <w:rsid w:val="00480AF3"/>
    <w:rsid w:val="004826E0"/>
    <w:rsid w:val="00487CC7"/>
    <w:rsid w:val="00493004"/>
    <w:rsid w:val="0049577B"/>
    <w:rsid w:val="00495FAE"/>
    <w:rsid w:val="004A229B"/>
    <w:rsid w:val="004B186D"/>
    <w:rsid w:val="004B3FEC"/>
    <w:rsid w:val="004D36CD"/>
    <w:rsid w:val="004D6B5C"/>
    <w:rsid w:val="004D7C68"/>
    <w:rsid w:val="004E319B"/>
    <w:rsid w:val="004E669B"/>
    <w:rsid w:val="004F7267"/>
    <w:rsid w:val="00501598"/>
    <w:rsid w:val="005173FB"/>
    <w:rsid w:val="0052232D"/>
    <w:rsid w:val="00524286"/>
    <w:rsid w:val="00524AD9"/>
    <w:rsid w:val="005450D2"/>
    <w:rsid w:val="005515EC"/>
    <w:rsid w:val="005532AE"/>
    <w:rsid w:val="00556CCD"/>
    <w:rsid w:val="00557998"/>
    <w:rsid w:val="00561B51"/>
    <w:rsid w:val="00562DD9"/>
    <w:rsid w:val="00563812"/>
    <w:rsid w:val="005641A9"/>
    <w:rsid w:val="00564E22"/>
    <w:rsid w:val="005675F1"/>
    <w:rsid w:val="00567EDC"/>
    <w:rsid w:val="0057002A"/>
    <w:rsid w:val="005720C6"/>
    <w:rsid w:val="0057739C"/>
    <w:rsid w:val="005773C0"/>
    <w:rsid w:val="005800C7"/>
    <w:rsid w:val="0058110C"/>
    <w:rsid w:val="00590214"/>
    <w:rsid w:val="005908AB"/>
    <w:rsid w:val="00594AF8"/>
    <w:rsid w:val="0059649F"/>
    <w:rsid w:val="005A1276"/>
    <w:rsid w:val="005A35F6"/>
    <w:rsid w:val="005A50CC"/>
    <w:rsid w:val="005B5628"/>
    <w:rsid w:val="005B58A8"/>
    <w:rsid w:val="005B6812"/>
    <w:rsid w:val="005C1B72"/>
    <w:rsid w:val="005C7FEF"/>
    <w:rsid w:val="005D1DBD"/>
    <w:rsid w:val="005D3C8F"/>
    <w:rsid w:val="005D3FBE"/>
    <w:rsid w:val="005D7B4B"/>
    <w:rsid w:val="005D7F76"/>
    <w:rsid w:val="005E1AFC"/>
    <w:rsid w:val="005F7203"/>
    <w:rsid w:val="00603802"/>
    <w:rsid w:val="00606DB2"/>
    <w:rsid w:val="00607A8B"/>
    <w:rsid w:val="0061130B"/>
    <w:rsid w:val="006114B7"/>
    <w:rsid w:val="0061382A"/>
    <w:rsid w:val="006143B6"/>
    <w:rsid w:val="006145CE"/>
    <w:rsid w:val="0061623E"/>
    <w:rsid w:val="00616364"/>
    <w:rsid w:val="00630BB1"/>
    <w:rsid w:val="00637731"/>
    <w:rsid w:val="00644A74"/>
    <w:rsid w:val="00644F5C"/>
    <w:rsid w:val="006472F0"/>
    <w:rsid w:val="006706EB"/>
    <w:rsid w:val="00680355"/>
    <w:rsid w:val="00687FDD"/>
    <w:rsid w:val="00691676"/>
    <w:rsid w:val="00693462"/>
    <w:rsid w:val="00694B3C"/>
    <w:rsid w:val="00694E68"/>
    <w:rsid w:val="006A6A99"/>
    <w:rsid w:val="006B33F7"/>
    <w:rsid w:val="006B4BD0"/>
    <w:rsid w:val="006B6706"/>
    <w:rsid w:val="006B7D53"/>
    <w:rsid w:val="006C07EE"/>
    <w:rsid w:val="006D1DAC"/>
    <w:rsid w:val="006D2E4E"/>
    <w:rsid w:val="006D3E1D"/>
    <w:rsid w:val="006D4264"/>
    <w:rsid w:val="006D549B"/>
    <w:rsid w:val="006E1549"/>
    <w:rsid w:val="006E544F"/>
    <w:rsid w:val="006F4B85"/>
    <w:rsid w:val="006F4C04"/>
    <w:rsid w:val="006F6677"/>
    <w:rsid w:val="006F7B8B"/>
    <w:rsid w:val="007130E9"/>
    <w:rsid w:val="0071725E"/>
    <w:rsid w:val="007232B0"/>
    <w:rsid w:val="00724A3F"/>
    <w:rsid w:val="0074221C"/>
    <w:rsid w:val="007446FC"/>
    <w:rsid w:val="007464A5"/>
    <w:rsid w:val="0075726C"/>
    <w:rsid w:val="00757DA2"/>
    <w:rsid w:val="0076017C"/>
    <w:rsid w:val="00766015"/>
    <w:rsid w:val="0077059E"/>
    <w:rsid w:val="00770A48"/>
    <w:rsid w:val="00773025"/>
    <w:rsid w:val="00773CB6"/>
    <w:rsid w:val="00776436"/>
    <w:rsid w:val="00784773"/>
    <w:rsid w:val="0079076D"/>
    <w:rsid w:val="00791CEB"/>
    <w:rsid w:val="0079276C"/>
    <w:rsid w:val="007A066F"/>
    <w:rsid w:val="007B1C9C"/>
    <w:rsid w:val="007C24EE"/>
    <w:rsid w:val="007D0810"/>
    <w:rsid w:val="007D3CE2"/>
    <w:rsid w:val="007D558F"/>
    <w:rsid w:val="007D59FB"/>
    <w:rsid w:val="007E0C07"/>
    <w:rsid w:val="007E61BD"/>
    <w:rsid w:val="007F700C"/>
    <w:rsid w:val="00804DBF"/>
    <w:rsid w:val="0081121B"/>
    <w:rsid w:val="008132F5"/>
    <w:rsid w:val="00813BDA"/>
    <w:rsid w:val="00814EEE"/>
    <w:rsid w:val="00816838"/>
    <w:rsid w:val="00820936"/>
    <w:rsid w:val="00821334"/>
    <w:rsid w:val="00824208"/>
    <w:rsid w:val="00830FB3"/>
    <w:rsid w:val="00832AE1"/>
    <w:rsid w:val="00834D63"/>
    <w:rsid w:val="00836181"/>
    <w:rsid w:val="00846F5B"/>
    <w:rsid w:val="00853186"/>
    <w:rsid w:val="00854E9E"/>
    <w:rsid w:val="0085552B"/>
    <w:rsid w:val="00855F8E"/>
    <w:rsid w:val="008602EF"/>
    <w:rsid w:val="00862D73"/>
    <w:rsid w:val="0087008D"/>
    <w:rsid w:val="00873584"/>
    <w:rsid w:val="00873C88"/>
    <w:rsid w:val="0087791C"/>
    <w:rsid w:val="00881BB4"/>
    <w:rsid w:val="00882E0C"/>
    <w:rsid w:val="00883760"/>
    <w:rsid w:val="00895E92"/>
    <w:rsid w:val="008A26CD"/>
    <w:rsid w:val="008A5BF5"/>
    <w:rsid w:val="008B7CD9"/>
    <w:rsid w:val="008D3CB0"/>
    <w:rsid w:val="008D4C9E"/>
    <w:rsid w:val="008E1A34"/>
    <w:rsid w:val="008E696D"/>
    <w:rsid w:val="008F21F0"/>
    <w:rsid w:val="008F57C6"/>
    <w:rsid w:val="008F77CE"/>
    <w:rsid w:val="009030CF"/>
    <w:rsid w:val="00904557"/>
    <w:rsid w:val="009112FD"/>
    <w:rsid w:val="00911785"/>
    <w:rsid w:val="00911FDE"/>
    <w:rsid w:val="00917C8E"/>
    <w:rsid w:val="00923F1B"/>
    <w:rsid w:val="00924F4C"/>
    <w:rsid w:val="0092520F"/>
    <w:rsid w:val="00927418"/>
    <w:rsid w:val="009318B6"/>
    <w:rsid w:val="00936575"/>
    <w:rsid w:val="0093676C"/>
    <w:rsid w:val="00950A5B"/>
    <w:rsid w:val="00952ADC"/>
    <w:rsid w:val="00952D82"/>
    <w:rsid w:val="0095552D"/>
    <w:rsid w:val="0095783F"/>
    <w:rsid w:val="00963E4D"/>
    <w:rsid w:val="009672A4"/>
    <w:rsid w:val="00967FF8"/>
    <w:rsid w:val="0097018A"/>
    <w:rsid w:val="00974D74"/>
    <w:rsid w:val="009751CB"/>
    <w:rsid w:val="00975878"/>
    <w:rsid w:val="00982BCE"/>
    <w:rsid w:val="00983A4C"/>
    <w:rsid w:val="0098408D"/>
    <w:rsid w:val="00987643"/>
    <w:rsid w:val="0099326C"/>
    <w:rsid w:val="00993716"/>
    <w:rsid w:val="009972A4"/>
    <w:rsid w:val="00997929"/>
    <w:rsid w:val="009A09BB"/>
    <w:rsid w:val="009A182F"/>
    <w:rsid w:val="009B11AB"/>
    <w:rsid w:val="009B300F"/>
    <w:rsid w:val="009B3DE7"/>
    <w:rsid w:val="009C038C"/>
    <w:rsid w:val="009C1A5D"/>
    <w:rsid w:val="009C211F"/>
    <w:rsid w:val="009C25EB"/>
    <w:rsid w:val="009C3A0C"/>
    <w:rsid w:val="009C6F16"/>
    <w:rsid w:val="009D70F3"/>
    <w:rsid w:val="009D7675"/>
    <w:rsid w:val="009E35EA"/>
    <w:rsid w:val="009F0569"/>
    <w:rsid w:val="009F63F8"/>
    <w:rsid w:val="009F6DDE"/>
    <w:rsid w:val="00A03C00"/>
    <w:rsid w:val="00A078AA"/>
    <w:rsid w:val="00A101E7"/>
    <w:rsid w:val="00A12FB3"/>
    <w:rsid w:val="00A14ACB"/>
    <w:rsid w:val="00A163A4"/>
    <w:rsid w:val="00A203DD"/>
    <w:rsid w:val="00A34446"/>
    <w:rsid w:val="00A366D6"/>
    <w:rsid w:val="00A4271B"/>
    <w:rsid w:val="00A449F6"/>
    <w:rsid w:val="00A51813"/>
    <w:rsid w:val="00A544C3"/>
    <w:rsid w:val="00A704F3"/>
    <w:rsid w:val="00A77781"/>
    <w:rsid w:val="00A87F03"/>
    <w:rsid w:val="00A90326"/>
    <w:rsid w:val="00A95AF9"/>
    <w:rsid w:val="00A96E2C"/>
    <w:rsid w:val="00AA04CB"/>
    <w:rsid w:val="00AA337C"/>
    <w:rsid w:val="00AA5C32"/>
    <w:rsid w:val="00AB0401"/>
    <w:rsid w:val="00AB050D"/>
    <w:rsid w:val="00AB36CB"/>
    <w:rsid w:val="00AC2C69"/>
    <w:rsid w:val="00AC42AF"/>
    <w:rsid w:val="00AD02E3"/>
    <w:rsid w:val="00AD1944"/>
    <w:rsid w:val="00AD1A32"/>
    <w:rsid w:val="00AD391C"/>
    <w:rsid w:val="00AD4534"/>
    <w:rsid w:val="00AE1D29"/>
    <w:rsid w:val="00AE3885"/>
    <w:rsid w:val="00AE560C"/>
    <w:rsid w:val="00AE7028"/>
    <w:rsid w:val="00AF1C42"/>
    <w:rsid w:val="00B04B51"/>
    <w:rsid w:val="00B23B7B"/>
    <w:rsid w:val="00B26E29"/>
    <w:rsid w:val="00B275C5"/>
    <w:rsid w:val="00B32646"/>
    <w:rsid w:val="00B3329D"/>
    <w:rsid w:val="00B33E0B"/>
    <w:rsid w:val="00B40158"/>
    <w:rsid w:val="00B430A5"/>
    <w:rsid w:val="00B43E16"/>
    <w:rsid w:val="00B4566C"/>
    <w:rsid w:val="00B46E56"/>
    <w:rsid w:val="00B524CA"/>
    <w:rsid w:val="00B55C59"/>
    <w:rsid w:val="00B56B74"/>
    <w:rsid w:val="00B611C1"/>
    <w:rsid w:val="00B61401"/>
    <w:rsid w:val="00B65E26"/>
    <w:rsid w:val="00B77288"/>
    <w:rsid w:val="00B7755C"/>
    <w:rsid w:val="00B81EC7"/>
    <w:rsid w:val="00B8531B"/>
    <w:rsid w:val="00B908C8"/>
    <w:rsid w:val="00B94734"/>
    <w:rsid w:val="00B96DA0"/>
    <w:rsid w:val="00B9703F"/>
    <w:rsid w:val="00BA1FB8"/>
    <w:rsid w:val="00BA2133"/>
    <w:rsid w:val="00BA2FED"/>
    <w:rsid w:val="00BA7616"/>
    <w:rsid w:val="00BB0432"/>
    <w:rsid w:val="00BB0B6B"/>
    <w:rsid w:val="00BB7964"/>
    <w:rsid w:val="00BB7C7C"/>
    <w:rsid w:val="00BC0EC1"/>
    <w:rsid w:val="00BC0F5D"/>
    <w:rsid w:val="00BC1027"/>
    <w:rsid w:val="00BC5410"/>
    <w:rsid w:val="00BC7A45"/>
    <w:rsid w:val="00BD38AC"/>
    <w:rsid w:val="00BE4498"/>
    <w:rsid w:val="00BE7130"/>
    <w:rsid w:val="00BE7BBC"/>
    <w:rsid w:val="00BF1311"/>
    <w:rsid w:val="00C050F1"/>
    <w:rsid w:val="00C05319"/>
    <w:rsid w:val="00C0614C"/>
    <w:rsid w:val="00C13474"/>
    <w:rsid w:val="00C144E4"/>
    <w:rsid w:val="00C23238"/>
    <w:rsid w:val="00C25635"/>
    <w:rsid w:val="00C25A4A"/>
    <w:rsid w:val="00C320C5"/>
    <w:rsid w:val="00C360C6"/>
    <w:rsid w:val="00C457D4"/>
    <w:rsid w:val="00C54B91"/>
    <w:rsid w:val="00C570BD"/>
    <w:rsid w:val="00C6348E"/>
    <w:rsid w:val="00C63C7F"/>
    <w:rsid w:val="00C675AD"/>
    <w:rsid w:val="00C80682"/>
    <w:rsid w:val="00C84A7E"/>
    <w:rsid w:val="00C8527E"/>
    <w:rsid w:val="00C87986"/>
    <w:rsid w:val="00CA5488"/>
    <w:rsid w:val="00CB4F9F"/>
    <w:rsid w:val="00CB73DD"/>
    <w:rsid w:val="00CC5CA7"/>
    <w:rsid w:val="00CD2E63"/>
    <w:rsid w:val="00CE490A"/>
    <w:rsid w:val="00CE6ABE"/>
    <w:rsid w:val="00CF3337"/>
    <w:rsid w:val="00CF3B2C"/>
    <w:rsid w:val="00D03BF2"/>
    <w:rsid w:val="00D0402F"/>
    <w:rsid w:val="00D176C2"/>
    <w:rsid w:val="00D20B1C"/>
    <w:rsid w:val="00D21F37"/>
    <w:rsid w:val="00D3188C"/>
    <w:rsid w:val="00D32CC5"/>
    <w:rsid w:val="00D3733E"/>
    <w:rsid w:val="00D46E34"/>
    <w:rsid w:val="00D61A10"/>
    <w:rsid w:val="00D62FB8"/>
    <w:rsid w:val="00D634BB"/>
    <w:rsid w:val="00D65853"/>
    <w:rsid w:val="00D6750C"/>
    <w:rsid w:val="00D863A3"/>
    <w:rsid w:val="00D87DC2"/>
    <w:rsid w:val="00D9252D"/>
    <w:rsid w:val="00D94650"/>
    <w:rsid w:val="00D961AC"/>
    <w:rsid w:val="00DA2D3A"/>
    <w:rsid w:val="00DA3C4D"/>
    <w:rsid w:val="00DA4E1C"/>
    <w:rsid w:val="00DB01D1"/>
    <w:rsid w:val="00DB34A6"/>
    <w:rsid w:val="00DB4FD2"/>
    <w:rsid w:val="00DB70E7"/>
    <w:rsid w:val="00DC1C39"/>
    <w:rsid w:val="00DD2FFE"/>
    <w:rsid w:val="00DD61A9"/>
    <w:rsid w:val="00DE0346"/>
    <w:rsid w:val="00DE101A"/>
    <w:rsid w:val="00DE2951"/>
    <w:rsid w:val="00DE344F"/>
    <w:rsid w:val="00DE399D"/>
    <w:rsid w:val="00DE7FC2"/>
    <w:rsid w:val="00DF1289"/>
    <w:rsid w:val="00DF2615"/>
    <w:rsid w:val="00DF3F8C"/>
    <w:rsid w:val="00E0173A"/>
    <w:rsid w:val="00E02259"/>
    <w:rsid w:val="00E06D80"/>
    <w:rsid w:val="00E11BFD"/>
    <w:rsid w:val="00E13A65"/>
    <w:rsid w:val="00E1665A"/>
    <w:rsid w:val="00E17E43"/>
    <w:rsid w:val="00E22526"/>
    <w:rsid w:val="00E24365"/>
    <w:rsid w:val="00E25495"/>
    <w:rsid w:val="00E27EDB"/>
    <w:rsid w:val="00E30C56"/>
    <w:rsid w:val="00E365D8"/>
    <w:rsid w:val="00E41561"/>
    <w:rsid w:val="00E431F9"/>
    <w:rsid w:val="00E45A50"/>
    <w:rsid w:val="00E56662"/>
    <w:rsid w:val="00E57F91"/>
    <w:rsid w:val="00E60488"/>
    <w:rsid w:val="00E648C8"/>
    <w:rsid w:val="00E65D2F"/>
    <w:rsid w:val="00E70DA5"/>
    <w:rsid w:val="00E71B2C"/>
    <w:rsid w:val="00E812C7"/>
    <w:rsid w:val="00E85EA0"/>
    <w:rsid w:val="00E90394"/>
    <w:rsid w:val="00E91AB0"/>
    <w:rsid w:val="00E92BA9"/>
    <w:rsid w:val="00E95CE1"/>
    <w:rsid w:val="00E96BE3"/>
    <w:rsid w:val="00EA53F4"/>
    <w:rsid w:val="00EB296A"/>
    <w:rsid w:val="00EB3766"/>
    <w:rsid w:val="00EB6266"/>
    <w:rsid w:val="00EC1421"/>
    <w:rsid w:val="00EC727A"/>
    <w:rsid w:val="00ED1259"/>
    <w:rsid w:val="00EE3319"/>
    <w:rsid w:val="00F00DF4"/>
    <w:rsid w:val="00F02DC7"/>
    <w:rsid w:val="00F045B4"/>
    <w:rsid w:val="00F3022E"/>
    <w:rsid w:val="00F31478"/>
    <w:rsid w:val="00F32A12"/>
    <w:rsid w:val="00F370B4"/>
    <w:rsid w:val="00F42956"/>
    <w:rsid w:val="00F4731D"/>
    <w:rsid w:val="00F51198"/>
    <w:rsid w:val="00F63DB7"/>
    <w:rsid w:val="00F74933"/>
    <w:rsid w:val="00F74E4B"/>
    <w:rsid w:val="00F7579D"/>
    <w:rsid w:val="00F8384C"/>
    <w:rsid w:val="00F84210"/>
    <w:rsid w:val="00F94B07"/>
    <w:rsid w:val="00F96038"/>
    <w:rsid w:val="00FA3844"/>
    <w:rsid w:val="00FA4EC3"/>
    <w:rsid w:val="00FB3116"/>
    <w:rsid w:val="00FB4DBB"/>
    <w:rsid w:val="00FB5829"/>
    <w:rsid w:val="00FC61D3"/>
    <w:rsid w:val="00FC6716"/>
    <w:rsid w:val="00FD1B52"/>
    <w:rsid w:val="00FD4A8E"/>
    <w:rsid w:val="00FD7C26"/>
    <w:rsid w:val="00FE19C3"/>
    <w:rsid w:val="00FE204B"/>
    <w:rsid w:val="00FE37D1"/>
    <w:rsid w:val="00FF03AA"/>
    <w:rsid w:val="00FF7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5E9851"/>
  <w15:docId w15:val="{5C13035A-B806-4720-867A-D3AE49BAE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791C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282C39"/>
    <w:pPr>
      <w:keepNext/>
      <w:spacing w:before="240" w:after="60"/>
      <w:outlineLvl w:val="0"/>
    </w:pPr>
    <w:rPr>
      <w:b/>
      <w:bCs/>
      <w:color w:val="232D80"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87791C"/>
    <w:pPr>
      <w:keepNext/>
      <w:spacing w:before="240" w:after="60"/>
      <w:outlineLvl w:val="1"/>
    </w:pPr>
    <w:rPr>
      <w:b/>
      <w:bCs/>
      <w:color w:val="232D80"/>
      <w:sz w:val="28"/>
      <w:szCs w:val="28"/>
    </w:rPr>
  </w:style>
  <w:style w:type="paragraph" w:styleId="Nadpis3">
    <w:name w:val="heading 3"/>
    <w:basedOn w:val="Normln"/>
    <w:next w:val="Normln"/>
    <w:qFormat/>
    <w:rsid w:val="0079276C"/>
    <w:pPr>
      <w:keepNext/>
      <w:outlineLvl w:val="2"/>
    </w:pPr>
    <w:rPr>
      <w:b/>
      <w:bCs/>
      <w:color w:val="232D80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74E4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82C3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E648C8"/>
    <w:pPr>
      <w:tabs>
        <w:tab w:val="center" w:pos="4536"/>
        <w:tab w:val="right" w:pos="9072"/>
      </w:tabs>
      <w:jc w:val="right"/>
    </w:pPr>
    <w:rPr>
      <w:b/>
      <w:bCs/>
      <w:color w:val="232D80"/>
      <w:sz w:val="18"/>
      <w:szCs w:val="18"/>
    </w:rPr>
  </w:style>
  <w:style w:type="paragraph" w:customStyle="1" w:styleId="Nadpis2a">
    <w:name w:val="Nadpis 2a"/>
    <w:basedOn w:val="Nadpis2"/>
    <w:rsid w:val="00296976"/>
    <w:pPr>
      <w:spacing w:before="0" w:after="0"/>
      <w:ind w:left="540"/>
    </w:pPr>
  </w:style>
  <w:style w:type="paragraph" w:customStyle="1" w:styleId="Textzprvy">
    <w:name w:val="Text zprávy"/>
    <w:basedOn w:val="Nadpis2a"/>
    <w:rsid w:val="0079276C"/>
    <w:rPr>
      <w:b w:val="0"/>
      <w:bCs w:val="0"/>
      <w:sz w:val="20"/>
      <w:szCs w:val="20"/>
    </w:rPr>
  </w:style>
  <w:style w:type="paragraph" w:customStyle="1" w:styleId="Nadpis3vpravo">
    <w:name w:val="Nadpis 3 vpravo"/>
    <w:basedOn w:val="Nadpis3"/>
    <w:rsid w:val="00E648C8"/>
    <w:pPr>
      <w:spacing w:before="120" w:after="120"/>
      <w:jc w:val="right"/>
    </w:pPr>
  </w:style>
  <w:style w:type="paragraph" w:customStyle="1" w:styleId="Vtisk">
    <w:name w:val="Výtisk"/>
    <w:basedOn w:val="Normln"/>
    <w:next w:val="Normln"/>
    <w:rsid w:val="00B46E56"/>
    <w:pPr>
      <w:framePr w:wrap="notBeside" w:vAnchor="text" w:hAnchor="text" w:y="1"/>
      <w:jc w:val="right"/>
    </w:pPr>
    <w:rPr>
      <w:b/>
      <w:bCs/>
      <w:color w:val="FF0000"/>
      <w:sz w:val="96"/>
      <w:szCs w:val="96"/>
    </w:rPr>
  </w:style>
  <w:style w:type="table" w:styleId="Mkatabulky">
    <w:name w:val="Table Grid"/>
    <w:basedOn w:val="Normlntabulka"/>
    <w:rsid w:val="00757D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ozloendokumentu">
    <w:name w:val="Document Map"/>
    <w:basedOn w:val="Normln"/>
    <w:semiHidden/>
    <w:rsid w:val="00E91AB0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basedOn w:val="Standardnpsmoodstavce"/>
    <w:uiPriority w:val="99"/>
    <w:rsid w:val="00766015"/>
    <w:rPr>
      <w:color w:val="0000FF"/>
      <w:u w:val="single"/>
    </w:rPr>
  </w:style>
  <w:style w:type="paragraph" w:customStyle="1" w:styleId="Nadpiszpravy">
    <w:name w:val="Nadpis zpravy"/>
    <w:basedOn w:val="Textzprvy"/>
    <w:rsid w:val="00766015"/>
    <w:pPr>
      <w:ind w:left="0"/>
    </w:pPr>
    <w:rPr>
      <w:b/>
      <w:bCs/>
      <w:sz w:val="40"/>
      <w:szCs w:val="40"/>
    </w:rPr>
  </w:style>
  <w:style w:type="paragraph" w:customStyle="1" w:styleId="Obsahzprvy">
    <w:name w:val="Obsah zprávy"/>
    <w:basedOn w:val="Textzprvy"/>
    <w:rsid w:val="00766015"/>
    <w:pPr>
      <w:ind w:left="0"/>
    </w:pPr>
    <w:rPr>
      <w:b/>
      <w:bCs/>
      <w:sz w:val="32"/>
      <w:szCs w:val="32"/>
    </w:rPr>
  </w:style>
  <w:style w:type="paragraph" w:customStyle="1" w:styleId="Normal11">
    <w:name w:val="Normal 11"/>
    <w:basedOn w:val="Normln"/>
    <w:rsid w:val="008D4C9E"/>
    <w:rPr>
      <w:color w:val="000000"/>
      <w:sz w:val="22"/>
      <w:szCs w:val="22"/>
    </w:rPr>
  </w:style>
  <w:style w:type="numbering" w:customStyle="1" w:styleId="Nadpiskapitoly">
    <w:name w:val="Nadpis kapitoly"/>
    <w:rsid w:val="00A87F03"/>
    <w:pPr>
      <w:numPr>
        <w:numId w:val="1"/>
      </w:numPr>
    </w:pPr>
  </w:style>
  <w:style w:type="paragraph" w:customStyle="1" w:styleId="Nadpis2b">
    <w:name w:val="Nadpis 2b"/>
    <w:basedOn w:val="Nadpis2a"/>
    <w:rsid w:val="00911FDE"/>
    <w:pPr>
      <w:ind w:left="0" w:firstLine="360"/>
    </w:pPr>
    <w:rPr>
      <w:rFonts w:cs="Times New Roman"/>
      <w:szCs w:val="20"/>
    </w:rPr>
  </w:style>
  <w:style w:type="numbering" w:styleId="111111">
    <w:name w:val="Outline List 2"/>
    <w:basedOn w:val="Bezseznamu"/>
    <w:rsid w:val="00911FDE"/>
    <w:pPr>
      <w:numPr>
        <w:numId w:val="2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274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7418"/>
    <w:rPr>
      <w:rFonts w:ascii="Tahoma" w:hAnsi="Tahoma" w:cs="Tahoma"/>
      <w:sz w:val="16"/>
      <w:szCs w:val="16"/>
    </w:rPr>
  </w:style>
  <w:style w:type="paragraph" w:customStyle="1" w:styleId="N1">
    <w:name w:val="N1"/>
    <w:basedOn w:val="Nadpis1"/>
    <w:next w:val="Normln"/>
    <w:rsid w:val="002C7485"/>
    <w:pPr>
      <w:numPr>
        <w:numId w:val="3"/>
      </w:numPr>
    </w:pPr>
    <w:rPr>
      <w:rFonts w:cs="Times New Roman"/>
      <w:bCs w:val="0"/>
      <w:caps/>
      <w:color w:val="auto"/>
      <w:kern w:val="28"/>
      <w:sz w:val="28"/>
      <w:szCs w:val="20"/>
    </w:rPr>
  </w:style>
  <w:style w:type="paragraph" w:customStyle="1" w:styleId="N2">
    <w:name w:val="N2"/>
    <w:basedOn w:val="Nadpis2"/>
    <w:next w:val="Normln"/>
    <w:rsid w:val="002C7485"/>
    <w:pPr>
      <w:numPr>
        <w:ilvl w:val="1"/>
        <w:numId w:val="3"/>
      </w:numPr>
    </w:pPr>
    <w:rPr>
      <w:rFonts w:cs="Times New Roman"/>
      <w:bCs w:val="0"/>
      <w:caps/>
      <w:color w:val="auto"/>
      <w:sz w:val="24"/>
      <w:szCs w:val="20"/>
    </w:rPr>
  </w:style>
  <w:style w:type="paragraph" w:customStyle="1" w:styleId="N3">
    <w:name w:val="N3"/>
    <w:basedOn w:val="Nadpis3"/>
    <w:next w:val="Normln"/>
    <w:rsid w:val="002C7485"/>
    <w:pPr>
      <w:numPr>
        <w:ilvl w:val="2"/>
        <w:numId w:val="3"/>
      </w:numPr>
      <w:tabs>
        <w:tab w:val="left" w:pos="851"/>
      </w:tabs>
      <w:spacing w:before="240" w:after="60"/>
    </w:pPr>
    <w:rPr>
      <w:rFonts w:cs="Times New Roman"/>
      <w:bCs w:val="0"/>
      <w:color w:val="auto"/>
      <w:szCs w:val="20"/>
    </w:rPr>
  </w:style>
  <w:style w:type="paragraph" w:styleId="Obsah1">
    <w:name w:val="toc 1"/>
    <w:basedOn w:val="Normln"/>
    <w:next w:val="Normln"/>
    <w:uiPriority w:val="39"/>
    <w:rsid w:val="002C7485"/>
    <w:pPr>
      <w:tabs>
        <w:tab w:val="left" w:pos="400"/>
        <w:tab w:val="left" w:pos="480"/>
        <w:tab w:val="right" w:leader="dot" w:pos="9060"/>
      </w:tabs>
      <w:spacing w:before="120"/>
    </w:pPr>
    <w:rPr>
      <w:rFonts w:cs="Times New Roman"/>
      <w:caps/>
      <w:noProof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rsid w:val="007A066F"/>
    <w:pPr>
      <w:tabs>
        <w:tab w:val="left" w:pos="426"/>
        <w:tab w:val="right" w:leader="dot" w:pos="9061"/>
      </w:tabs>
      <w:spacing w:before="120" w:line="288" w:lineRule="auto"/>
    </w:pPr>
    <w:rPr>
      <w:rFonts w:cs="Times New Roman"/>
      <w: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016AEC"/>
    <w:pPr>
      <w:tabs>
        <w:tab w:val="left" w:pos="1200"/>
        <w:tab w:val="right" w:leader="dot" w:pos="9061"/>
      </w:tabs>
      <w:spacing w:line="432" w:lineRule="auto"/>
      <w:ind w:left="482"/>
    </w:pPr>
    <w:rPr>
      <w:rFonts w:cs="Times New Roman"/>
      <w:noProof/>
      <w:sz w:val="20"/>
      <w:szCs w:val="20"/>
    </w:rPr>
  </w:style>
  <w:style w:type="character" w:styleId="Nzevknihy">
    <w:name w:val="Book Title"/>
    <w:basedOn w:val="Standardnpsmoodstavce"/>
    <w:uiPriority w:val="33"/>
    <w:qFormat/>
    <w:rsid w:val="002C7485"/>
    <w:rPr>
      <w:b/>
      <w:bCs/>
      <w:smallCaps/>
      <w:spacing w:val="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C748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C7485"/>
    <w:rPr>
      <w:rFonts w:ascii="Arial" w:hAnsi="Arial" w:cs="Arial"/>
      <w:b/>
      <w:bCs/>
      <w:i/>
      <w:iCs/>
      <w:color w:val="4F81BD" w:themeColor="accent1"/>
      <w:sz w:val="24"/>
      <w:szCs w:val="24"/>
    </w:rPr>
  </w:style>
  <w:style w:type="paragraph" w:styleId="Zkladntext">
    <w:name w:val="Body Text"/>
    <w:basedOn w:val="Normln"/>
    <w:link w:val="ZkladntextChar"/>
    <w:rsid w:val="00687FDD"/>
    <w:rPr>
      <w:rFonts w:cs="Times New Roman"/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rsid w:val="00687FDD"/>
    <w:rPr>
      <w:rFonts w:ascii="Arial" w:hAnsi="Arial"/>
      <w:color w:val="000000"/>
      <w:sz w:val="24"/>
    </w:rPr>
  </w:style>
  <w:style w:type="paragraph" w:customStyle="1" w:styleId="Normlnseznam">
    <w:name w:val="Normální seznam"/>
    <w:basedOn w:val="Normln"/>
    <w:rsid w:val="001443F9"/>
    <w:pPr>
      <w:numPr>
        <w:numId w:val="5"/>
      </w:numPr>
      <w:suppressAutoHyphens/>
      <w:spacing w:line="360" w:lineRule="auto"/>
      <w:jc w:val="both"/>
    </w:pPr>
    <w:rPr>
      <w:rFonts w:cs="Times New Roman"/>
      <w:sz w:val="22"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1443F9"/>
    <w:pPr>
      <w:ind w:left="720"/>
      <w:contextualSpacing/>
    </w:pPr>
  </w:style>
  <w:style w:type="paragraph" w:customStyle="1" w:styleId="Odstavec">
    <w:name w:val="Odstavec"/>
    <w:basedOn w:val="Normln"/>
    <w:rsid w:val="00630BB1"/>
    <w:pPr>
      <w:spacing w:before="60" w:after="60"/>
    </w:pPr>
    <w:rPr>
      <w:rFonts w:cs="Times New Roman"/>
      <w:sz w:val="20"/>
      <w:szCs w:val="20"/>
    </w:rPr>
  </w:style>
  <w:style w:type="paragraph" w:customStyle="1" w:styleId="Default">
    <w:name w:val="Default"/>
    <w:rsid w:val="006B7D5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A95AF9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E0A1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E0A1A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0E0A1A"/>
    <w:rPr>
      <w:vertAlign w:val="superscript"/>
    </w:rPr>
  </w:style>
  <w:style w:type="paragraph" w:customStyle="1" w:styleId="Styl11bVlevo125cmPrvndek124cm">
    <w:name w:val="Styl 11 b. Vlevo:  125 cm První řádek:  124 cm"/>
    <w:basedOn w:val="Normln"/>
    <w:rsid w:val="00D961AC"/>
    <w:pPr>
      <w:widowControl w:val="0"/>
      <w:snapToGrid w:val="0"/>
      <w:ind w:left="454" w:firstLine="703"/>
    </w:pPr>
    <w:rPr>
      <w:rFonts w:cs="Times New Roman"/>
      <w:sz w:val="22"/>
      <w:szCs w:val="20"/>
    </w:rPr>
  </w:style>
  <w:style w:type="character" w:customStyle="1" w:styleId="apple-converted-space">
    <w:name w:val="apple-converted-space"/>
    <w:basedOn w:val="Standardnpsmoodstavce"/>
    <w:rsid w:val="00AD02E3"/>
  </w:style>
  <w:style w:type="paragraph" w:styleId="Normlnweb">
    <w:name w:val="Normal (Web)"/>
    <w:basedOn w:val="Normln"/>
    <w:uiPriority w:val="99"/>
    <w:unhideWhenUsed/>
    <w:rsid w:val="006472F0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02E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02E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02EF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02E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02EF"/>
    <w:rPr>
      <w:rFonts w:ascii="Arial" w:hAnsi="Arial" w:cs="Arial"/>
      <w:b/>
      <w:bCs/>
    </w:rPr>
  </w:style>
  <w:style w:type="character" w:styleId="Siln">
    <w:name w:val="Strong"/>
    <w:qFormat/>
    <w:rsid w:val="00F74E4B"/>
    <w:rPr>
      <w:b/>
      <w:bCs/>
    </w:rPr>
  </w:style>
  <w:style w:type="paragraph" w:customStyle="1" w:styleId="KUMS-text">
    <w:name w:val="KUMS-text"/>
    <w:basedOn w:val="Zkladntext"/>
    <w:uiPriority w:val="99"/>
    <w:rsid w:val="00F74E4B"/>
    <w:pPr>
      <w:spacing w:after="280" w:line="280" w:lineRule="exact"/>
      <w:jc w:val="both"/>
    </w:pPr>
    <w:rPr>
      <w:rFonts w:ascii="Tahoma" w:hAnsi="Tahoma" w:cs="Tahoma"/>
      <w:color w:val="auto"/>
      <w:sz w:val="20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74E4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Zmnka1">
    <w:name w:val="Zmínka1"/>
    <w:basedOn w:val="Standardnpsmoodstavce"/>
    <w:uiPriority w:val="99"/>
    <w:semiHidden/>
    <w:unhideWhenUsed/>
    <w:rsid w:val="003A4B1B"/>
    <w:rPr>
      <w:color w:val="2B579A"/>
      <w:shd w:val="clear" w:color="auto" w:fill="E6E6E6"/>
    </w:rPr>
  </w:style>
  <w:style w:type="character" w:styleId="Sledovanodkaz">
    <w:name w:val="FollowedHyperlink"/>
    <w:basedOn w:val="Standardnpsmoodstavce"/>
    <w:uiPriority w:val="99"/>
    <w:semiHidden/>
    <w:unhideWhenUsed/>
    <w:rsid w:val="003A4B1B"/>
    <w:rPr>
      <w:color w:val="800080" w:themeColor="followedHyperlink"/>
      <w:u w:val="single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C8527E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C8527E"/>
    <w:rPr>
      <w:rFonts w:ascii="Arial" w:hAnsi="Arial" w:cs="Arial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C8527E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C8527E"/>
    <w:rPr>
      <w:rFonts w:ascii="Arial" w:hAnsi="Arial" w:cs="Arial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C8527E"/>
    <w:rPr>
      <w:rFonts w:ascii="Arial" w:hAnsi="Arial" w:cs="Arial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FC61D3"/>
    <w:rPr>
      <w:color w:val="808080"/>
      <w:shd w:val="clear" w:color="auto" w:fill="E6E6E6"/>
    </w:rPr>
  </w:style>
  <w:style w:type="paragraph" w:customStyle="1" w:styleId="msonormal0">
    <w:name w:val="msonormal"/>
    <w:basedOn w:val="Normln"/>
    <w:rsid w:val="000D2AF3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xl63">
    <w:name w:val="xl63"/>
    <w:basedOn w:val="Normln"/>
    <w:rsid w:val="000D2AF3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64">
    <w:name w:val="xl64"/>
    <w:basedOn w:val="Normln"/>
    <w:rsid w:val="000D2AF3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65">
    <w:name w:val="xl65"/>
    <w:basedOn w:val="Normln"/>
    <w:rsid w:val="000D2AF3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66">
    <w:name w:val="xl66"/>
    <w:basedOn w:val="Normln"/>
    <w:rsid w:val="000D2A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color w:val="A6A6A6"/>
      <w:sz w:val="20"/>
      <w:szCs w:val="20"/>
    </w:rPr>
  </w:style>
  <w:style w:type="paragraph" w:customStyle="1" w:styleId="xl67">
    <w:name w:val="xl67"/>
    <w:basedOn w:val="Normln"/>
    <w:rsid w:val="000D2A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color w:val="A6A6A6"/>
      <w:sz w:val="20"/>
      <w:szCs w:val="20"/>
    </w:rPr>
  </w:style>
  <w:style w:type="paragraph" w:customStyle="1" w:styleId="xl68">
    <w:name w:val="xl68"/>
    <w:basedOn w:val="Normln"/>
    <w:rsid w:val="000D2A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69">
    <w:name w:val="xl69"/>
    <w:basedOn w:val="Normln"/>
    <w:rsid w:val="000D2A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70">
    <w:name w:val="xl70"/>
    <w:basedOn w:val="Normln"/>
    <w:rsid w:val="000D2AF3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xl71">
    <w:name w:val="xl71"/>
    <w:basedOn w:val="Normln"/>
    <w:rsid w:val="000D2AF3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xl72">
    <w:name w:val="xl72"/>
    <w:basedOn w:val="Normln"/>
    <w:rsid w:val="000D2A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73">
    <w:name w:val="xl73"/>
    <w:basedOn w:val="Normln"/>
    <w:rsid w:val="000D2A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74">
    <w:name w:val="xl74"/>
    <w:basedOn w:val="Normln"/>
    <w:rsid w:val="000D2A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75">
    <w:name w:val="xl75"/>
    <w:basedOn w:val="Normln"/>
    <w:rsid w:val="000D2A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color w:val="A6A6A6"/>
      <w:sz w:val="20"/>
      <w:szCs w:val="20"/>
    </w:rPr>
  </w:style>
  <w:style w:type="paragraph" w:customStyle="1" w:styleId="xl76">
    <w:name w:val="xl76"/>
    <w:basedOn w:val="Normln"/>
    <w:rsid w:val="000D2A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77">
    <w:name w:val="xl77"/>
    <w:basedOn w:val="Normln"/>
    <w:rsid w:val="000D2A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color w:val="A6A6A6"/>
      <w:sz w:val="20"/>
      <w:szCs w:val="20"/>
    </w:rPr>
  </w:style>
  <w:style w:type="paragraph" w:customStyle="1" w:styleId="xl78">
    <w:name w:val="xl78"/>
    <w:basedOn w:val="Normln"/>
    <w:rsid w:val="000D2AF3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xl79">
    <w:name w:val="xl79"/>
    <w:basedOn w:val="Normln"/>
    <w:rsid w:val="000D2A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80">
    <w:name w:val="xl80"/>
    <w:basedOn w:val="Normln"/>
    <w:rsid w:val="000D2AF3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ZpatChar">
    <w:name w:val="Zápatí Char"/>
    <w:basedOn w:val="Standardnpsmoodstavce"/>
    <w:link w:val="Zpat"/>
    <w:uiPriority w:val="99"/>
    <w:rsid w:val="00266249"/>
    <w:rPr>
      <w:rFonts w:ascii="Arial" w:hAnsi="Arial" w:cs="Arial"/>
      <w:b/>
      <w:bCs/>
      <w:color w:val="232D8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9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571047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801957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081696">
                  <w:marLeft w:val="0"/>
                  <w:marRight w:val="0"/>
                  <w:marTop w:val="0"/>
                  <w:marBottom w:val="0"/>
                  <w:divBdr>
                    <w:top w:val="single" w:sz="6" w:space="0" w:color="6DA02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2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62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439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129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8425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9795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95171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6596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6545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21006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4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468853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079850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425548">
                  <w:marLeft w:val="0"/>
                  <w:marRight w:val="0"/>
                  <w:marTop w:val="0"/>
                  <w:marBottom w:val="0"/>
                  <w:divBdr>
                    <w:top w:val="single" w:sz="6" w:space="0" w:color="6DA02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016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926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93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548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2422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6142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67669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99867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18525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6744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131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6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532389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616360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785353">
                  <w:marLeft w:val="0"/>
                  <w:marRight w:val="0"/>
                  <w:marTop w:val="0"/>
                  <w:marBottom w:val="0"/>
                  <w:divBdr>
                    <w:top w:val="single" w:sz="6" w:space="0" w:color="6DA02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634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3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32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7518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612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3493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692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26718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57397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62644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19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colsys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ladno@colsys.cz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miloslav.misterka@gmail.co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2" Type="http://schemas.openxmlformats.org/officeDocument/2006/relationships/hyperlink" Target="mailto:kladno@colsys.cz" TargetMode="External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2" Type="http://schemas.openxmlformats.org/officeDocument/2006/relationships/hyperlink" Target="mailto:kladno@colsys.cz" TargetMode="External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iloslav%20Misterka\Dokumenty\VISO\Podralsko\F_01_008_V1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7B124-5093-4AC6-826B-96C48CC5B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F_01_008_V1</Template>
  <TotalTime>961</TotalTime>
  <Pages>9</Pages>
  <Words>1623</Words>
  <Characters>9578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/>
  <LinksUpToDate>false</LinksUpToDate>
  <CharactersWithSpaces>11179</CharactersWithSpaces>
  <SharedDoc>false</SharedDoc>
  <HLinks>
    <vt:vector size="12" baseType="variant">
      <vt:variant>
        <vt:i4>4849781</vt:i4>
      </vt:variant>
      <vt:variant>
        <vt:i4>9</vt:i4>
      </vt:variant>
      <vt:variant>
        <vt:i4>0</vt:i4>
      </vt:variant>
      <vt:variant>
        <vt:i4>5</vt:i4>
      </vt:variant>
      <vt:variant>
        <vt:lpwstr>mailto:kladno@colsys.cz</vt:lpwstr>
      </vt:variant>
      <vt:variant>
        <vt:lpwstr/>
      </vt:variant>
      <vt:variant>
        <vt:i4>4849781</vt:i4>
      </vt:variant>
      <vt:variant>
        <vt:i4>0</vt:i4>
      </vt:variant>
      <vt:variant>
        <vt:i4>0</vt:i4>
      </vt:variant>
      <vt:variant>
        <vt:i4>5</vt:i4>
      </vt:variant>
      <vt:variant>
        <vt:lpwstr>mailto:kladno@colsys.cz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creator>Miloslav Misterka</dc:creator>
  <cp:lastModifiedBy>Kutil Josef</cp:lastModifiedBy>
  <cp:revision>11</cp:revision>
  <cp:lastPrinted>2017-03-30T12:34:00Z</cp:lastPrinted>
  <dcterms:created xsi:type="dcterms:W3CDTF">2017-10-09T19:33:00Z</dcterms:created>
  <dcterms:modified xsi:type="dcterms:W3CDTF">2025-01-29T10:01:00Z</dcterms:modified>
</cp:coreProperties>
</file>